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3"/>
        <w:gridCol w:w="3244"/>
        <w:gridCol w:w="1605"/>
      </w:tblGrid>
      <w:tr w:rsidR="00480F12" w:rsidRPr="00A66A16" w:rsidTr="00480F12">
        <w:tc>
          <w:tcPr>
            <w:tcW w:w="9242" w:type="dxa"/>
            <w:gridSpan w:val="3"/>
            <w:shd w:val="clear" w:color="auto" w:fill="FFFF99"/>
          </w:tcPr>
          <w:p w:rsidR="00480F12" w:rsidRPr="00EC6925" w:rsidRDefault="00C37325" w:rsidP="00480F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POETRY </w:t>
            </w:r>
          </w:p>
        </w:tc>
      </w:tr>
      <w:tr w:rsidR="00480F12" w:rsidRPr="00A66A16" w:rsidTr="00480F12">
        <w:tc>
          <w:tcPr>
            <w:tcW w:w="9242" w:type="dxa"/>
            <w:gridSpan w:val="3"/>
            <w:tcBorders>
              <w:bottom w:val="single" w:sz="4" w:space="0" w:color="auto"/>
            </w:tcBorders>
          </w:tcPr>
          <w:p w:rsidR="00480F12" w:rsidRPr="00A66A16" w:rsidRDefault="00480F12" w:rsidP="00480F12">
            <w:pPr>
              <w:rPr>
                <w:rFonts w:eastAsia="Times New Roman" w:cs="Arial"/>
                <w:b/>
                <w:i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sz w:val="20"/>
                <w:szCs w:val="20"/>
                <w:lang w:eastAsia="en-GB"/>
              </w:rPr>
              <w:t>Perform a poem (</w:t>
            </w:r>
            <w:r w:rsidRPr="00A66A16">
              <w:rPr>
                <w:rFonts w:eastAsia="Times New Roman" w:cs="Arial"/>
                <w:b/>
                <w:i/>
                <w:sz w:val="20"/>
                <w:szCs w:val="20"/>
                <w:lang w:eastAsia="en-GB"/>
              </w:rPr>
              <w:t>performance tips)</w:t>
            </w:r>
          </w:p>
          <w:p w:rsidR="00480F12" w:rsidRPr="00A66A16" w:rsidRDefault="00633E78" w:rsidP="00480F12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hyperlink r:id="rId8" w:history="1">
              <w:r w:rsidR="00480F12" w:rsidRPr="00A66A16">
                <w:rPr>
                  <w:rFonts w:eastAsia="Times New Roman" w:cs="Arial"/>
                  <w:b/>
                  <w:color w:val="0000FF"/>
                  <w:sz w:val="20"/>
                  <w:szCs w:val="20"/>
                  <w:u w:val="single"/>
                  <w:lang w:eastAsia="en-GB"/>
                </w:rPr>
                <w:t>http://performapoem.lgfl.org.uk/</w:t>
              </w:r>
            </w:hyperlink>
          </w:p>
          <w:p w:rsidR="00480F12" w:rsidRPr="00A66A16" w:rsidRDefault="00480F12" w:rsidP="00480F12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  <w:p w:rsidR="00480F12" w:rsidRPr="00A66A16" w:rsidRDefault="00480F12" w:rsidP="00480F12">
            <w:pPr>
              <w:rPr>
                <w:rFonts w:eastAsia="Times New Roman" w:cs="Arial"/>
                <w:b/>
                <w:i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sz w:val="20"/>
                <w:szCs w:val="20"/>
                <w:lang w:eastAsia="en-GB"/>
              </w:rPr>
              <w:t>Writing Flier 3 – poetry (</w:t>
            </w:r>
            <w:r w:rsidRPr="00A66A16">
              <w:rPr>
                <w:rFonts w:eastAsia="Times New Roman" w:cs="Arial"/>
                <w:b/>
                <w:i/>
                <w:sz w:val="20"/>
                <w:szCs w:val="20"/>
                <w:lang w:eastAsia="en-GB"/>
              </w:rPr>
              <w:t>old NLS flier which gives ideas for working with poetry)</w:t>
            </w:r>
          </w:p>
          <w:p w:rsidR="00480F12" w:rsidRPr="00A66A16" w:rsidRDefault="00633E78" w:rsidP="00480F12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hyperlink r:id="rId9" w:history="1">
              <w:r w:rsidR="00480F12" w:rsidRPr="00A66A16">
                <w:rPr>
                  <w:rFonts w:eastAsia="Times New Roman" w:cs="Arial"/>
                  <w:b/>
                  <w:color w:val="0000FF"/>
                  <w:sz w:val="20"/>
                  <w:szCs w:val="20"/>
                  <w:u w:val="single"/>
                  <w:lang w:eastAsia="en-GB"/>
                </w:rPr>
                <w:t>http://www.swanseagfl.gov.uk/literacy/res/Skills_progression/DFES_Poetry_flier.pdf</w:t>
              </w:r>
            </w:hyperlink>
          </w:p>
          <w:p w:rsidR="00480F12" w:rsidRPr="00A66A16" w:rsidRDefault="00633E78" w:rsidP="00480F12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hyperlink r:id="rId10" w:history="1"/>
          </w:p>
          <w:p w:rsidR="00480F12" w:rsidRPr="00A66A16" w:rsidRDefault="00480F12" w:rsidP="00480F12">
            <w:pPr>
              <w:rPr>
                <w:rFonts w:eastAsia="Times New Roman" w:cs="Arial"/>
                <w:i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sz w:val="20"/>
                <w:szCs w:val="20"/>
                <w:lang w:eastAsia="en-GB"/>
              </w:rPr>
              <w:t>Progression in Poetry (</w:t>
            </w:r>
            <w:r w:rsidRPr="00A66A16">
              <w:rPr>
                <w:rFonts w:eastAsia="Times New Roman" w:cs="Arial"/>
                <w:b/>
                <w:i/>
                <w:sz w:val="20"/>
                <w:szCs w:val="20"/>
                <w:lang w:eastAsia="en-GB"/>
              </w:rPr>
              <w:t>shows purpose, structure and audience and  what poetry teaching can look like in each year group</w:t>
            </w:r>
            <w:r w:rsidRPr="00A66A16">
              <w:rPr>
                <w:rFonts w:eastAsia="Times New Roman" w:cs="Arial"/>
                <w:i/>
                <w:sz w:val="20"/>
                <w:szCs w:val="20"/>
                <w:lang w:eastAsia="en-GB"/>
              </w:rPr>
              <w:t>)</w:t>
            </w:r>
          </w:p>
          <w:p w:rsidR="007F2288" w:rsidRPr="00EC6925" w:rsidRDefault="00633E78" w:rsidP="00480F12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hyperlink r:id="rId11" w:history="1">
              <w:r w:rsidR="00480F12" w:rsidRPr="00A66A16">
                <w:rPr>
                  <w:rFonts w:eastAsia="Times New Roman" w:cs="Arial"/>
                  <w:b/>
                  <w:color w:val="0000FF"/>
                  <w:sz w:val="20"/>
                  <w:szCs w:val="20"/>
                  <w:u w:val="single"/>
                  <w:lang w:eastAsia="en-GB"/>
                </w:rPr>
                <w:t>http://www.wiltshire.gov.uk/progression-in-poetry.pdf</w:t>
              </w:r>
            </w:hyperlink>
            <w:r w:rsidR="00EC6925" w:rsidRPr="00EC6925">
              <w:rPr>
                <w:sz w:val="20"/>
                <w:szCs w:val="20"/>
              </w:rPr>
              <w:t xml:space="preserve"> </w:t>
            </w:r>
          </w:p>
          <w:p w:rsidR="00EC6925" w:rsidRPr="00A66A16" w:rsidRDefault="00EC6925" w:rsidP="00480F12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</w:p>
          <w:p w:rsidR="00480F12" w:rsidRPr="00A66A16" w:rsidRDefault="00480F12" w:rsidP="00480F12">
            <w:pPr>
              <w:rPr>
                <w:rFonts w:eastAsia="Times New Roman" w:cs="Arial"/>
                <w:b/>
                <w:i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sz w:val="20"/>
                <w:szCs w:val="20"/>
                <w:lang w:eastAsia="en-GB"/>
              </w:rPr>
              <w:t xml:space="preserve">Poetry Archive </w:t>
            </w:r>
            <w:r w:rsidRPr="00A66A16">
              <w:rPr>
                <w:rFonts w:eastAsia="Times New Roman" w:cs="Arial"/>
                <w:b/>
                <w:i/>
                <w:sz w:val="20"/>
                <w:szCs w:val="20"/>
                <w:lang w:eastAsia="en-GB"/>
              </w:rPr>
              <w:t>(collections of poems and videos)</w:t>
            </w:r>
          </w:p>
          <w:p w:rsidR="00480F12" w:rsidRDefault="00633E78" w:rsidP="00480F12">
            <w:pPr>
              <w:rPr>
                <w:rFonts w:eastAsia="Times New Roman" w:cs="Arial"/>
                <w:b/>
                <w:color w:val="0000FF"/>
                <w:sz w:val="20"/>
                <w:szCs w:val="20"/>
                <w:u w:val="single"/>
                <w:lang w:eastAsia="en-GB"/>
              </w:rPr>
            </w:pPr>
            <w:hyperlink r:id="rId12" w:history="1">
              <w:r w:rsidR="00A9436C" w:rsidRPr="00FF10AA">
                <w:rPr>
                  <w:rStyle w:val="Hyperlink"/>
                  <w:rFonts w:eastAsia="Times New Roman" w:cs="Arial"/>
                  <w:b/>
                  <w:sz w:val="20"/>
                  <w:szCs w:val="20"/>
                  <w:lang w:eastAsia="en-GB"/>
                </w:rPr>
                <w:t>http://childrenspoetryarchive.org/?_ga=1.122468875.1890366063.1459420978</w:t>
              </w:r>
            </w:hyperlink>
            <w:r w:rsidR="00A9436C">
              <w:rPr>
                <w:rFonts w:eastAsia="Times New Roman" w:cs="Arial"/>
                <w:b/>
                <w:color w:val="0000FF"/>
                <w:sz w:val="20"/>
                <w:szCs w:val="20"/>
                <w:u w:val="single"/>
                <w:lang w:eastAsia="en-GB"/>
              </w:rPr>
              <w:t xml:space="preserve"> </w:t>
            </w:r>
          </w:p>
          <w:p w:rsidR="00A9436C" w:rsidRPr="00A66A16" w:rsidRDefault="00F91271" w:rsidP="00F91271">
            <w:pPr>
              <w:tabs>
                <w:tab w:val="left" w:pos="7590"/>
              </w:tabs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en-GB"/>
              </w:rPr>
              <w:tab/>
            </w:r>
          </w:p>
          <w:p w:rsidR="00480F12" w:rsidRPr="00A66A16" w:rsidRDefault="00480F12" w:rsidP="00480F12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sz w:val="20"/>
                <w:szCs w:val="20"/>
                <w:lang w:eastAsia="en-GB"/>
              </w:rPr>
              <w:t>The Poetry Library (</w:t>
            </w:r>
            <w:r w:rsidRPr="00A66A16">
              <w:rPr>
                <w:rFonts w:eastAsia="Times New Roman" w:cs="Arial"/>
                <w:b/>
                <w:i/>
                <w:sz w:val="20"/>
                <w:szCs w:val="20"/>
                <w:lang w:eastAsia="en-GB"/>
              </w:rPr>
              <w:t>poems, news, events and competitions related to poetry)</w:t>
            </w:r>
          </w:p>
          <w:p w:rsidR="00480F12" w:rsidRPr="00A66A16" w:rsidRDefault="00633E78" w:rsidP="00480F12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hyperlink r:id="rId13" w:history="1">
              <w:r w:rsidR="00480F12" w:rsidRPr="00A66A16">
                <w:rPr>
                  <w:rFonts w:eastAsia="Times New Roman" w:cs="Arial"/>
                  <w:b/>
                  <w:color w:val="0000FF"/>
                  <w:sz w:val="20"/>
                  <w:szCs w:val="20"/>
                  <w:u w:val="single"/>
                  <w:lang w:eastAsia="en-GB"/>
                </w:rPr>
                <w:t>http://www.poetrylibrary.org.uk/</w:t>
              </w:r>
            </w:hyperlink>
          </w:p>
          <w:p w:rsidR="00480F12" w:rsidRPr="00A66A16" w:rsidRDefault="00480F12" w:rsidP="00480F12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</w:p>
          <w:p w:rsidR="00480F12" w:rsidRPr="00A66A16" w:rsidRDefault="00480F12" w:rsidP="00480F12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sz w:val="20"/>
                <w:szCs w:val="20"/>
                <w:lang w:eastAsia="en-GB"/>
              </w:rPr>
              <w:t>The Poetry Station (</w:t>
            </w:r>
            <w:r w:rsidRPr="00A66A16">
              <w:rPr>
                <w:rFonts w:eastAsia="Times New Roman" w:cs="Arial"/>
                <w:b/>
                <w:i/>
                <w:sz w:val="20"/>
                <w:szCs w:val="20"/>
                <w:lang w:eastAsia="en-GB"/>
              </w:rPr>
              <w:t>poems to view on video</w:t>
            </w:r>
            <w:r w:rsidRPr="00A66A16">
              <w:rPr>
                <w:rFonts w:eastAsia="Times New Roman" w:cs="Arial"/>
                <w:b/>
                <w:sz w:val="20"/>
                <w:szCs w:val="20"/>
                <w:lang w:eastAsia="en-GB"/>
              </w:rPr>
              <w:t>)</w:t>
            </w:r>
          </w:p>
          <w:p w:rsidR="00480F12" w:rsidRDefault="00633E78" w:rsidP="00F91271">
            <w:pPr>
              <w:rPr>
                <w:rFonts w:eastAsia="Times New Roman" w:cs="Arial"/>
                <w:b/>
                <w:color w:val="0000FF"/>
                <w:sz w:val="20"/>
                <w:szCs w:val="20"/>
                <w:u w:val="single"/>
                <w:lang w:eastAsia="en-GB"/>
              </w:rPr>
            </w:pPr>
            <w:hyperlink r:id="rId14" w:history="1">
              <w:r w:rsidR="00480F12" w:rsidRPr="00A66A16">
                <w:rPr>
                  <w:rFonts w:eastAsia="Times New Roman" w:cs="Arial"/>
                  <w:b/>
                  <w:color w:val="0000FF"/>
                  <w:sz w:val="20"/>
                  <w:szCs w:val="20"/>
                  <w:u w:val="single"/>
                  <w:lang w:eastAsia="en-GB"/>
                </w:rPr>
                <w:t>http://poetrystation.org.uk/</w:t>
              </w:r>
            </w:hyperlink>
          </w:p>
          <w:p w:rsidR="00BF4E1A" w:rsidRDefault="00BF4E1A" w:rsidP="00F91271">
            <w:pPr>
              <w:rPr>
                <w:rFonts w:eastAsia="Times New Roman" w:cs="Arial"/>
                <w:b/>
                <w:color w:val="0000FF"/>
                <w:sz w:val="20"/>
                <w:szCs w:val="20"/>
                <w:u w:val="single"/>
                <w:lang w:eastAsia="en-GB"/>
              </w:rPr>
            </w:pPr>
          </w:p>
          <w:p w:rsidR="00BF4E1A" w:rsidRPr="00BF4E1A" w:rsidRDefault="00BF4E1A" w:rsidP="00BF4E1A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 w:rsidRPr="00BF4E1A">
              <w:rPr>
                <w:rFonts w:eastAsia="Times New Roman" w:cs="Arial"/>
                <w:b/>
                <w:sz w:val="20"/>
                <w:szCs w:val="20"/>
                <w:lang w:eastAsia="en-GB"/>
              </w:rPr>
              <w:t>Poetry by Heart</w:t>
            </w:r>
          </w:p>
          <w:p w:rsidR="00BF4E1A" w:rsidRPr="00BF4E1A" w:rsidRDefault="00BF4E1A" w:rsidP="00BF4E1A">
            <w:pPr>
              <w:rPr>
                <w:rFonts w:eastAsia="Times New Roman" w:cs="Arial"/>
                <w:b/>
                <w:color w:val="0000FF"/>
                <w:sz w:val="20"/>
                <w:szCs w:val="20"/>
                <w:u w:val="single"/>
                <w:lang w:eastAsia="en-GB"/>
              </w:rPr>
            </w:pPr>
            <w:r w:rsidRPr="00BF4E1A">
              <w:rPr>
                <w:rFonts w:eastAsia="Times New Roman" w:cs="Arial"/>
                <w:b/>
                <w:color w:val="0000FF"/>
                <w:sz w:val="20"/>
                <w:szCs w:val="20"/>
                <w:u w:val="single"/>
                <w:lang w:eastAsia="en-GB"/>
              </w:rPr>
              <w:t>http://www.poetrybyheart.org.uk/poetry-for-children/</w:t>
            </w:r>
          </w:p>
          <w:p w:rsidR="00BF4E1A" w:rsidRPr="00BF4E1A" w:rsidRDefault="00BF4E1A" w:rsidP="00BF4E1A">
            <w:pPr>
              <w:rPr>
                <w:rFonts w:eastAsia="Times New Roman" w:cs="Arial"/>
                <w:b/>
                <w:color w:val="0000FF"/>
                <w:sz w:val="20"/>
                <w:szCs w:val="20"/>
                <w:u w:val="single"/>
                <w:lang w:eastAsia="en-GB"/>
              </w:rPr>
            </w:pPr>
          </w:p>
          <w:p w:rsidR="00BF4E1A" w:rsidRPr="00BF4E1A" w:rsidRDefault="00BF4E1A" w:rsidP="00BF4E1A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proofErr w:type="spellStart"/>
            <w:r w:rsidRPr="00BF4E1A">
              <w:rPr>
                <w:rFonts w:eastAsia="Times New Roman" w:cs="Arial"/>
                <w:b/>
                <w:sz w:val="20"/>
                <w:szCs w:val="20"/>
                <w:lang w:eastAsia="en-GB"/>
              </w:rPr>
              <w:t>Poetryline</w:t>
            </w:r>
            <w:proofErr w:type="spellEnd"/>
            <w:r w:rsidRPr="00BF4E1A">
              <w:rPr>
                <w:rFonts w:eastAsia="Times New Roman" w:cs="Arial"/>
                <w:b/>
                <w:sz w:val="20"/>
                <w:szCs w:val="20"/>
                <w:lang w:eastAsia="en-GB"/>
              </w:rPr>
              <w:t xml:space="preserve"> (CLPE)</w:t>
            </w:r>
          </w:p>
          <w:p w:rsidR="00BF4E1A" w:rsidRDefault="00BF4E1A" w:rsidP="00BF4E1A">
            <w:pPr>
              <w:rPr>
                <w:rFonts w:eastAsia="Times New Roman" w:cs="Arial"/>
                <w:b/>
                <w:color w:val="0000FF"/>
                <w:sz w:val="20"/>
                <w:szCs w:val="20"/>
                <w:u w:val="single"/>
                <w:lang w:eastAsia="en-GB"/>
              </w:rPr>
            </w:pPr>
            <w:r w:rsidRPr="00BF4E1A">
              <w:rPr>
                <w:rFonts w:eastAsia="Times New Roman" w:cs="Arial"/>
                <w:b/>
                <w:color w:val="0000FF"/>
                <w:sz w:val="20"/>
                <w:szCs w:val="20"/>
                <w:u w:val="single"/>
                <w:lang w:eastAsia="en-GB"/>
              </w:rPr>
              <w:t>https://www.clpe.org.uk/poetryline/s?f%5B0%5D=bundle_name%253APoem&amp;f%5B1%5D=bundle%3Aclpe_poem</w:t>
            </w:r>
          </w:p>
          <w:p w:rsidR="0023474F" w:rsidRPr="00A66A16" w:rsidRDefault="0023474F" w:rsidP="00F91271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</w:p>
        </w:tc>
      </w:tr>
      <w:tr w:rsidR="00480F12" w:rsidRPr="00A66A16" w:rsidTr="00480F12">
        <w:tc>
          <w:tcPr>
            <w:tcW w:w="9242" w:type="dxa"/>
            <w:gridSpan w:val="3"/>
            <w:shd w:val="clear" w:color="auto" w:fill="FFFF99"/>
          </w:tcPr>
          <w:p w:rsidR="00480F12" w:rsidRPr="00A66A16" w:rsidRDefault="00480F12">
            <w:pPr>
              <w:rPr>
                <w:sz w:val="20"/>
                <w:szCs w:val="20"/>
              </w:rPr>
            </w:pPr>
          </w:p>
        </w:tc>
      </w:tr>
      <w:tr w:rsidR="002676C4" w:rsidRPr="00A66A16" w:rsidTr="000E7C6D">
        <w:tc>
          <w:tcPr>
            <w:tcW w:w="4586" w:type="dxa"/>
            <w:tcBorders>
              <w:bottom w:val="single" w:sz="4" w:space="0" w:color="auto"/>
            </w:tcBorders>
          </w:tcPr>
          <w:p w:rsidR="002676C4" w:rsidRPr="00A66A16" w:rsidRDefault="002676C4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TITLE</w:t>
            </w:r>
          </w:p>
        </w:tc>
        <w:tc>
          <w:tcPr>
            <w:tcW w:w="3035" w:type="dxa"/>
            <w:tcBorders>
              <w:bottom w:val="single" w:sz="4" w:space="0" w:color="auto"/>
            </w:tcBorders>
          </w:tcPr>
          <w:p w:rsidR="002676C4" w:rsidRPr="00A66A16" w:rsidRDefault="002676C4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AUTHOR</w:t>
            </w:r>
          </w:p>
        </w:tc>
        <w:tc>
          <w:tcPr>
            <w:tcW w:w="1621" w:type="dxa"/>
            <w:tcBorders>
              <w:bottom w:val="single" w:sz="4" w:space="0" w:color="auto"/>
            </w:tcBorders>
          </w:tcPr>
          <w:p w:rsidR="002676C4" w:rsidRPr="00A66A16" w:rsidRDefault="002676C4" w:rsidP="002676C4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LRS?</w:t>
            </w:r>
          </w:p>
        </w:tc>
      </w:tr>
      <w:tr w:rsidR="00113056" w:rsidRPr="000E7C6D" w:rsidTr="000E7C6D">
        <w:tc>
          <w:tcPr>
            <w:tcW w:w="4586" w:type="dxa"/>
            <w:shd w:val="clear" w:color="auto" w:fill="auto"/>
          </w:tcPr>
          <w:p w:rsidR="00C37325" w:rsidRPr="000E7C6D" w:rsidRDefault="00C37325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A Caribbean Dozen</w:t>
            </w:r>
          </w:p>
        </w:tc>
        <w:tc>
          <w:tcPr>
            <w:tcW w:w="3035" w:type="dxa"/>
            <w:shd w:val="clear" w:color="auto" w:fill="auto"/>
          </w:tcPr>
          <w:p w:rsidR="00113056" w:rsidRPr="000E7C6D" w:rsidRDefault="00C37325" w:rsidP="00C37325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bCs/>
                <w:sz w:val="20"/>
                <w:szCs w:val="20"/>
                <w:lang w:eastAsia="en-GB"/>
              </w:rPr>
              <w:t>John Agard and Grace Nichols(ed)</w:t>
            </w:r>
          </w:p>
        </w:tc>
        <w:tc>
          <w:tcPr>
            <w:tcW w:w="1621" w:type="dxa"/>
            <w:shd w:val="clear" w:color="auto" w:fill="auto"/>
          </w:tcPr>
          <w:p w:rsidR="00113056" w:rsidRPr="000E7C6D" w:rsidRDefault="00C37325" w:rsidP="00113056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0E7C6D" w:rsidRPr="000E7C6D" w:rsidTr="000E7C6D">
        <w:trPr>
          <w:trHeight w:val="219"/>
        </w:trPr>
        <w:tc>
          <w:tcPr>
            <w:tcW w:w="4586" w:type="dxa"/>
            <w:shd w:val="clear" w:color="auto" w:fill="auto"/>
          </w:tcPr>
          <w:p w:rsidR="000E7C6D" w:rsidRPr="000E7C6D" w:rsidRDefault="000E7C6D" w:rsidP="00C37325">
            <w:pPr>
              <w:rPr>
                <w:b/>
                <w:sz w:val="20"/>
                <w:szCs w:val="20"/>
              </w:rPr>
            </w:pPr>
            <w:r w:rsidRPr="000E7C6D">
              <w:rPr>
                <w:b/>
                <w:sz w:val="20"/>
                <w:szCs w:val="20"/>
              </w:rPr>
              <w:t xml:space="preserve">Unzip Your Lips - 100 Poems to Read Aloud </w:t>
            </w:r>
          </w:p>
        </w:tc>
        <w:tc>
          <w:tcPr>
            <w:tcW w:w="3035" w:type="dxa"/>
            <w:vMerge w:val="restart"/>
            <w:shd w:val="clear" w:color="auto" w:fill="auto"/>
          </w:tcPr>
          <w:p w:rsidR="000E7C6D" w:rsidRPr="000E7C6D" w:rsidRDefault="000E7C6D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sz w:val="20"/>
                <w:szCs w:val="20"/>
                <w:lang w:eastAsia="en-GB"/>
              </w:rPr>
              <w:t>Paul Cookson</w:t>
            </w:r>
          </w:p>
          <w:p w:rsidR="000E7C6D" w:rsidRPr="000E7C6D" w:rsidRDefault="000E7C6D" w:rsidP="00CC7E72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1621" w:type="dxa"/>
            <w:shd w:val="clear" w:color="auto" w:fill="auto"/>
          </w:tcPr>
          <w:p w:rsidR="000E7C6D" w:rsidRPr="000E7C6D" w:rsidRDefault="000E7C6D" w:rsidP="00EC6925">
            <w:pPr>
              <w:jc w:val="center"/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b/>
                <w:sz w:val="20"/>
                <w:szCs w:val="20"/>
                <w:lang w:eastAsia="en-GB"/>
              </w:rPr>
              <w:t>Y</w:t>
            </w:r>
          </w:p>
        </w:tc>
      </w:tr>
      <w:tr w:rsidR="000E7C6D" w:rsidRPr="000E7C6D" w:rsidTr="000E7C6D">
        <w:trPr>
          <w:trHeight w:val="199"/>
        </w:trPr>
        <w:tc>
          <w:tcPr>
            <w:tcW w:w="4586" w:type="dxa"/>
            <w:shd w:val="clear" w:color="auto" w:fill="auto"/>
          </w:tcPr>
          <w:p w:rsidR="000E7C6D" w:rsidRPr="000E7C6D" w:rsidRDefault="000E7C6D" w:rsidP="00C37325">
            <w:pPr>
              <w:rPr>
                <w:b/>
                <w:sz w:val="20"/>
                <w:szCs w:val="20"/>
              </w:rPr>
            </w:pPr>
            <w:r w:rsidRPr="000E7C6D">
              <w:rPr>
                <w:b/>
                <w:sz w:val="20"/>
                <w:szCs w:val="20"/>
              </w:rPr>
              <w:t>Unzip Your Lips Again - 100 More Poems to Read Aloud</w:t>
            </w:r>
          </w:p>
        </w:tc>
        <w:tc>
          <w:tcPr>
            <w:tcW w:w="3035" w:type="dxa"/>
            <w:vMerge/>
            <w:shd w:val="clear" w:color="auto" w:fill="auto"/>
          </w:tcPr>
          <w:p w:rsidR="000E7C6D" w:rsidRPr="000E7C6D" w:rsidRDefault="000E7C6D" w:rsidP="00CC7E72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1621" w:type="dxa"/>
            <w:shd w:val="clear" w:color="auto" w:fill="auto"/>
          </w:tcPr>
          <w:p w:rsidR="000E7C6D" w:rsidRPr="000E7C6D" w:rsidRDefault="000E7C6D" w:rsidP="00B141B4">
            <w:pPr>
              <w:jc w:val="center"/>
              <w:rPr>
                <w:b/>
                <w:sz w:val="20"/>
                <w:szCs w:val="20"/>
              </w:rPr>
            </w:pPr>
            <w:r w:rsidRPr="000E7C6D">
              <w:rPr>
                <w:b/>
                <w:sz w:val="20"/>
                <w:szCs w:val="20"/>
              </w:rPr>
              <w:t>Y</w:t>
            </w:r>
          </w:p>
        </w:tc>
      </w:tr>
      <w:tr w:rsidR="000E7C6D" w:rsidRPr="000E7C6D" w:rsidTr="000E7C6D">
        <w:trPr>
          <w:trHeight w:val="199"/>
        </w:trPr>
        <w:tc>
          <w:tcPr>
            <w:tcW w:w="4586" w:type="dxa"/>
            <w:shd w:val="clear" w:color="auto" w:fill="auto"/>
          </w:tcPr>
          <w:p w:rsidR="000E7C6D" w:rsidRPr="000E7C6D" w:rsidRDefault="000E7C6D" w:rsidP="00C37325">
            <w:pPr>
              <w:rPr>
                <w:b/>
                <w:color w:val="FF0000"/>
                <w:sz w:val="20"/>
                <w:szCs w:val="20"/>
              </w:rPr>
            </w:pPr>
            <w:r w:rsidRPr="000E7C6D">
              <w:rPr>
                <w:b/>
                <w:color w:val="FF0000"/>
                <w:sz w:val="20"/>
                <w:szCs w:val="20"/>
              </w:rPr>
              <w:t>Paul Cookson’s Joke Shop</w:t>
            </w:r>
          </w:p>
        </w:tc>
        <w:tc>
          <w:tcPr>
            <w:tcW w:w="3035" w:type="dxa"/>
            <w:vMerge/>
            <w:shd w:val="clear" w:color="auto" w:fill="auto"/>
          </w:tcPr>
          <w:p w:rsidR="000E7C6D" w:rsidRPr="000E7C6D" w:rsidRDefault="000E7C6D" w:rsidP="00CC7E72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1621" w:type="dxa"/>
            <w:shd w:val="clear" w:color="auto" w:fill="auto"/>
          </w:tcPr>
          <w:p w:rsidR="000E7C6D" w:rsidRPr="000E7C6D" w:rsidRDefault="000E7C6D" w:rsidP="00B141B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63132" w:rsidRPr="000E7C6D" w:rsidTr="000E7C6D">
        <w:trPr>
          <w:trHeight w:val="199"/>
        </w:trPr>
        <w:tc>
          <w:tcPr>
            <w:tcW w:w="4586" w:type="dxa"/>
            <w:tcBorders>
              <w:bottom w:val="single" w:sz="4" w:space="0" w:color="auto"/>
            </w:tcBorders>
            <w:shd w:val="clear" w:color="auto" w:fill="auto"/>
          </w:tcPr>
          <w:p w:rsidR="00863132" w:rsidRPr="000E7C6D" w:rsidRDefault="00863132" w:rsidP="00863132">
            <w:pPr>
              <w:rPr>
                <w:b/>
                <w:color w:val="FF0000"/>
                <w:sz w:val="20"/>
                <w:szCs w:val="20"/>
              </w:rPr>
            </w:pPr>
            <w:r w:rsidRPr="000E7C6D">
              <w:rPr>
                <w:b/>
                <w:color w:val="FF0000"/>
                <w:sz w:val="20"/>
                <w:szCs w:val="20"/>
              </w:rPr>
              <w:t>It Came from Outer Space</w:t>
            </w:r>
          </w:p>
        </w:tc>
        <w:tc>
          <w:tcPr>
            <w:tcW w:w="3035" w:type="dxa"/>
            <w:tcBorders>
              <w:bottom w:val="single" w:sz="4" w:space="0" w:color="auto"/>
            </w:tcBorders>
            <w:shd w:val="clear" w:color="auto" w:fill="auto"/>
          </w:tcPr>
          <w:p w:rsidR="00863132" w:rsidRPr="000E7C6D" w:rsidRDefault="00863132" w:rsidP="00CC7E72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sz w:val="20"/>
                <w:szCs w:val="20"/>
                <w:lang w:eastAsia="en-GB"/>
              </w:rPr>
              <w:t>Paul Cookson/David Harmer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shd w:val="clear" w:color="auto" w:fill="auto"/>
          </w:tcPr>
          <w:p w:rsidR="00863132" w:rsidRPr="000E7C6D" w:rsidRDefault="00863132" w:rsidP="00B141B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36CBC" w:rsidRPr="000E7C6D" w:rsidTr="000E7C6D">
        <w:tc>
          <w:tcPr>
            <w:tcW w:w="4586" w:type="dxa"/>
            <w:shd w:val="clear" w:color="auto" w:fill="auto"/>
          </w:tcPr>
          <w:p w:rsidR="00936CBC" w:rsidRPr="000E7C6D" w:rsidRDefault="00936CBC" w:rsidP="00C37325">
            <w:pPr>
              <w:rPr>
                <w:b/>
                <w:sz w:val="20"/>
                <w:szCs w:val="20"/>
              </w:rPr>
            </w:pPr>
            <w:r w:rsidRPr="000E7C6D">
              <w:rPr>
                <w:b/>
                <w:sz w:val="20"/>
                <w:szCs w:val="20"/>
              </w:rPr>
              <w:t xml:space="preserve">Can I Buy A Slice of Sky? </w:t>
            </w:r>
          </w:p>
        </w:tc>
        <w:tc>
          <w:tcPr>
            <w:tcW w:w="3035" w:type="dxa"/>
            <w:vMerge w:val="restart"/>
            <w:shd w:val="clear" w:color="auto" w:fill="auto"/>
          </w:tcPr>
          <w:p w:rsidR="00936CBC" w:rsidRPr="000E7C6D" w:rsidRDefault="00936CBC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bCs/>
                <w:sz w:val="20"/>
                <w:szCs w:val="20"/>
                <w:lang w:eastAsia="en-GB"/>
              </w:rPr>
              <w:t>Grace Nichols(ed)</w:t>
            </w:r>
          </w:p>
        </w:tc>
        <w:tc>
          <w:tcPr>
            <w:tcW w:w="1621" w:type="dxa"/>
            <w:shd w:val="clear" w:color="auto" w:fill="auto"/>
          </w:tcPr>
          <w:p w:rsidR="00936CBC" w:rsidRPr="000E7C6D" w:rsidRDefault="00936CBC" w:rsidP="00B141B4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936CBC" w:rsidRPr="000E7C6D" w:rsidTr="000E7C6D">
        <w:tc>
          <w:tcPr>
            <w:tcW w:w="4586" w:type="dxa"/>
            <w:shd w:val="clear" w:color="auto" w:fill="auto"/>
          </w:tcPr>
          <w:p w:rsidR="00936CBC" w:rsidRPr="000E7C6D" w:rsidRDefault="00936CBC" w:rsidP="00C37325">
            <w:pPr>
              <w:rPr>
                <w:b/>
                <w:sz w:val="20"/>
                <w:szCs w:val="20"/>
              </w:rPr>
            </w:pPr>
            <w:r w:rsidRPr="000E7C6D">
              <w:rPr>
                <w:b/>
                <w:sz w:val="20"/>
                <w:szCs w:val="20"/>
              </w:rPr>
              <w:t>Poetry Jump-Up: An Anthology of Black Poetry</w:t>
            </w:r>
          </w:p>
        </w:tc>
        <w:tc>
          <w:tcPr>
            <w:tcW w:w="3035" w:type="dxa"/>
            <w:vMerge/>
            <w:shd w:val="clear" w:color="auto" w:fill="auto"/>
          </w:tcPr>
          <w:p w:rsidR="00936CBC" w:rsidRPr="000E7C6D" w:rsidRDefault="00936CBC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1621" w:type="dxa"/>
            <w:shd w:val="clear" w:color="auto" w:fill="auto"/>
          </w:tcPr>
          <w:p w:rsidR="00936CBC" w:rsidRPr="000E7C6D" w:rsidRDefault="00936CBC" w:rsidP="00B141B4">
            <w:pPr>
              <w:jc w:val="center"/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b/>
                <w:sz w:val="20"/>
                <w:szCs w:val="20"/>
                <w:lang w:eastAsia="en-GB"/>
              </w:rPr>
              <w:t>Y</w:t>
            </w:r>
          </w:p>
        </w:tc>
      </w:tr>
      <w:tr w:rsidR="00F91271" w:rsidRPr="000E7C6D" w:rsidTr="000E7C6D">
        <w:tc>
          <w:tcPr>
            <w:tcW w:w="4586" w:type="dxa"/>
            <w:tcBorders>
              <w:bottom w:val="single" w:sz="4" w:space="0" w:color="auto"/>
            </w:tcBorders>
            <w:shd w:val="clear" w:color="auto" w:fill="auto"/>
          </w:tcPr>
          <w:p w:rsidR="00F91271" w:rsidRPr="000E7C6D" w:rsidRDefault="00C37325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The Puffin Book of Nonsense Verse</w:t>
            </w:r>
          </w:p>
        </w:tc>
        <w:tc>
          <w:tcPr>
            <w:tcW w:w="3035" w:type="dxa"/>
            <w:tcBorders>
              <w:bottom w:val="single" w:sz="4" w:space="0" w:color="auto"/>
            </w:tcBorders>
            <w:shd w:val="clear" w:color="auto" w:fill="auto"/>
          </w:tcPr>
          <w:p w:rsidR="00F91271" w:rsidRPr="000E7C6D" w:rsidRDefault="00C37325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sz w:val="20"/>
                <w:szCs w:val="20"/>
                <w:lang w:eastAsia="en-GB"/>
              </w:rPr>
              <w:t>Quentin Blake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shd w:val="clear" w:color="auto" w:fill="auto"/>
          </w:tcPr>
          <w:p w:rsidR="00F91271" w:rsidRPr="000E7C6D" w:rsidRDefault="00C37325" w:rsidP="00B141B4">
            <w:pPr>
              <w:jc w:val="center"/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b/>
                <w:sz w:val="20"/>
                <w:szCs w:val="20"/>
                <w:lang w:eastAsia="en-GB"/>
              </w:rPr>
              <w:t>Y</w:t>
            </w:r>
          </w:p>
        </w:tc>
      </w:tr>
      <w:tr w:rsidR="00936CBC" w:rsidRPr="000E7C6D" w:rsidTr="000E7C6D">
        <w:tc>
          <w:tcPr>
            <w:tcW w:w="4586" w:type="dxa"/>
            <w:shd w:val="clear" w:color="auto" w:fill="auto"/>
          </w:tcPr>
          <w:p w:rsidR="00936CBC" w:rsidRPr="000E7C6D" w:rsidRDefault="00936CBC" w:rsidP="00C37325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Big Bad Raps (Fairytale Raps)</w:t>
            </w:r>
          </w:p>
        </w:tc>
        <w:tc>
          <w:tcPr>
            <w:tcW w:w="3035" w:type="dxa"/>
            <w:vMerge w:val="restart"/>
            <w:shd w:val="clear" w:color="auto" w:fill="auto"/>
          </w:tcPr>
          <w:p w:rsidR="00936CBC" w:rsidRPr="000E7C6D" w:rsidRDefault="00936CBC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sz w:val="20"/>
                <w:szCs w:val="20"/>
                <w:lang w:eastAsia="en-GB"/>
              </w:rPr>
              <w:t>Tony Mitton</w:t>
            </w:r>
          </w:p>
        </w:tc>
        <w:tc>
          <w:tcPr>
            <w:tcW w:w="1621" w:type="dxa"/>
            <w:shd w:val="clear" w:color="auto" w:fill="auto"/>
          </w:tcPr>
          <w:p w:rsidR="00936CBC" w:rsidRPr="000E7C6D" w:rsidRDefault="00936CBC" w:rsidP="00B141B4">
            <w:pPr>
              <w:jc w:val="center"/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b/>
                <w:sz w:val="20"/>
                <w:szCs w:val="20"/>
                <w:lang w:eastAsia="en-GB"/>
              </w:rPr>
              <w:t>Y</w:t>
            </w:r>
          </w:p>
        </w:tc>
      </w:tr>
      <w:tr w:rsidR="00936CBC" w:rsidRPr="000E7C6D" w:rsidTr="000E7C6D">
        <w:tc>
          <w:tcPr>
            <w:tcW w:w="4586" w:type="dxa"/>
            <w:shd w:val="clear" w:color="auto" w:fill="auto"/>
          </w:tcPr>
          <w:p w:rsidR="00936CBC" w:rsidRPr="000E7C6D" w:rsidRDefault="00936CBC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Royal Raps (Fairytale Raps)</w:t>
            </w:r>
          </w:p>
        </w:tc>
        <w:tc>
          <w:tcPr>
            <w:tcW w:w="3035" w:type="dxa"/>
            <w:vMerge/>
            <w:shd w:val="clear" w:color="auto" w:fill="auto"/>
          </w:tcPr>
          <w:p w:rsidR="00936CBC" w:rsidRPr="000E7C6D" w:rsidRDefault="00936CBC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1621" w:type="dxa"/>
            <w:shd w:val="clear" w:color="auto" w:fill="auto"/>
          </w:tcPr>
          <w:p w:rsidR="00936CBC" w:rsidRPr="000E7C6D" w:rsidRDefault="00936CBC" w:rsidP="00B141B4">
            <w:pPr>
              <w:jc w:val="center"/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b/>
                <w:sz w:val="20"/>
                <w:szCs w:val="20"/>
                <w:lang w:eastAsia="en-GB"/>
              </w:rPr>
              <w:t>Y</w:t>
            </w:r>
          </w:p>
        </w:tc>
      </w:tr>
      <w:tr w:rsidR="00613BF0" w:rsidRPr="000E7C6D" w:rsidTr="000E7C6D">
        <w:tc>
          <w:tcPr>
            <w:tcW w:w="4586" w:type="dxa"/>
            <w:tcBorders>
              <w:bottom w:val="single" w:sz="4" w:space="0" w:color="auto"/>
            </w:tcBorders>
            <w:shd w:val="clear" w:color="auto" w:fill="auto"/>
          </w:tcPr>
          <w:p w:rsidR="00613BF0" w:rsidRPr="000E7C6D" w:rsidRDefault="00613BF0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Revolting Rhymes</w:t>
            </w:r>
          </w:p>
        </w:tc>
        <w:tc>
          <w:tcPr>
            <w:tcW w:w="3035" w:type="dxa"/>
            <w:tcBorders>
              <w:bottom w:val="single" w:sz="4" w:space="0" w:color="auto"/>
            </w:tcBorders>
            <w:shd w:val="clear" w:color="auto" w:fill="auto"/>
          </w:tcPr>
          <w:p w:rsidR="00613BF0" w:rsidRPr="000E7C6D" w:rsidRDefault="00613BF0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sz w:val="20"/>
                <w:szCs w:val="20"/>
                <w:lang w:eastAsia="en-GB"/>
              </w:rPr>
              <w:t>Roald Dahl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shd w:val="clear" w:color="auto" w:fill="auto"/>
          </w:tcPr>
          <w:p w:rsidR="00613BF0" w:rsidRPr="000E7C6D" w:rsidRDefault="00613BF0" w:rsidP="00B141B4">
            <w:pPr>
              <w:jc w:val="center"/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b/>
                <w:sz w:val="20"/>
                <w:szCs w:val="20"/>
                <w:lang w:eastAsia="en-GB"/>
              </w:rPr>
              <w:t>Y</w:t>
            </w:r>
          </w:p>
        </w:tc>
      </w:tr>
      <w:tr w:rsidR="002676C4" w:rsidRPr="000E7C6D" w:rsidTr="000E7C6D">
        <w:trPr>
          <w:trHeight w:val="149"/>
        </w:trPr>
        <w:tc>
          <w:tcPr>
            <w:tcW w:w="4586" w:type="dxa"/>
            <w:shd w:val="clear" w:color="auto" w:fill="auto"/>
          </w:tcPr>
          <w:p w:rsidR="002676C4" w:rsidRPr="000E7C6D" w:rsidRDefault="00C37325" w:rsidP="00480F12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I Never Saw a Purple Cow (Nonsense Rhymes)</w:t>
            </w:r>
          </w:p>
        </w:tc>
        <w:tc>
          <w:tcPr>
            <w:tcW w:w="3035" w:type="dxa"/>
            <w:shd w:val="clear" w:color="auto" w:fill="auto"/>
          </w:tcPr>
          <w:p w:rsidR="002676C4" w:rsidRPr="000E7C6D" w:rsidRDefault="00C37325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bCs/>
                <w:sz w:val="20"/>
                <w:szCs w:val="20"/>
                <w:lang w:eastAsia="en-GB"/>
              </w:rPr>
              <w:t>Emma Clark</w:t>
            </w:r>
          </w:p>
        </w:tc>
        <w:tc>
          <w:tcPr>
            <w:tcW w:w="1621" w:type="dxa"/>
            <w:shd w:val="clear" w:color="auto" w:fill="auto"/>
          </w:tcPr>
          <w:p w:rsidR="002676C4" w:rsidRPr="000E7C6D" w:rsidRDefault="00C37325" w:rsidP="00B141B4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CC7E72" w:rsidRPr="000E7C6D" w:rsidTr="000E7C6D">
        <w:trPr>
          <w:trHeight w:val="196"/>
        </w:trPr>
        <w:tc>
          <w:tcPr>
            <w:tcW w:w="4586" w:type="dxa"/>
            <w:tcBorders>
              <w:bottom w:val="single" w:sz="4" w:space="0" w:color="auto"/>
            </w:tcBorders>
            <w:shd w:val="clear" w:color="auto" w:fill="auto"/>
          </w:tcPr>
          <w:p w:rsidR="00CC7E72" w:rsidRPr="000E7C6D" w:rsidRDefault="00C37325" w:rsidP="00480F12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Crack Another Yolk and other Word Play Poems</w:t>
            </w:r>
          </w:p>
        </w:tc>
        <w:tc>
          <w:tcPr>
            <w:tcW w:w="3035" w:type="dxa"/>
            <w:tcBorders>
              <w:bottom w:val="single" w:sz="4" w:space="0" w:color="auto"/>
            </w:tcBorders>
            <w:shd w:val="clear" w:color="auto" w:fill="auto"/>
          </w:tcPr>
          <w:p w:rsidR="00CC7E72" w:rsidRPr="000E7C6D" w:rsidRDefault="00C37325" w:rsidP="00CC7E72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sz w:val="20"/>
                <w:szCs w:val="20"/>
                <w:lang w:eastAsia="en-GB"/>
              </w:rPr>
              <w:t>John Foster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shd w:val="clear" w:color="auto" w:fill="auto"/>
          </w:tcPr>
          <w:p w:rsidR="00CC7E72" w:rsidRPr="000E7C6D" w:rsidRDefault="00C37325" w:rsidP="00B141B4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0E7C6D" w:rsidRPr="000E7C6D" w:rsidTr="000E7C6D">
        <w:trPr>
          <w:trHeight w:val="195"/>
        </w:trPr>
        <w:tc>
          <w:tcPr>
            <w:tcW w:w="4586" w:type="dxa"/>
            <w:shd w:val="clear" w:color="auto" w:fill="auto"/>
          </w:tcPr>
          <w:p w:rsidR="000E7C6D" w:rsidRPr="000E7C6D" w:rsidRDefault="000E7C6D" w:rsidP="00480F12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Have You Seen Who's Just Moved in Next Door to Us? (PB)</w:t>
            </w:r>
          </w:p>
        </w:tc>
        <w:tc>
          <w:tcPr>
            <w:tcW w:w="3035" w:type="dxa"/>
            <w:vMerge w:val="restart"/>
            <w:shd w:val="clear" w:color="auto" w:fill="auto"/>
          </w:tcPr>
          <w:p w:rsidR="000E7C6D" w:rsidRPr="000E7C6D" w:rsidRDefault="000E7C6D" w:rsidP="00CC7E72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sz w:val="20"/>
                <w:szCs w:val="20"/>
                <w:lang w:eastAsia="en-GB"/>
              </w:rPr>
              <w:t>Colin McNaughton</w:t>
            </w:r>
          </w:p>
          <w:p w:rsidR="000E7C6D" w:rsidRPr="000E7C6D" w:rsidRDefault="000E7C6D" w:rsidP="00CC7E72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1621" w:type="dxa"/>
            <w:shd w:val="clear" w:color="auto" w:fill="auto"/>
          </w:tcPr>
          <w:p w:rsidR="000E7C6D" w:rsidRPr="000E7C6D" w:rsidRDefault="000E7C6D" w:rsidP="00B141B4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0E7C6D" w:rsidRPr="000E7C6D" w:rsidTr="000E7C6D">
        <w:trPr>
          <w:trHeight w:val="195"/>
        </w:trPr>
        <w:tc>
          <w:tcPr>
            <w:tcW w:w="4586" w:type="dxa"/>
            <w:shd w:val="clear" w:color="auto" w:fill="auto"/>
          </w:tcPr>
          <w:p w:rsidR="000E7C6D" w:rsidRPr="000E7C6D" w:rsidRDefault="000E7C6D" w:rsidP="00480F12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There’s an Awful Lot of Weirdos in our Neighbourhood (PB)</w:t>
            </w:r>
          </w:p>
        </w:tc>
        <w:tc>
          <w:tcPr>
            <w:tcW w:w="3035" w:type="dxa"/>
            <w:vMerge/>
            <w:shd w:val="clear" w:color="auto" w:fill="auto"/>
          </w:tcPr>
          <w:p w:rsidR="000E7C6D" w:rsidRPr="000E7C6D" w:rsidRDefault="000E7C6D" w:rsidP="00CC7E72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1621" w:type="dxa"/>
            <w:shd w:val="clear" w:color="auto" w:fill="auto"/>
          </w:tcPr>
          <w:p w:rsidR="000E7C6D" w:rsidRPr="000E7C6D" w:rsidRDefault="000E7C6D" w:rsidP="00B141B4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CC7E72" w:rsidRPr="000E7C6D" w:rsidTr="000E7C6D">
        <w:trPr>
          <w:trHeight w:val="173"/>
        </w:trPr>
        <w:tc>
          <w:tcPr>
            <w:tcW w:w="4586" w:type="dxa"/>
            <w:tcBorders>
              <w:bottom w:val="single" w:sz="4" w:space="0" w:color="auto"/>
            </w:tcBorders>
            <w:shd w:val="clear" w:color="auto" w:fill="auto"/>
          </w:tcPr>
          <w:p w:rsidR="00CC7E72" w:rsidRPr="000E7C6D" w:rsidRDefault="00C37325" w:rsidP="00CC7E72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Funky Chickens</w:t>
            </w:r>
          </w:p>
        </w:tc>
        <w:tc>
          <w:tcPr>
            <w:tcW w:w="3035" w:type="dxa"/>
            <w:tcBorders>
              <w:bottom w:val="single" w:sz="4" w:space="0" w:color="auto"/>
            </w:tcBorders>
            <w:shd w:val="clear" w:color="auto" w:fill="auto"/>
          </w:tcPr>
          <w:p w:rsidR="00CC7E72" w:rsidRPr="000E7C6D" w:rsidRDefault="00C37325" w:rsidP="00C37325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sz w:val="20"/>
                <w:szCs w:val="20"/>
                <w:lang w:eastAsia="en-GB"/>
              </w:rPr>
              <w:t>Benjamin Zephaniah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shd w:val="clear" w:color="auto" w:fill="auto"/>
          </w:tcPr>
          <w:p w:rsidR="00CC7E72" w:rsidRPr="000E7C6D" w:rsidRDefault="00613BF0" w:rsidP="00B141B4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2676C4" w:rsidRPr="000E7C6D" w:rsidTr="000E7C6D">
        <w:trPr>
          <w:trHeight w:val="230"/>
        </w:trPr>
        <w:tc>
          <w:tcPr>
            <w:tcW w:w="4586" w:type="dxa"/>
            <w:shd w:val="clear" w:color="auto" w:fill="auto"/>
          </w:tcPr>
          <w:p w:rsidR="002676C4" w:rsidRPr="000E7C6D" w:rsidRDefault="00613BF0" w:rsidP="00613BF0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Cool Melons-Turn to Frogs!</w:t>
            </w:r>
            <w:r w:rsidRPr="000E7C6D">
              <w:rPr>
                <w:sz w:val="20"/>
                <w:szCs w:val="20"/>
              </w:rPr>
              <w:t xml:space="preserve"> </w:t>
            </w:r>
            <w:r w:rsidRPr="000E7C6D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The Life and Poems of Issa  (Haiku)</w:t>
            </w:r>
          </w:p>
        </w:tc>
        <w:tc>
          <w:tcPr>
            <w:tcW w:w="3035" w:type="dxa"/>
            <w:shd w:val="clear" w:color="auto" w:fill="auto"/>
          </w:tcPr>
          <w:p w:rsidR="002676C4" w:rsidRPr="000E7C6D" w:rsidRDefault="00613BF0" w:rsidP="00613BF0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bCs/>
                <w:sz w:val="20"/>
                <w:szCs w:val="20"/>
                <w:lang w:eastAsia="en-GB"/>
              </w:rPr>
              <w:t>Matthew Gollub/Kazuko G. Stone</w:t>
            </w:r>
          </w:p>
        </w:tc>
        <w:tc>
          <w:tcPr>
            <w:tcW w:w="1621" w:type="dxa"/>
            <w:shd w:val="clear" w:color="auto" w:fill="auto"/>
          </w:tcPr>
          <w:p w:rsidR="002676C4" w:rsidRPr="000E7C6D" w:rsidRDefault="00613BF0" w:rsidP="00B141B4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F96525" w:rsidRPr="000E7C6D" w:rsidTr="000E7C6D">
        <w:trPr>
          <w:trHeight w:val="230"/>
        </w:trPr>
        <w:tc>
          <w:tcPr>
            <w:tcW w:w="4586" w:type="dxa"/>
            <w:tcBorders>
              <w:bottom w:val="single" w:sz="4" w:space="0" w:color="auto"/>
            </w:tcBorders>
            <w:shd w:val="clear" w:color="auto" w:fill="auto"/>
          </w:tcPr>
          <w:p w:rsidR="00F96525" w:rsidRPr="000E7C6D" w:rsidRDefault="00613BF0" w:rsidP="00480F12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Spring: A Haiku Story</w:t>
            </w:r>
          </w:p>
        </w:tc>
        <w:tc>
          <w:tcPr>
            <w:tcW w:w="3035" w:type="dxa"/>
            <w:tcBorders>
              <w:bottom w:val="single" w:sz="4" w:space="0" w:color="auto"/>
            </w:tcBorders>
            <w:shd w:val="clear" w:color="auto" w:fill="auto"/>
          </w:tcPr>
          <w:p w:rsidR="00F96525" w:rsidRPr="000E7C6D" w:rsidRDefault="00613BF0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bCs/>
                <w:sz w:val="20"/>
                <w:szCs w:val="20"/>
                <w:lang w:eastAsia="en-GB"/>
              </w:rPr>
              <w:t>George Shannon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shd w:val="clear" w:color="auto" w:fill="auto"/>
          </w:tcPr>
          <w:p w:rsidR="00F96525" w:rsidRPr="000E7C6D" w:rsidRDefault="00613BF0" w:rsidP="00B141B4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F96525" w:rsidRPr="000E7C6D" w:rsidTr="000E7C6D">
        <w:trPr>
          <w:trHeight w:val="230"/>
        </w:trPr>
        <w:tc>
          <w:tcPr>
            <w:tcW w:w="4586" w:type="dxa"/>
            <w:shd w:val="clear" w:color="auto" w:fill="auto"/>
          </w:tcPr>
          <w:p w:rsidR="00F96525" w:rsidRPr="000E7C6D" w:rsidRDefault="00613BF0" w:rsidP="00480F12">
            <w:pPr>
              <w:rPr>
                <w:rFonts w:eastAsia="Times New Roman" w:cs="Arial"/>
                <w:b/>
                <w:bCs/>
                <w:color w:val="FF0000"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 xml:space="preserve">Cautionary Verses </w:t>
            </w:r>
          </w:p>
        </w:tc>
        <w:tc>
          <w:tcPr>
            <w:tcW w:w="3035" w:type="dxa"/>
            <w:shd w:val="clear" w:color="auto" w:fill="auto"/>
          </w:tcPr>
          <w:p w:rsidR="00F96525" w:rsidRPr="000E7C6D" w:rsidRDefault="00613BF0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bCs/>
                <w:sz w:val="20"/>
                <w:szCs w:val="20"/>
                <w:lang w:eastAsia="en-GB"/>
              </w:rPr>
              <w:t>Hilaire Belloc</w:t>
            </w:r>
          </w:p>
        </w:tc>
        <w:tc>
          <w:tcPr>
            <w:tcW w:w="1621" w:type="dxa"/>
            <w:shd w:val="clear" w:color="auto" w:fill="auto"/>
          </w:tcPr>
          <w:p w:rsidR="00F96525" w:rsidRPr="000E7C6D" w:rsidRDefault="00613BF0" w:rsidP="00B141B4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CC7E72" w:rsidRPr="000E7C6D" w:rsidTr="000E7C6D">
        <w:trPr>
          <w:trHeight w:val="127"/>
        </w:trPr>
        <w:tc>
          <w:tcPr>
            <w:tcW w:w="4586" w:type="dxa"/>
            <w:shd w:val="clear" w:color="auto" w:fill="auto"/>
          </w:tcPr>
          <w:p w:rsidR="00CC7E72" w:rsidRPr="000E7C6D" w:rsidRDefault="00613BF0" w:rsidP="00613BF0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Jim Who Ran Away From his Nurse and Was Eaten by a Lion (PB)</w:t>
            </w:r>
          </w:p>
        </w:tc>
        <w:tc>
          <w:tcPr>
            <w:tcW w:w="3035" w:type="dxa"/>
            <w:shd w:val="clear" w:color="auto" w:fill="auto"/>
          </w:tcPr>
          <w:p w:rsidR="00CC7E72" w:rsidRPr="000E7C6D" w:rsidRDefault="00936CBC" w:rsidP="00CC7E72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en-GB"/>
              </w:rPr>
              <w:t>Hilaire Belloc/Min</w:t>
            </w:r>
            <w:r w:rsidR="00613BF0" w:rsidRPr="000E7C6D">
              <w:rPr>
                <w:rFonts w:eastAsia="Times New Roman" w:cs="Arial"/>
                <w:bCs/>
                <w:sz w:val="20"/>
                <w:szCs w:val="20"/>
                <w:lang w:eastAsia="en-GB"/>
              </w:rPr>
              <w:t>i Grey</w:t>
            </w:r>
          </w:p>
        </w:tc>
        <w:tc>
          <w:tcPr>
            <w:tcW w:w="1621" w:type="dxa"/>
            <w:shd w:val="clear" w:color="auto" w:fill="auto"/>
          </w:tcPr>
          <w:p w:rsidR="00CC7E72" w:rsidRPr="000E7C6D" w:rsidRDefault="00613BF0" w:rsidP="00B141B4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863132" w:rsidRPr="000E7C6D" w:rsidTr="000E7C6D">
        <w:tc>
          <w:tcPr>
            <w:tcW w:w="4586" w:type="dxa"/>
            <w:tcBorders>
              <w:bottom w:val="single" w:sz="4" w:space="0" w:color="auto"/>
            </w:tcBorders>
            <w:shd w:val="clear" w:color="auto" w:fill="auto"/>
          </w:tcPr>
          <w:p w:rsidR="00863132" w:rsidRPr="000E7C6D" w:rsidRDefault="00863132" w:rsidP="00863132">
            <w:pPr>
              <w:rPr>
                <w:sz w:val="20"/>
                <w:szCs w:val="20"/>
              </w:rPr>
            </w:pPr>
            <w:r w:rsidRPr="000E7C6D">
              <w:rPr>
                <w:sz w:val="20"/>
                <w:szCs w:val="20"/>
              </w:rPr>
              <w:t>This Poem Doesn’t Rhyme</w:t>
            </w:r>
          </w:p>
        </w:tc>
        <w:tc>
          <w:tcPr>
            <w:tcW w:w="3035" w:type="dxa"/>
            <w:tcBorders>
              <w:bottom w:val="single" w:sz="4" w:space="0" w:color="auto"/>
            </w:tcBorders>
            <w:shd w:val="clear" w:color="auto" w:fill="auto"/>
          </w:tcPr>
          <w:p w:rsidR="00863132" w:rsidRPr="000E7C6D" w:rsidRDefault="00863132" w:rsidP="0023474F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bCs/>
                <w:sz w:val="20"/>
                <w:szCs w:val="20"/>
                <w:lang w:eastAsia="en-GB"/>
              </w:rPr>
              <w:t>Gerard Benson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shd w:val="clear" w:color="auto" w:fill="auto"/>
          </w:tcPr>
          <w:p w:rsidR="00863132" w:rsidRPr="000E7C6D" w:rsidRDefault="00863132" w:rsidP="00B141B4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E7C6D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863132" w:rsidRPr="000E7C6D" w:rsidTr="000E7C6D">
        <w:tc>
          <w:tcPr>
            <w:tcW w:w="4586" w:type="dxa"/>
            <w:shd w:val="clear" w:color="auto" w:fill="auto"/>
          </w:tcPr>
          <w:p w:rsidR="00863132" w:rsidRPr="000E7C6D" w:rsidRDefault="00863132" w:rsidP="00863132">
            <w:pPr>
              <w:rPr>
                <w:sz w:val="20"/>
                <w:szCs w:val="20"/>
              </w:rPr>
            </w:pPr>
            <w:r w:rsidRPr="000E7C6D">
              <w:rPr>
                <w:sz w:val="20"/>
                <w:szCs w:val="20"/>
              </w:rPr>
              <w:t>The Sun is Laughing</w:t>
            </w:r>
          </w:p>
        </w:tc>
        <w:tc>
          <w:tcPr>
            <w:tcW w:w="3035" w:type="dxa"/>
            <w:shd w:val="clear" w:color="auto" w:fill="auto"/>
          </w:tcPr>
          <w:p w:rsidR="00863132" w:rsidRPr="000E7C6D" w:rsidRDefault="00863132" w:rsidP="00480F12">
            <w:pPr>
              <w:rPr>
                <w:rFonts w:cs="Arial"/>
                <w:sz w:val="20"/>
                <w:szCs w:val="20"/>
              </w:rPr>
            </w:pPr>
            <w:r w:rsidRPr="000E7C6D">
              <w:rPr>
                <w:rFonts w:cs="Arial"/>
                <w:sz w:val="20"/>
                <w:szCs w:val="20"/>
              </w:rPr>
              <w:t>Sue Ellis (ed.)</w:t>
            </w:r>
          </w:p>
        </w:tc>
        <w:tc>
          <w:tcPr>
            <w:tcW w:w="1621" w:type="dxa"/>
            <w:shd w:val="clear" w:color="auto" w:fill="auto"/>
          </w:tcPr>
          <w:p w:rsidR="00863132" w:rsidRPr="000E7C6D" w:rsidRDefault="00863132" w:rsidP="00B141B4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E7C6D">
              <w:rPr>
                <w:rFonts w:cs="Arial"/>
                <w:b/>
                <w:sz w:val="20"/>
                <w:szCs w:val="20"/>
              </w:rPr>
              <w:t>Y</w:t>
            </w:r>
          </w:p>
        </w:tc>
      </w:tr>
      <w:tr w:rsidR="00863132" w:rsidRPr="000E7C6D" w:rsidTr="000E7C6D">
        <w:tc>
          <w:tcPr>
            <w:tcW w:w="4586" w:type="dxa"/>
            <w:tcBorders>
              <w:bottom w:val="single" w:sz="4" w:space="0" w:color="auto"/>
            </w:tcBorders>
            <w:shd w:val="clear" w:color="auto" w:fill="auto"/>
          </w:tcPr>
          <w:p w:rsidR="00863132" w:rsidRPr="000E7C6D" w:rsidRDefault="00863132" w:rsidP="00863132">
            <w:pPr>
              <w:rPr>
                <w:sz w:val="20"/>
                <w:szCs w:val="20"/>
              </w:rPr>
            </w:pPr>
            <w:r w:rsidRPr="000E7C6D">
              <w:rPr>
                <w:sz w:val="20"/>
                <w:szCs w:val="20"/>
              </w:rPr>
              <w:t>A Nest Full of Stars</w:t>
            </w:r>
          </w:p>
        </w:tc>
        <w:tc>
          <w:tcPr>
            <w:tcW w:w="3035" w:type="dxa"/>
            <w:tcBorders>
              <w:bottom w:val="single" w:sz="4" w:space="0" w:color="auto"/>
            </w:tcBorders>
            <w:shd w:val="clear" w:color="auto" w:fill="auto"/>
          </w:tcPr>
          <w:p w:rsidR="00863132" w:rsidRPr="000E7C6D" w:rsidRDefault="00863132">
            <w:pPr>
              <w:rPr>
                <w:rFonts w:cs="Arial"/>
                <w:sz w:val="20"/>
                <w:szCs w:val="20"/>
              </w:rPr>
            </w:pPr>
            <w:r w:rsidRPr="000E7C6D">
              <w:rPr>
                <w:rFonts w:cs="Arial"/>
                <w:sz w:val="20"/>
                <w:szCs w:val="20"/>
              </w:rPr>
              <w:t>James Berry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shd w:val="clear" w:color="auto" w:fill="auto"/>
          </w:tcPr>
          <w:p w:rsidR="00863132" w:rsidRPr="000E7C6D" w:rsidRDefault="00863132" w:rsidP="00B141B4">
            <w:pPr>
              <w:jc w:val="center"/>
              <w:rPr>
                <w:rFonts w:cs="Arial"/>
                <w:sz w:val="20"/>
                <w:szCs w:val="20"/>
              </w:rPr>
            </w:pPr>
            <w:r w:rsidRPr="000E7C6D">
              <w:rPr>
                <w:rFonts w:cs="Arial"/>
                <w:sz w:val="20"/>
                <w:szCs w:val="20"/>
              </w:rPr>
              <w:t>Y</w:t>
            </w:r>
          </w:p>
        </w:tc>
      </w:tr>
      <w:tr w:rsidR="002676C4" w:rsidRPr="000E7C6D" w:rsidTr="000E7C6D">
        <w:trPr>
          <w:trHeight w:val="185"/>
        </w:trPr>
        <w:tc>
          <w:tcPr>
            <w:tcW w:w="4586" w:type="dxa"/>
            <w:shd w:val="clear" w:color="auto" w:fill="auto"/>
          </w:tcPr>
          <w:p w:rsidR="002676C4" w:rsidRPr="000E7C6D" w:rsidRDefault="00863132" w:rsidP="00E702B2">
            <w:pPr>
              <w:rPr>
                <w:rFonts w:cs="Arial"/>
                <w:b/>
                <w:sz w:val="20"/>
                <w:szCs w:val="20"/>
              </w:rPr>
            </w:pPr>
            <w:r w:rsidRPr="000E7C6D">
              <w:rPr>
                <w:rFonts w:cs="Arial"/>
                <w:b/>
                <w:sz w:val="20"/>
                <w:szCs w:val="20"/>
              </w:rPr>
              <w:t>Hot Like Fire</w:t>
            </w:r>
          </w:p>
        </w:tc>
        <w:tc>
          <w:tcPr>
            <w:tcW w:w="3035" w:type="dxa"/>
            <w:shd w:val="clear" w:color="auto" w:fill="auto"/>
          </w:tcPr>
          <w:p w:rsidR="002676C4" w:rsidRPr="000E7C6D" w:rsidRDefault="00863132" w:rsidP="00480F12">
            <w:pPr>
              <w:rPr>
                <w:rFonts w:cs="Arial"/>
                <w:sz w:val="20"/>
                <w:szCs w:val="20"/>
              </w:rPr>
            </w:pPr>
            <w:r w:rsidRPr="000E7C6D">
              <w:rPr>
                <w:rFonts w:cs="Arial"/>
                <w:sz w:val="20"/>
                <w:szCs w:val="20"/>
              </w:rPr>
              <w:t>Valerie Bloom</w:t>
            </w:r>
          </w:p>
        </w:tc>
        <w:tc>
          <w:tcPr>
            <w:tcW w:w="1621" w:type="dxa"/>
            <w:shd w:val="clear" w:color="auto" w:fill="auto"/>
          </w:tcPr>
          <w:p w:rsidR="002676C4" w:rsidRPr="000E7C6D" w:rsidRDefault="00863132" w:rsidP="00B141B4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E7C6D">
              <w:rPr>
                <w:rFonts w:cs="Arial"/>
                <w:b/>
                <w:sz w:val="20"/>
                <w:szCs w:val="20"/>
              </w:rPr>
              <w:t>Y</w:t>
            </w:r>
          </w:p>
        </w:tc>
      </w:tr>
      <w:tr w:rsidR="00CC7E72" w:rsidRPr="000E7C6D" w:rsidTr="000E7C6D">
        <w:trPr>
          <w:trHeight w:val="184"/>
        </w:trPr>
        <w:tc>
          <w:tcPr>
            <w:tcW w:w="4586" w:type="dxa"/>
            <w:tcBorders>
              <w:bottom w:val="single" w:sz="4" w:space="0" w:color="auto"/>
            </w:tcBorders>
            <w:shd w:val="clear" w:color="auto" w:fill="auto"/>
          </w:tcPr>
          <w:p w:rsidR="00CC7E72" w:rsidRPr="000E7C6D" w:rsidRDefault="00863132" w:rsidP="00E702B2">
            <w:pPr>
              <w:rPr>
                <w:rFonts w:cs="Arial"/>
                <w:b/>
                <w:sz w:val="20"/>
                <w:szCs w:val="20"/>
              </w:rPr>
            </w:pPr>
            <w:r w:rsidRPr="000E7C6D">
              <w:rPr>
                <w:rFonts w:cs="Arial"/>
                <w:b/>
                <w:sz w:val="20"/>
                <w:szCs w:val="20"/>
              </w:rPr>
              <w:lastRenderedPageBreak/>
              <w:t>Out and About Through the Year</w:t>
            </w:r>
          </w:p>
        </w:tc>
        <w:tc>
          <w:tcPr>
            <w:tcW w:w="3035" w:type="dxa"/>
            <w:tcBorders>
              <w:bottom w:val="single" w:sz="4" w:space="0" w:color="auto"/>
            </w:tcBorders>
            <w:shd w:val="clear" w:color="auto" w:fill="auto"/>
          </w:tcPr>
          <w:p w:rsidR="00CC7E72" w:rsidRPr="000E7C6D" w:rsidRDefault="00863132" w:rsidP="00480F12">
            <w:pPr>
              <w:rPr>
                <w:rFonts w:cs="Arial"/>
                <w:sz w:val="20"/>
                <w:szCs w:val="20"/>
              </w:rPr>
            </w:pPr>
            <w:r w:rsidRPr="000E7C6D">
              <w:rPr>
                <w:rFonts w:cs="Arial"/>
                <w:sz w:val="20"/>
                <w:szCs w:val="20"/>
              </w:rPr>
              <w:t>Shirley Hughes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shd w:val="clear" w:color="auto" w:fill="auto"/>
          </w:tcPr>
          <w:p w:rsidR="00CC7E72" w:rsidRPr="000E7C6D" w:rsidRDefault="00863132" w:rsidP="00B141B4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E7C6D">
              <w:rPr>
                <w:rFonts w:cs="Arial"/>
                <w:b/>
                <w:sz w:val="20"/>
                <w:szCs w:val="20"/>
              </w:rPr>
              <w:t>Y</w:t>
            </w:r>
          </w:p>
        </w:tc>
      </w:tr>
      <w:tr w:rsidR="002676C4" w:rsidRPr="000E7C6D" w:rsidTr="000E7C6D">
        <w:trPr>
          <w:trHeight w:val="150"/>
        </w:trPr>
        <w:tc>
          <w:tcPr>
            <w:tcW w:w="4586" w:type="dxa"/>
            <w:shd w:val="clear" w:color="auto" w:fill="auto"/>
          </w:tcPr>
          <w:p w:rsidR="002676C4" w:rsidRPr="000E7C6D" w:rsidRDefault="00863132" w:rsidP="007A6363">
            <w:pPr>
              <w:rPr>
                <w:rFonts w:cs="Arial"/>
                <w:b/>
                <w:sz w:val="20"/>
                <w:szCs w:val="20"/>
              </w:rPr>
            </w:pPr>
            <w:r w:rsidRPr="000E7C6D">
              <w:rPr>
                <w:rFonts w:cs="Arial"/>
                <w:b/>
                <w:sz w:val="20"/>
                <w:szCs w:val="20"/>
              </w:rPr>
              <w:t>Madtail, Miniwhale and other Shape Poems</w:t>
            </w:r>
          </w:p>
        </w:tc>
        <w:tc>
          <w:tcPr>
            <w:tcW w:w="3035" w:type="dxa"/>
            <w:shd w:val="clear" w:color="auto" w:fill="auto"/>
          </w:tcPr>
          <w:p w:rsidR="002676C4" w:rsidRPr="000E7C6D" w:rsidRDefault="00863132" w:rsidP="00480F12">
            <w:pPr>
              <w:rPr>
                <w:rFonts w:cs="Arial"/>
                <w:sz w:val="20"/>
                <w:szCs w:val="20"/>
              </w:rPr>
            </w:pPr>
            <w:r w:rsidRPr="000E7C6D">
              <w:rPr>
                <w:rFonts w:cs="Arial"/>
                <w:sz w:val="20"/>
                <w:szCs w:val="20"/>
              </w:rPr>
              <w:t>Wes Magee</w:t>
            </w:r>
          </w:p>
        </w:tc>
        <w:tc>
          <w:tcPr>
            <w:tcW w:w="1621" w:type="dxa"/>
            <w:shd w:val="clear" w:color="auto" w:fill="auto"/>
          </w:tcPr>
          <w:p w:rsidR="002676C4" w:rsidRPr="000E7C6D" w:rsidRDefault="00863132" w:rsidP="00B141B4">
            <w:pPr>
              <w:jc w:val="center"/>
              <w:rPr>
                <w:rFonts w:cs="Arial"/>
                <w:sz w:val="20"/>
                <w:szCs w:val="20"/>
              </w:rPr>
            </w:pPr>
            <w:r w:rsidRPr="000E7C6D">
              <w:rPr>
                <w:rFonts w:cs="Arial"/>
                <w:sz w:val="20"/>
                <w:szCs w:val="20"/>
              </w:rPr>
              <w:t>Y</w:t>
            </w:r>
          </w:p>
        </w:tc>
      </w:tr>
      <w:tr w:rsidR="00CC7E72" w:rsidRPr="000E7C6D" w:rsidTr="000E7C6D">
        <w:trPr>
          <w:trHeight w:val="219"/>
        </w:trPr>
        <w:tc>
          <w:tcPr>
            <w:tcW w:w="4586" w:type="dxa"/>
            <w:tcBorders>
              <w:bottom w:val="single" w:sz="4" w:space="0" w:color="auto"/>
            </w:tcBorders>
            <w:shd w:val="clear" w:color="auto" w:fill="auto"/>
          </w:tcPr>
          <w:p w:rsidR="00CC7E72" w:rsidRPr="000E7C6D" w:rsidRDefault="00863132" w:rsidP="00F05508">
            <w:pPr>
              <w:rPr>
                <w:rFonts w:cs="Arial"/>
                <w:b/>
                <w:sz w:val="20"/>
                <w:szCs w:val="20"/>
              </w:rPr>
            </w:pPr>
            <w:r w:rsidRPr="000E7C6D">
              <w:rPr>
                <w:rFonts w:cs="Arial"/>
                <w:b/>
                <w:color w:val="FF0000"/>
                <w:sz w:val="20"/>
                <w:szCs w:val="20"/>
              </w:rPr>
              <w:t>Even My Ears Are Smiling</w:t>
            </w:r>
          </w:p>
        </w:tc>
        <w:tc>
          <w:tcPr>
            <w:tcW w:w="3035" w:type="dxa"/>
            <w:tcBorders>
              <w:bottom w:val="single" w:sz="4" w:space="0" w:color="auto"/>
            </w:tcBorders>
            <w:shd w:val="clear" w:color="auto" w:fill="auto"/>
          </w:tcPr>
          <w:p w:rsidR="00CC7E72" w:rsidRPr="000E7C6D" w:rsidRDefault="00863132" w:rsidP="00480F12">
            <w:pPr>
              <w:rPr>
                <w:rFonts w:cs="Arial"/>
                <w:sz w:val="20"/>
                <w:szCs w:val="20"/>
              </w:rPr>
            </w:pPr>
            <w:r w:rsidRPr="000E7C6D">
              <w:rPr>
                <w:rFonts w:cs="Arial"/>
                <w:color w:val="FF0000"/>
                <w:sz w:val="20"/>
                <w:szCs w:val="20"/>
              </w:rPr>
              <w:t>Michael Rosen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shd w:val="clear" w:color="auto" w:fill="auto"/>
          </w:tcPr>
          <w:p w:rsidR="00CC7E72" w:rsidRPr="000E7C6D" w:rsidRDefault="00CC7E72" w:rsidP="00B141B4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2676C4" w:rsidRPr="000E7C6D" w:rsidTr="000E7C6D">
        <w:tc>
          <w:tcPr>
            <w:tcW w:w="4586" w:type="dxa"/>
            <w:shd w:val="clear" w:color="auto" w:fill="auto"/>
          </w:tcPr>
          <w:p w:rsidR="002676C4" w:rsidRPr="000E7C6D" w:rsidRDefault="00863132" w:rsidP="00E702B2">
            <w:pPr>
              <w:rPr>
                <w:rFonts w:cs="Arial"/>
                <w:b/>
                <w:color w:val="FF0000"/>
                <w:sz w:val="20"/>
                <w:szCs w:val="20"/>
              </w:rPr>
            </w:pPr>
            <w:r w:rsidRPr="000E7C6D">
              <w:rPr>
                <w:rFonts w:cs="Arial"/>
                <w:b/>
                <w:color w:val="FF0000"/>
                <w:sz w:val="20"/>
                <w:szCs w:val="20"/>
              </w:rPr>
              <w:t>GRRRR! Dinos, Dragons and Other Beastie Poems</w:t>
            </w:r>
          </w:p>
        </w:tc>
        <w:tc>
          <w:tcPr>
            <w:tcW w:w="3035" w:type="dxa"/>
            <w:shd w:val="clear" w:color="auto" w:fill="auto"/>
          </w:tcPr>
          <w:p w:rsidR="002676C4" w:rsidRPr="000E7C6D" w:rsidRDefault="00863132" w:rsidP="00480F12">
            <w:pPr>
              <w:rPr>
                <w:rFonts w:cs="Arial"/>
                <w:color w:val="FF0000"/>
                <w:sz w:val="20"/>
                <w:szCs w:val="20"/>
              </w:rPr>
            </w:pPr>
            <w:r w:rsidRPr="000E7C6D">
              <w:rPr>
                <w:rFonts w:cs="Arial"/>
                <w:color w:val="FF0000"/>
                <w:sz w:val="20"/>
                <w:szCs w:val="20"/>
              </w:rPr>
              <w:t>James Carter/Graham Denton</w:t>
            </w:r>
          </w:p>
        </w:tc>
        <w:tc>
          <w:tcPr>
            <w:tcW w:w="1621" w:type="dxa"/>
            <w:shd w:val="clear" w:color="auto" w:fill="auto"/>
          </w:tcPr>
          <w:p w:rsidR="002676C4" w:rsidRPr="000E7C6D" w:rsidRDefault="002676C4" w:rsidP="009E0207">
            <w:pPr>
              <w:jc w:val="center"/>
              <w:rPr>
                <w:rFonts w:cs="Arial"/>
                <w:b/>
                <w:color w:val="FF0000"/>
                <w:sz w:val="20"/>
                <w:szCs w:val="20"/>
              </w:rPr>
            </w:pPr>
          </w:p>
        </w:tc>
      </w:tr>
      <w:tr w:rsidR="00936CBC" w:rsidRPr="000E7C6D" w:rsidTr="000E7C6D">
        <w:tc>
          <w:tcPr>
            <w:tcW w:w="4586" w:type="dxa"/>
            <w:shd w:val="clear" w:color="auto" w:fill="auto"/>
          </w:tcPr>
          <w:p w:rsidR="00936CBC" w:rsidRPr="000E7C6D" w:rsidRDefault="00936CBC" w:rsidP="00613BF0">
            <w:pPr>
              <w:rPr>
                <w:rFonts w:cs="Arial"/>
                <w:b/>
                <w:color w:val="FF0000"/>
                <w:sz w:val="20"/>
                <w:szCs w:val="20"/>
              </w:rPr>
            </w:pPr>
            <w:r w:rsidRPr="000E7C6D">
              <w:rPr>
                <w:rFonts w:cs="Arial"/>
                <w:b/>
                <w:color w:val="FF0000"/>
                <w:sz w:val="20"/>
                <w:szCs w:val="20"/>
              </w:rPr>
              <w:t>The Bee’s Knees</w:t>
            </w:r>
          </w:p>
        </w:tc>
        <w:tc>
          <w:tcPr>
            <w:tcW w:w="3035" w:type="dxa"/>
            <w:vMerge w:val="restart"/>
            <w:shd w:val="clear" w:color="auto" w:fill="auto"/>
          </w:tcPr>
          <w:p w:rsidR="00936CBC" w:rsidRPr="000E7C6D" w:rsidRDefault="00936CBC" w:rsidP="00480F12">
            <w:pPr>
              <w:rPr>
                <w:rFonts w:cs="Arial"/>
                <w:color w:val="FF0000"/>
                <w:sz w:val="20"/>
                <w:szCs w:val="20"/>
              </w:rPr>
            </w:pPr>
            <w:r w:rsidRPr="000E7C6D">
              <w:rPr>
                <w:rFonts w:cs="Arial"/>
                <w:color w:val="FF0000"/>
                <w:sz w:val="20"/>
                <w:szCs w:val="20"/>
              </w:rPr>
              <w:t>Roger McGough</w:t>
            </w:r>
          </w:p>
        </w:tc>
        <w:tc>
          <w:tcPr>
            <w:tcW w:w="1621" w:type="dxa"/>
            <w:shd w:val="clear" w:color="auto" w:fill="auto"/>
          </w:tcPr>
          <w:p w:rsidR="00936CBC" w:rsidRPr="000E7C6D" w:rsidRDefault="00936CBC" w:rsidP="009E0207">
            <w:pPr>
              <w:jc w:val="center"/>
              <w:rPr>
                <w:rFonts w:cs="Arial"/>
                <w:b/>
                <w:color w:val="FF0000"/>
                <w:sz w:val="20"/>
                <w:szCs w:val="20"/>
              </w:rPr>
            </w:pPr>
            <w:r w:rsidRPr="000E7C6D">
              <w:rPr>
                <w:rFonts w:cs="Arial"/>
                <w:b/>
                <w:color w:val="FF0000"/>
                <w:sz w:val="20"/>
                <w:szCs w:val="20"/>
              </w:rPr>
              <w:t>Y</w:t>
            </w:r>
          </w:p>
        </w:tc>
      </w:tr>
      <w:tr w:rsidR="00936CBC" w:rsidRPr="000E7C6D" w:rsidTr="000E7C6D">
        <w:tc>
          <w:tcPr>
            <w:tcW w:w="4586" w:type="dxa"/>
            <w:tcBorders>
              <w:bottom w:val="single" w:sz="4" w:space="0" w:color="auto"/>
            </w:tcBorders>
            <w:shd w:val="clear" w:color="auto" w:fill="auto"/>
          </w:tcPr>
          <w:p w:rsidR="00936CBC" w:rsidRPr="000E7C6D" w:rsidRDefault="00936CBC" w:rsidP="00E702B2">
            <w:pPr>
              <w:rPr>
                <w:rFonts w:cs="Arial"/>
                <w:b/>
                <w:color w:val="FF0000"/>
                <w:sz w:val="20"/>
                <w:szCs w:val="20"/>
              </w:rPr>
            </w:pPr>
            <w:r w:rsidRPr="000E7C6D">
              <w:rPr>
                <w:rFonts w:cs="Arial"/>
                <w:b/>
                <w:color w:val="FF0000"/>
                <w:sz w:val="20"/>
                <w:szCs w:val="20"/>
              </w:rPr>
              <w:t>An Imaginary Menagerie</w:t>
            </w:r>
          </w:p>
        </w:tc>
        <w:tc>
          <w:tcPr>
            <w:tcW w:w="30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36CBC" w:rsidRPr="000E7C6D" w:rsidRDefault="00936CBC" w:rsidP="00480F12">
            <w:pPr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621" w:type="dxa"/>
            <w:tcBorders>
              <w:bottom w:val="single" w:sz="4" w:space="0" w:color="auto"/>
            </w:tcBorders>
            <w:shd w:val="clear" w:color="auto" w:fill="auto"/>
          </w:tcPr>
          <w:p w:rsidR="00936CBC" w:rsidRPr="000E7C6D" w:rsidRDefault="008D0E44" w:rsidP="009E0207">
            <w:pPr>
              <w:jc w:val="center"/>
              <w:rPr>
                <w:rFonts w:cs="Arial"/>
                <w:b/>
                <w:color w:val="FF0000"/>
                <w:sz w:val="20"/>
                <w:szCs w:val="20"/>
              </w:rPr>
            </w:pPr>
            <w:r>
              <w:rPr>
                <w:rFonts w:cs="Arial"/>
                <w:b/>
                <w:color w:val="FF0000"/>
                <w:sz w:val="20"/>
                <w:szCs w:val="20"/>
              </w:rPr>
              <w:t>Y</w:t>
            </w:r>
          </w:p>
        </w:tc>
      </w:tr>
      <w:tr w:rsidR="00AF2C69" w:rsidRPr="000E7C6D" w:rsidTr="000E7C6D">
        <w:tc>
          <w:tcPr>
            <w:tcW w:w="4586" w:type="dxa"/>
            <w:tcBorders>
              <w:bottom w:val="single" w:sz="4" w:space="0" w:color="auto"/>
            </w:tcBorders>
            <w:shd w:val="clear" w:color="auto" w:fill="auto"/>
          </w:tcPr>
          <w:p w:rsidR="00AF2C69" w:rsidRPr="000E7C6D" w:rsidRDefault="00AF2C69" w:rsidP="00AF2C69">
            <w:pPr>
              <w:rPr>
                <w:rFonts w:cs="Arial"/>
                <w:b/>
                <w:color w:val="FF0000"/>
                <w:sz w:val="20"/>
                <w:szCs w:val="20"/>
              </w:rPr>
            </w:pPr>
            <w:r w:rsidRPr="000E7C6D">
              <w:rPr>
                <w:rFonts w:cs="Arial"/>
                <w:b/>
                <w:color w:val="FF0000"/>
                <w:sz w:val="20"/>
                <w:szCs w:val="20"/>
              </w:rPr>
              <w:t>You Tell Me</w:t>
            </w:r>
            <w:r w:rsidRPr="000E7C6D">
              <w:rPr>
                <w:rFonts w:cs="Arial"/>
                <w:b/>
                <w:color w:val="FF0000"/>
                <w:sz w:val="20"/>
                <w:szCs w:val="20"/>
              </w:rPr>
              <w:tab/>
            </w:r>
          </w:p>
        </w:tc>
        <w:tc>
          <w:tcPr>
            <w:tcW w:w="3035" w:type="dxa"/>
            <w:tcBorders>
              <w:bottom w:val="single" w:sz="4" w:space="0" w:color="auto"/>
            </w:tcBorders>
            <w:shd w:val="clear" w:color="auto" w:fill="auto"/>
          </w:tcPr>
          <w:p w:rsidR="00AF2C69" w:rsidRPr="000E7C6D" w:rsidRDefault="00AF2C69" w:rsidP="00480F12">
            <w:pPr>
              <w:rPr>
                <w:rFonts w:cs="Arial"/>
                <w:color w:val="FF0000"/>
                <w:sz w:val="20"/>
                <w:szCs w:val="20"/>
              </w:rPr>
            </w:pPr>
            <w:r w:rsidRPr="000E7C6D">
              <w:rPr>
                <w:rFonts w:cs="Arial"/>
                <w:color w:val="FF0000"/>
                <w:sz w:val="20"/>
                <w:szCs w:val="20"/>
              </w:rPr>
              <w:t xml:space="preserve">Roger McGough and Michael Rosen </w:t>
            </w:r>
            <w:r w:rsidRPr="000E7C6D">
              <w:rPr>
                <w:rFonts w:cs="Arial"/>
                <w:color w:val="FF0000"/>
                <w:sz w:val="20"/>
                <w:szCs w:val="20"/>
              </w:rPr>
              <w:tab/>
            </w:r>
          </w:p>
        </w:tc>
        <w:tc>
          <w:tcPr>
            <w:tcW w:w="1621" w:type="dxa"/>
            <w:tcBorders>
              <w:bottom w:val="single" w:sz="4" w:space="0" w:color="auto"/>
            </w:tcBorders>
            <w:shd w:val="clear" w:color="auto" w:fill="auto"/>
          </w:tcPr>
          <w:p w:rsidR="00AF2C69" w:rsidRPr="000E7C6D" w:rsidRDefault="00AF2C69" w:rsidP="009E0207">
            <w:pPr>
              <w:jc w:val="center"/>
              <w:rPr>
                <w:rFonts w:cs="Arial"/>
                <w:b/>
                <w:color w:val="FF0000"/>
                <w:sz w:val="20"/>
                <w:szCs w:val="20"/>
              </w:rPr>
            </w:pPr>
          </w:p>
        </w:tc>
      </w:tr>
      <w:tr w:rsidR="00F05508" w:rsidRPr="000E7C6D" w:rsidTr="000E7C6D">
        <w:tc>
          <w:tcPr>
            <w:tcW w:w="4586" w:type="dxa"/>
            <w:shd w:val="clear" w:color="auto" w:fill="auto"/>
          </w:tcPr>
          <w:p w:rsidR="00F05508" w:rsidRPr="000E7C6D" w:rsidRDefault="00C37325" w:rsidP="00E702B2">
            <w:pPr>
              <w:rPr>
                <w:rFonts w:cs="Arial"/>
                <w:b/>
                <w:color w:val="FF0000"/>
                <w:sz w:val="20"/>
                <w:szCs w:val="20"/>
              </w:rPr>
            </w:pPr>
            <w:r w:rsidRPr="000E7C6D">
              <w:rPr>
                <w:rFonts w:cs="Arial"/>
                <w:b/>
                <w:color w:val="FF0000"/>
                <w:sz w:val="20"/>
                <w:szCs w:val="20"/>
              </w:rPr>
              <w:t>Werewolf Club Rules</w:t>
            </w:r>
          </w:p>
        </w:tc>
        <w:tc>
          <w:tcPr>
            <w:tcW w:w="3035" w:type="dxa"/>
            <w:shd w:val="clear" w:color="auto" w:fill="auto"/>
          </w:tcPr>
          <w:p w:rsidR="00F05508" w:rsidRPr="000E7C6D" w:rsidRDefault="00C37325" w:rsidP="00F76FF5">
            <w:pPr>
              <w:rPr>
                <w:rFonts w:cs="Arial"/>
                <w:color w:val="FF0000"/>
                <w:sz w:val="20"/>
                <w:szCs w:val="20"/>
              </w:rPr>
            </w:pPr>
            <w:r w:rsidRPr="000E7C6D">
              <w:rPr>
                <w:rFonts w:cs="Arial"/>
                <w:color w:val="FF0000"/>
                <w:sz w:val="20"/>
                <w:szCs w:val="20"/>
              </w:rPr>
              <w:t>Joseph Coelho</w:t>
            </w:r>
          </w:p>
        </w:tc>
        <w:tc>
          <w:tcPr>
            <w:tcW w:w="1621" w:type="dxa"/>
            <w:shd w:val="clear" w:color="auto" w:fill="auto"/>
          </w:tcPr>
          <w:p w:rsidR="00F05508" w:rsidRPr="000E7C6D" w:rsidRDefault="00613BF0" w:rsidP="009E0207">
            <w:pPr>
              <w:jc w:val="center"/>
              <w:rPr>
                <w:rFonts w:cs="Arial"/>
                <w:b/>
                <w:color w:val="FF0000"/>
                <w:sz w:val="20"/>
                <w:szCs w:val="20"/>
              </w:rPr>
            </w:pPr>
            <w:r w:rsidRPr="000E7C6D">
              <w:rPr>
                <w:rFonts w:cs="Arial"/>
                <w:b/>
                <w:color w:val="FF0000"/>
                <w:sz w:val="20"/>
                <w:szCs w:val="20"/>
              </w:rPr>
              <w:t>Y</w:t>
            </w:r>
          </w:p>
        </w:tc>
      </w:tr>
      <w:tr w:rsidR="00B527D6" w:rsidRPr="000E7C6D" w:rsidTr="000E7C6D">
        <w:tc>
          <w:tcPr>
            <w:tcW w:w="4586" w:type="dxa"/>
            <w:tcBorders>
              <w:bottom w:val="single" w:sz="4" w:space="0" w:color="auto"/>
            </w:tcBorders>
            <w:shd w:val="clear" w:color="auto" w:fill="auto"/>
          </w:tcPr>
          <w:p w:rsidR="00B527D6" w:rsidRPr="000E7C6D" w:rsidRDefault="00B527D6" w:rsidP="00E702B2">
            <w:pPr>
              <w:rPr>
                <w:rFonts w:cs="Arial"/>
                <w:b/>
                <w:color w:val="FF0000"/>
                <w:sz w:val="20"/>
                <w:szCs w:val="20"/>
              </w:rPr>
            </w:pPr>
            <w:r w:rsidRPr="000E7C6D">
              <w:rPr>
                <w:rFonts w:cs="Arial"/>
                <w:b/>
                <w:color w:val="FF0000"/>
                <w:sz w:val="20"/>
                <w:szCs w:val="20"/>
              </w:rPr>
              <w:t xml:space="preserve">Can It Be About Me? </w:t>
            </w:r>
          </w:p>
        </w:tc>
        <w:tc>
          <w:tcPr>
            <w:tcW w:w="3035" w:type="dxa"/>
            <w:tcBorders>
              <w:bottom w:val="single" w:sz="4" w:space="0" w:color="auto"/>
            </w:tcBorders>
            <w:shd w:val="clear" w:color="auto" w:fill="auto"/>
          </w:tcPr>
          <w:p w:rsidR="00B527D6" w:rsidRPr="000E7C6D" w:rsidRDefault="00B527D6" w:rsidP="00F76FF5">
            <w:pPr>
              <w:rPr>
                <w:rFonts w:cs="Arial"/>
                <w:color w:val="FF0000"/>
                <w:sz w:val="20"/>
                <w:szCs w:val="20"/>
              </w:rPr>
            </w:pPr>
            <w:r w:rsidRPr="000E7C6D">
              <w:rPr>
                <w:rFonts w:cs="Arial"/>
                <w:color w:val="FF0000"/>
                <w:sz w:val="20"/>
                <w:szCs w:val="20"/>
              </w:rPr>
              <w:t>Cheryl Moskowitz/Ros Asquith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shd w:val="clear" w:color="auto" w:fill="auto"/>
          </w:tcPr>
          <w:p w:rsidR="00B527D6" w:rsidRPr="000E7C6D" w:rsidRDefault="00B527D6" w:rsidP="009E0207">
            <w:pPr>
              <w:jc w:val="center"/>
              <w:rPr>
                <w:rFonts w:cs="Arial"/>
                <w:b/>
                <w:color w:val="FF0000"/>
                <w:sz w:val="20"/>
                <w:szCs w:val="20"/>
              </w:rPr>
            </w:pPr>
          </w:p>
        </w:tc>
      </w:tr>
      <w:tr w:rsidR="00863132" w:rsidRPr="000E7C6D" w:rsidTr="000E7C6D">
        <w:tc>
          <w:tcPr>
            <w:tcW w:w="4586" w:type="dxa"/>
            <w:shd w:val="clear" w:color="auto" w:fill="FFFFFF" w:themeFill="background1"/>
          </w:tcPr>
          <w:p w:rsidR="00863132" w:rsidRPr="000E7C6D" w:rsidRDefault="00863132" w:rsidP="00E702B2">
            <w:pPr>
              <w:rPr>
                <w:rFonts w:cs="Arial"/>
                <w:b/>
                <w:color w:val="FF0000"/>
                <w:sz w:val="20"/>
                <w:szCs w:val="20"/>
              </w:rPr>
            </w:pPr>
            <w:r w:rsidRPr="000E7C6D">
              <w:rPr>
                <w:rFonts w:cs="Arial"/>
                <w:b/>
                <w:color w:val="FF0000"/>
                <w:sz w:val="20"/>
                <w:szCs w:val="20"/>
              </w:rPr>
              <w:t>The Humpback's Wail</w:t>
            </w:r>
          </w:p>
        </w:tc>
        <w:tc>
          <w:tcPr>
            <w:tcW w:w="3035" w:type="dxa"/>
            <w:shd w:val="clear" w:color="auto" w:fill="FFFFFF" w:themeFill="background1"/>
          </w:tcPr>
          <w:p w:rsidR="00863132" w:rsidRPr="000E7C6D" w:rsidRDefault="00863132" w:rsidP="00F76FF5">
            <w:pPr>
              <w:rPr>
                <w:rFonts w:cs="Arial"/>
                <w:color w:val="FF0000"/>
                <w:sz w:val="20"/>
                <w:szCs w:val="20"/>
              </w:rPr>
            </w:pPr>
            <w:r w:rsidRPr="000E7C6D">
              <w:rPr>
                <w:rFonts w:cs="Arial"/>
                <w:color w:val="FF0000"/>
                <w:sz w:val="20"/>
                <w:szCs w:val="20"/>
              </w:rPr>
              <w:t>Chrissie Gittins</w:t>
            </w:r>
          </w:p>
        </w:tc>
        <w:tc>
          <w:tcPr>
            <w:tcW w:w="1621" w:type="dxa"/>
            <w:shd w:val="clear" w:color="auto" w:fill="FFFFFF" w:themeFill="background1"/>
          </w:tcPr>
          <w:p w:rsidR="00863132" w:rsidRPr="000E7C6D" w:rsidRDefault="00863132" w:rsidP="009E0207">
            <w:pPr>
              <w:jc w:val="center"/>
              <w:rPr>
                <w:rFonts w:cs="Arial"/>
                <w:b/>
                <w:color w:val="FF0000"/>
                <w:sz w:val="20"/>
                <w:szCs w:val="20"/>
              </w:rPr>
            </w:pPr>
          </w:p>
        </w:tc>
      </w:tr>
    </w:tbl>
    <w:p w:rsidR="007A6363" w:rsidRPr="000E7C6D" w:rsidRDefault="007A6363">
      <w:pPr>
        <w:rPr>
          <w:sz w:val="20"/>
          <w:szCs w:val="20"/>
        </w:rPr>
      </w:pPr>
    </w:p>
    <w:tbl>
      <w:tblPr>
        <w:tblStyle w:val="TableGrid"/>
        <w:tblpPr w:leftFromText="180" w:rightFromText="180" w:vertAnchor="text" w:tblpY="-139"/>
        <w:tblW w:w="0" w:type="auto"/>
        <w:tblLook w:val="04A0" w:firstRow="1" w:lastRow="0" w:firstColumn="1" w:lastColumn="0" w:noHBand="0" w:noVBand="1"/>
      </w:tblPr>
      <w:tblGrid>
        <w:gridCol w:w="4928"/>
        <w:gridCol w:w="2990"/>
        <w:gridCol w:w="1324"/>
      </w:tblGrid>
      <w:tr w:rsidR="0049085F" w:rsidRPr="00093333" w:rsidTr="0049085F">
        <w:tc>
          <w:tcPr>
            <w:tcW w:w="9242" w:type="dxa"/>
            <w:gridSpan w:val="3"/>
            <w:tcBorders>
              <w:bottom w:val="single" w:sz="4" w:space="0" w:color="auto"/>
            </w:tcBorders>
            <w:shd w:val="clear" w:color="auto" w:fill="FFFF99"/>
          </w:tcPr>
          <w:p w:rsidR="0049085F" w:rsidRPr="00093333" w:rsidRDefault="0049085F" w:rsidP="00614DC0">
            <w:pPr>
              <w:jc w:val="center"/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/>
                <w:sz w:val="20"/>
                <w:szCs w:val="20"/>
                <w:lang w:eastAsia="en-GB"/>
              </w:rPr>
              <w:lastRenderedPageBreak/>
              <w:t>NARRATIVE</w:t>
            </w:r>
          </w:p>
        </w:tc>
      </w:tr>
      <w:tr w:rsidR="0049085F" w:rsidRPr="00093333" w:rsidTr="0049085F">
        <w:tc>
          <w:tcPr>
            <w:tcW w:w="9242" w:type="dxa"/>
            <w:gridSpan w:val="3"/>
            <w:tcBorders>
              <w:bottom w:val="single" w:sz="4" w:space="0" w:color="auto"/>
            </w:tcBorders>
          </w:tcPr>
          <w:p w:rsidR="0049085F" w:rsidRPr="00093333" w:rsidRDefault="0049085F" w:rsidP="0049085F">
            <w:pPr>
              <w:widowControl w:val="0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 Progression in Narrative:</w:t>
            </w:r>
          </w:p>
          <w:p w:rsidR="0049085F" w:rsidRPr="00093333" w:rsidRDefault="00633E78" w:rsidP="0049085F">
            <w:pPr>
              <w:widowControl w:val="0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hyperlink r:id="rId15" w:history="1">
              <w:r w:rsidR="0049085F" w:rsidRPr="00093333">
                <w:rPr>
                  <w:rFonts w:eastAsia="Times New Roman" w:cs="Arial"/>
                  <w:b/>
                  <w:bCs/>
                  <w:color w:val="0000FF"/>
                  <w:sz w:val="20"/>
                  <w:szCs w:val="20"/>
                  <w:u w:val="single"/>
                  <w:lang w:eastAsia="en-GB"/>
                </w:rPr>
                <w:t>http://engres.ied.edu.hk/lang_arts/tasks/curricRenew-2009/wk3/progression_narr_all-in-one.pdf</w:t>
              </w:r>
            </w:hyperlink>
          </w:p>
          <w:p w:rsidR="0049085F" w:rsidRPr="00093333" w:rsidRDefault="0049085F" w:rsidP="0049085F">
            <w:pPr>
              <w:widowControl w:val="0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  </w:t>
            </w:r>
          </w:p>
          <w:p w:rsidR="0049085F" w:rsidRPr="00093333" w:rsidRDefault="0049085F" w:rsidP="0049085F">
            <w:pPr>
              <w:widowControl w:val="0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Link to children's' authors and their websites:</w:t>
            </w:r>
          </w:p>
          <w:p w:rsidR="0049085F" w:rsidRPr="00093333" w:rsidRDefault="00633E78" w:rsidP="0049085F">
            <w:pPr>
              <w:widowControl w:val="0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hyperlink r:id="rId16" w:history="1">
              <w:r w:rsidR="0049085F" w:rsidRPr="00093333">
                <w:rPr>
                  <w:rFonts w:eastAsia="Times New Roman" w:cs="Arial"/>
                  <w:b/>
                  <w:bCs/>
                  <w:color w:val="0000FF"/>
                  <w:sz w:val="20"/>
                  <w:szCs w:val="20"/>
                  <w:u w:val="single"/>
                  <w:lang w:eastAsia="en-GB"/>
                </w:rPr>
                <w:t>http://www.ukchildrensbooks.co.uk/</w:t>
              </w:r>
            </w:hyperlink>
          </w:p>
          <w:p w:rsidR="0049085F" w:rsidRPr="00093333" w:rsidRDefault="0049085F" w:rsidP="0049085F">
            <w:pPr>
              <w:widowControl w:val="0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eastAsia="en-GB"/>
              </w:rPr>
              <w:t> </w:t>
            </w:r>
          </w:p>
          <w:p w:rsidR="00B03BDC" w:rsidRPr="00B03BDC" w:rsidRDefault="00B03BDC" w:rsidP="00B03BDC">
            <w:pPr>
              <w:widowControl w:val="0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B03BDC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KS2 Story Starts (film clips)</w:t>
            </w:r>
          </w:p>
          <w:p w:rsidR="0049085F" w:rsidRDefault="00633E78" w:rsidP="00B03BDC">
            <w:pPr>
              <w:widowControl w:val="0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hyperlink r:id="rId17" w:history="1">
              <w:r w:rsidR="00B03BDC" w:rsidRPr="005429BF">
                <w:rPr>
                  <w:rStyle w:val="Hyperlink"/>
                  <w:rFonts w:eastAsia="Times New Roman" w:cs="Arial"/>
                  <w:b/>
                  <w:bCs/>
                  <w:sz w:val="20"/>
                  <w:szCs w:val="20"/>
                  <w:lang w:eastAsia="en-GB"/>
                </w:rPr>
                <w:t>http://www.youtube.com/watch?v=ac7I6UDSuOQ</w:t>
              </w:r>
            </w:hyperlink>
            <w:r w:rsidR="00B03BDC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r w:rsidR="00B03BDC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br/>
            </w:r>
          </w:p>
          <w:p w:rsidR="00B03BDC" w:rsidRPr="00B03BDC" w:rsidRDefault="00B03BDC" w:rsidP="00B03BDC">
            <w:pPr>
              <w:widowControl w:val="0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B03BDC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The Lucky Dip (film clip)</w:t>
            </w:r>
          </w:p>
          <w:p w:rsidR="00B03BDC" w:rsidRPr="00093333" w:rsidRDefault="00633E78" w:rsidP="00B03BDC">
            <w:pPr>
              <w:widowControl w:val="0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hyperlink r:id="rId18" w:history="1">
              <w:r w:rsidR="00B03BDC" w:rsidRPr="005429BF">
                <w:rPr>
                  <w:rStyle w:val="Hyperlink"/>
                  <w:rFonts w:eastAsia="Times New Roman" w:cs="Arial"/>
                  <w:b/>
                  <w:bCs/>
                  <w:sz w:val="20"/>
                  <w:szCs w:val="20"/>
                  <w:lang w:eastAsia="en-GB"/>
                </w:rPr>
                <w:t>http://www.youtube.com/watch?v=KowDFTsW78U</w:t>
              </w:r>
            </w:hyperlink>
            <w:r w:rsidR="00B03BDC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</w:p>
          <w:p w:rsidR="0049085F" w:rsidRPr="00093333" w:rsidRDefault="0049085F" w:rsidP="0049085F">
            <w:pPr>
              <w:widowControl w:val="0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</w:p>
          <w:p w:rsidR="000A457E" w:rsidRPr="000A457E" w:rsidRDefault="000A457E" w:rsidP="000A457E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 w:rsidRPr="000A457E">
              <w:rPr>
                <w:rFonts w:eastAsia="Times New Roman" w:cs="Arial"/>
                <w:b/>
                <w:sz w:val="20"/>
                <w:szCs w:val="20"/>
                <w:lang w:eastAsia="en-GB"/>
              </w:rPr>
              <w:t>Fairy Tales</w:t>
            </w:r>
          </w:p>
          <w:p w:rsidR="000A457E" w:rsidRPr="000A457E" w:rsidRDefault="00633E78" w:rsidP="000A457E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hyperlink r:id="rId19" w:history="1">
              <w:r w:rsidR="000A457E" w:rsidRPr="00912568">
                <w:rPr>
                  <w:rStyle w:val="Hyperlink"/>
                  <w:rFonts w:eastAsia="Times New Roman" w:cs="Arial"/>
                  <w:b/>
                  <w:sz w:val="20"/>
                  <w:szCs w:val="20"/>
                  <w:lang w:eastAsia="en-GB"/>
                </w:rPr>
                <w:t>http://www.surlalunefairytales.com/</w:t>
              </w:r>
            </w:hyperlink>
            <w:r w:rsidR="000A457E">
              <w:rPr>
                <w:rFonts w:eastAsia="Times New Roman" w:cs="Arial"/>
                <w:b/>
                <w:sz w:val="20"/>
                <w:szCs w:val="20"/>
                <w:lang w:eastAsia="en-GB"/>
              </w:rPr>
              <w:t xml:space="preserve">  </w:t>
            </w:r>
          </w:p>
          <w:p w:rsidR="0049085F" w:rsidRPr="00093333" w:rsidRDefault="0049085F" w:rsidP="00B527D6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</w:p>
        </w:tc>
      </w:tr>
      <w:tr w:rsidR="0049085F" w:rsidRPr="00093333" w:rsidTr="0049085F">
        <w:tc>
          <w:tcPr>
            <w:tcW w:w="9242" w:type="dxa"/>
            <w:gridSpan w:val="3"/>
            <w:shd w:val="clear" w:color="auto" w:fill="FFFF99"/>
          </w:tcPr>
          <w:p w:rsidR="0049085F" w:rsidRPr="00EC6925" w:rsidRDefault="00B527D6" w:rsidP="0049085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Traditional tales, fables, myths, legends</w:t>
            </w:r>
            <w:r w:rsidR="00D961D0">
              <w:rPr>
                <w:b/>
                <w:sz w:val="20"/>
                <w:szCs w:val="20"/>
              </w:rPr>
              <w:t>, folk</w:t>
            </w:r>
            <w:r>
              <w:rPr>
                <w:b/>
                <w:sz w:val="20"/>
                <w:szCs w:val="20"/>
              </w:rPr>
              <w:t xml:space="preserve"> and fairy tales</w:t>
            </w:r>
            <w:r w:rsidR="00D961D0">
              <w:rPr>
                <w:b/>
                <w:sz w:val="20"/>
                <w:szCs w:val="20"/>
              </w:rPr>
              <w:t xml:space="preserve"> from a range of cultures</w:t>
            </w:r>
          </w:p>
        </w:tc>
      </w:tr>
      <w:tr w:rsidR="0049085F" w:rsidRPr="00093333" w:rsidTr="000E7C6D">
        <w:tc>
          <w:tcPr>
            <w:tcW w:w="4928" w:type="dxa"/>
            <w:tcBorders>
              <w:bottom w:val="single" w:sz="4" w:space="0" w:color="auto"/>
            </w:tcBorders>
          </w:tcPr>
          <w:p w:rsidR="0049085F" w:rsidRPr="00AA08CA" w:rsidRDefault="0049085F" w:rsidP="0049085F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AA08CA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TITLE</w:t>
            </w:r>
          </w:p>
        </w:tc>
        <w:tc>
          <w:tcPr>
            <w:tcW w:w="2990" w:type="dxa"/>
            <w:tcBorders>
              <w:bottom w:val="single" w:sz="4" w:space="0" w:color="auto"/>
            </w:tcBorders>
          </w:tcPr>
          <w:p w:rsidR="0049085F" w:rsidRPr="00AA08CA" w:rsidRDefault="0049085F" w:rsidP="0049085F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AA08CA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AUTHOR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49085F" w:rsidRPr="00093333" w:rsidRDefault="0049085F" w:rsidP="0049085F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LRS?</w:t>
            </w:r>
          </w:p>
        </w:tc>
      </w:tr>
      <w:tr w:rsidR="00B03BDC" w:rsidRPr="00093333" w:rsidTr="000E7C6D">
        <w:tc>
          <w:tcPr>
            <w:tcW w:w="4928" w:type="dxa"/>
            <w:shd w:val="clear" w:color="auto" w:fill="auto"/>
          </w:tcPr>
          <w:p w:rsidR="00B03BDC" w:rsidRPr="00AA08CA" w:rsidRDefault="00B03BDC" w:rsidP="00B03BDC">
            <w:pPr>
              <w:rPr>
                <w:b/>
                <w:sz w:val="20"/>
                <w:szCs w:val="20"/>
              </w:rPr>
            </w:pPr>
            <w:r w:rsidRPr="00AA08CA">
              <w:rPr>
                <w:b/>
                <w:sz w:val="20"/>
                <w:szCs w:val="20"/>
              </w:rPr>
              <w:t>A First Myths Storybook</w:t>
            </w:r>
            <w:r w:rsidR="0042170A">
              <w:rPr>
                <w:b/>
                <w:sz w:val="20"/>
                <w:szCs w:val="20"/>
              </w:rPr>
              <w:t xml:space="preserve"> (plus audio)</w:t>
            </w:r>
          </w:p>
        </w:tc>
        <w:tc>
          <w:tcPr>
            <w:tcW w:w="2990" w:type="dxa"/>
            <w:shd w:val="clear" w:color="auto" w:fill="auto"/>
          </w:tcPr>
          <w:p w:rsidR="00B03BDC" w:rsidRPr="00AA08CA" w:rsidRDefault="00B03BDC" w:rsidP="0049085F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AA08CA">
              <w:rPr>
                <w:rFonts w:eastAsia="Times New Roman" w:cs="Arial"/>
                <w:bCs/>
                <w:sz w:val="20"/>
                <w:szCs w:val="20"/>
                <w:lang w:eastAsia="en-GB"/>
              </w:rPr>
              <w:t>Mary Hoffman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B03BDC" w:rsidRPr="00093333" w:rsidRDefault="0042170A" w:rsidP="0049085F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B03BDC" w:rsidRPr="00093333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B03BDC" w:rsidRPr="00AA08CA" w:rsidRDefault="00B03BDC" w:rsidP="00B03BDC">
            <w:pPr>
              <w:rPr>
                <w:b/>
                <w:sz w:val="20"/>
                <w:szCs w:val="20"/>
              </w:rPr>
            </w:pPr>
            <w:r w:rsidRPr="00AA08CA">
              <w:rPr>
                <w:b/>
                <w:sz w:val="20"/>
                <w:szCs w:val="20"/>
              </w:rPr>
              <w:t>Orchard Book of Greek Myths (audio also available)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</w:tcPr>
          <w:p w:rsidR="00B03BDC" w:rsidRPr="00AA08CA" w:rsidRDefault="00B03BDC" w:rsidP="0049085F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AA08CA">
              <w:rPr>
                <w:rFonts w:eastAsia="Times New Roman" w:cs="Arial"/>
                <w:bCs/>
                <w:sz w:val="20"/>
                <w:szCs w:val="20"/>
                <w:lang w:eastAsia="en-GB"/>
              </w:rPr>
              <w:t>Geraldine McCaugheran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B03BDC" w:rsidRPr="00093333" w:rsidRDefault="0042170A" w:rsidP="0049085F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B03BDC" w:rsidRPr="00093333" w:rsidTr="000E7C6D">
        <w:tc>
          <w:tcPr>
            <w:tcW w:w="4928" w:type="dxa"/>
            <w:shd w:val="clear" w:color="auto" w:fill="auto"/>
          </w:tcPr>
          <w:p w:rsidR="00B03BDC" w:rsidRPr="00AA08CA" w:rsidRDefault="00B03BDC" w:rsidP="00B03BDC">
            <w:pPr>
              <w:rPr>
                <w:b/>
                <w:sz w:val="20"/>
                <w:szCs w:val="20"/>
              </w:rPr>
            </w:pPr>
            <w:r w:rsidRPr="00AA08CA">
              <w:rPr>
                <w:b/>
                <w:sz w:val="20"/>
                <w:szCs w:val="20"/>
              </w:rPr>
              <w:t>Greek Myths (comic strip style)</w:t>
            </w:r>
          </w:p>
        </w:tc>
        <w:tc>
          <w:tcPr>
            <w:tcW w:w="2990" w:type="dxa"/>
            <w:shd w:val="clear" w:color="auto" w:fill="auto"/>
          </w:tcPr>
          <w:p w:rsidR="00B03BDC" w:rsidRPr="00AA08CA" w:rsidRDefault="00B03BDC" w:rsidP="0049085F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AA08CA">
              <w:rPr>
                <w:rFonts w:eastAsia="Times New Roman" w:cs="Arial"/>
                <w:bCs/>
                <w:sz w:val="20"/>
                <w:szCs w:val="20"/>
                <w:lang w:eastAsia="en-GB"/>
              </w:rPr>
              <w:t>Marcia Williams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B03BDC" w:rsidRPr="00093333" w:rsidRDefault="0042170A" w:rsidP="0049085F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613384" w:rsidRPr="00093333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613384" w:rsidRPr="00613384" w:rsidRDefault="00613384" w:rsidP="00B03BDC">
            <w:pPr>
              <w:rPr>
                <w:b/>
                <w:color w:val="FF0000"/>
                <w:sz w:val="20"/>
                <w:szCs w:val="20"/>
              </w:rPr>
            </w:pPr>
            <w:r w:rsidRPr="00613384">
              <w:rPr>
                <w:b/>
                <w:color w:val="FF0000"/>
                <w:sz w:val="20"/>
                <w:szCs w:val="20"/>
              </w:rPr>
              <w:t>A-maze-ing Minotaur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</w:tcPr>
          <w:p w:rsidR="00613384" w:rsidRPr="00613384" w:rsidRDefault="00613384" w:rsidP="0049085F">
            <w:pPr>
              <w:rPr>
                <w:rFonts w:eastAsia="Times New Roman" w:cs="Arial"/>
                <w:bCs/>
                <w:color w:val="FF0000"/>
                <w:sz w:val="20"/>
                <w:szCs w:val="20"/>
                <w:lang w:eastAsia="en-GB"/>
              </w:rPr>
            </w:pPr>
            <w:r w:rsidRPr="00613384">
              <w:rPr>
                <w:rFonts w:eastAsia="Times New Roman" w:cs="Arial"/>
                <w:bCs/>
                <w:color w:val="FF0000"/>
                <w:sz w:val="20"/>
                <w:szCs w:val="20"/>
                <w:lang w:eastAsia="en-GB"/>
              </w:rPr>
              <w:t>Juliet Rix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613384" w:rsidRDefault="00613384" w:rsidP="0049085F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</w:p>
        </w:tc>
      </w:tr>
      <w:tr w:rsidR="00B03BDC" w:rsidRPr="00093333" w:rsidTr="000E7C6D">
        <w:tc>
          <w:tcPr>
            <w:tcW w:w="4928" w:type="dxa"/>
            <w:shd w:val="clear" w:color="auto" w:fill="auto"/>
          </w:tcPr>
          <w:p w:rsidR="00B03BDC" w:rsidRPr="00AA08CA" w:rsidRDefault="00A84B27" w:rsidP="00B03BDC">
            <w:pPr>
              <w:rPr>
                <w:b/>
                <w:sz w:val="20"/>
                <w:szCs w:val="20"/>
              </w:rPr>
            </w:pPr>
            <w:r w:rsidRPr="00AA08CA">
              <w:rPr>
                <w:b/>
                <w:sz w:val="20"/>
                <w:szCs w:val="20"/>
              </w:rPr>
              <w:t>The Very Best of Aesop's Fables</w:t>
            </w:r>
          </w:p>
        </w:tc>
        <w:tc>
          <w:tcPr>
            <w:tcW w:w="2990" w:type="dxa"/>
            <w:shd w:val="clear" w:color="auto" w:fill="auto"/>
          </w:tcPr>
          <w:p w:rsidR="00B03BDC" w:rsidRPr="00AA08CA" w:rsidRDefault="00A84B27" w:rsidP="0049085F">
            <w:pPr>
              <w:rPr>
                <w:rFonts w:cs="Arial"/>
                <w:sz w:val="20"/>
                <w:szCs w:val="20"/>
              </w:rPr>
            </w:pPr>
            <w:r w:rsidRPr="00AA08CA">
              <w:rPr>
                <w:rFonts w:cs="Arial"/>
                <w:sz w:val="20"/>
                <w:szCs w:val="20"/>
              </w:rPr>
              <w:t>Margaret Clark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B03BDC" w:rsidRPr="00093333" w:rsidRDefault="0042170A" w:rsidP="0049085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Y</w:t>
            </w:r>
          </w:p>
        </w:tc>
      </w:tr>
      <w:tr w:rsidR="00B03BDC" w:rsidRPr="00093333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B03BDC" w:rsidRPr="0042170A" w:rsidRDefault="0042170A" w:rsidP="00A84B27">
            <w:pPr>
              <w:rPr>
                <w:b/>
                <w:color w:val="FF0000"/>
                <w:sz w:val="20"/>
                <w:szCs w:val="20"/>
              </w:rPr>
            </w:pPr>
            <w:r w:rsidRPr="0042170A">
              <w:rPr>
                <w:b/>
                <w:color w:val="FF0000"/>
                <w:sz w:val="20"/>
                <w:szCs w:val="20"/>
              </w:rPr>
              <w:t>The Orchard Book of Aesop’s Fables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</w:tcPr>
          <w:p w:rsidR="00B03BDC" w:rsidRPr="0042170A" w:rsidRDefault="0042170A" w:rsidP="0049085F">
            <w:pPr>
              <w:rPr>
                <w:rFonts w:eastAsia="Times New Roman" w:cs="Arial"/>
                <w:color w:val="FF0000"/>
                <w:sz w:val="20"/>
                <w:szCs w:val="20"/>
                <w:lang w:eastAsia="en-GB"/>
              </w:rPr>
            </w:pPr>
            <w:r w:rsidRPr="0042170A">
              <w:rPr>
                <w:rFonts w:eastAsia="Times New Roman" w:cs="Arial"/>
                <w:color w:val="FF0000"/>
                <w:sz w:val="20"/>
                <w:szCs w:val="20"/>
                <w:lang w:eastAsia="en-GB"/>
              </w:rPr>
              <w:t>Michael Morpurgo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B03BDC" w:rsidRPr="00093333" w:rsidRDefault="00B03BDC" w:rsidP="0049085F">
            <w:pPr>
              <w:jc w:val="center"/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</w:tr>
      <w:tr w:rsidR="00613384" w:rsidRPr="00093333" w:rsidTr="000E7C6D">
        <w:tc>
          <w:tcPr>
            <w:tcW w:w="4928" w:type="dxa"/>
            <w:shd w:val="clear" w:color="auto" w:fill="auto"/>
          </w:tcPr>
          <w:p w:rsidR="00613384" w:rsidRPr="0042170A" w:rsidRDefault="00613384" w:rsidP="00A84B27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Fox</w:t>
            </w:r>
          </w:p>
        </w:tc>
        <w:tc>
          <w:tcPr>
            <w:tcW w:w="2990" w:type="dxa"/>
            <w:shd w:val="clear" w:color="auto" w:fill="auto"/>
          </w:tcPr>
          <w:p w:rsidR="00613384" w:rsidRPr="0042170A" w:rsidRDefault="00613384" w:rsidP="0049085F">
            <w:pPr>
              <w:rPr>
                <w:rFonts w:eastAsia="Times New Roman" w:cs="Arial"/>
                <w:color w:val="FF0000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color w:val="FF0000"/>
                <w:sz w:val="20"/>
                <w:szCs w:val="20"/>
                <w:lang w:eastAsia="en-GB"/>
              </w:rPr>
              <w:t>Margaret Wild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613384" w:rsidRPr="00093333" w:rsidRDefault="009A43FA" w:rsidP="0049085F">
            <w:pPr>
              <w:jc w:val="center"/>
              <w:rPr>
                <w:rFonts w:eastAsia="Times New Roman" w:cs="Arial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sz w:val="20"/>
                <w:szCs w:val="20"/>
                <w:lang w:eastAsia="en-GB"/>
              </w:rPr>
              <w:t>Y</w:t>
            </w:r>
          </w:p>
        </w:tc>
      </w:tr>
      <w:tr w:rsidR="00B03BDC" w:rsidRPr="00093333" w:rsidTr="000E7C6D">
        <w:trPr>
          <w:trHeight w:val="161"/>
        </w:trPr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B03BDC" w:rsidRPr="00AA08CA" w:rsidRDefault="00A84B27" w:rsidP="00B03BDC">
            <w:pPr>
              <w:rPr>
                <w:b/>
                <w:sz w:val="20"/>
                <w:szCs w:val="20"/>
              </w:rPr>
            </w:pPr>
            <w:r w:rsidRPr="00AA08CA">
              <w:rPr>
                <w:b/>
                <w:sz w:val="20"/>
                <w:szCs w:val="20"/>
              </w:rPr>
              <w:t>Aesop's Funky Fables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</w:tcPr>
          <w:p w:rsidR="00B03BDC" w:rsidRPr="00AA08CA" w:rsidRDefault="00A84B27" w:rsidP="0049085F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AA08CA">
              <w:rPr>
                <w:rFonts w:eastAsia="Times New Roman" w:cs="Arial"/>
                <w:bCs/>
                <w:sz w:val="20"/>
                <w:szCs w:val="20"/>
                <w:lang w:eastAsia="en-GB"/>
              </w:rPr>
              <w:t>Vivien French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B03BDC" w:rsidRPr="00093333" w:rsidRDefault="0042170A" w:rsidP="0049085F">
            <w:pPr>
              <w:jc w:val="center"/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AA08CA" w:rsidRPr="00093333" w:rsidTr="000E7C6D">
        <w:trPr>
          <w:trHeight w:val="161"/>
        </w:trPr>
        <w:tc>
          <w:tcPr>
            <w:tcW w:w="4928" w:type="dxa"/>
            <w:shd w:val="clear" w:color="auto" w:fill="auto"/>
          </w:tcPr>
          <w:p w:rsidR="00AA08CA" w:rsidRPr="00AA08CA" w:rsidRDefault="00AA08CA" w:rsidP="00AA08CA">
            <w:pPr>
              <w:tabs>
                <w:tab w:val="left" w:pos="1788"/>
              </w:tabs>
              <w:rPr>
                <w:b/>
                <w:sz w:val="18"/>
                <w:szCs w:val="18"/>
              </w:rPr>
            </w:pPr>
            <w:r w:rsidRPr="00AA08CA">
              <w:rPr>
                <w:b/>
                <w:sz w:val="18"/>
                <w:szCs w:val="18"/>
              </w:rPr>
              <w:t>The Wolf in Sheep's Clothing and Other Fables from Aesop</w:t>
            </w:r>
          </w:p>
        </w:tc>
        <w:tc>
          <w:tcPr>
            <w:tcW w:w="2990" w:type="dxa"/>
            <w:shd w:val="clear" w:color="auto" w:fill="auto"/>
          </w:tcPr>
          <w:p w:rsidR="00AA08CA" w:rsidRPr="00AA08CA" w:rsidRDefault="00AA08CA" w:rsidP="0049085F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AA08CA">
              <w:rPr>
                <w:rFonts w:eastAsia="Times New Roman" w:cs="Arial"/>
                <w:bCs/>
                <w:sz w:val="20"/>
                <w:szCs w:val="20"/>
                <w:lang w:eastAsia="en-GB"/>
              </w:rPr>
              <w:t>Gavin Bishop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AA08CA" w:rsidRPr="00093333" w:rsidRDefault="00AA08CA" w:rsidP="0049085F">
            <w:pPr>
              <w:jc w:val="center"/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936CBC" w:rsidRPr="00093333" w:rsidTr="000E7C6D">
        <w:trPr>
          <w:trHeight w:val="184"/>
        </w:trPr>
        <w:tc>
          <w:tcPr>
            <w:tcW w:w="4928" w:type="dxa"/>
            <w:shd w:val="clear" w:color="auto" w:fill="auto"/>
          </w:tcPr>
          <w:p w:rsidR="00936CBC" w:rsidRPr="00AA08CA" w:rsidRDefault="00936CBC" w:rsidP="00A84B27">
            <w:pPr>
              <w:rPr>
                <w:b/>
                <w:sz w:val="18"/>
                <w:szCs w:val="18"/>
              </w:rPr>
            </w:pPr>
            <w:r w:rsidRPr="00AA08CA">
              <w:rPr>
                <w:b/>
                <w:sz w:val="18"/>
                <w:szCs w:val="18"/>
              </w:rPr>
              <w:t>The Ogress and the Snake and other stories from Somalia</w:t>
            </w:r>
          </w:p>
        </w:tc>
        <w:tc>
          <w:tcPr>
            <w:tcW w:w="2990" w:type="dxa"/>
            <w:vMerge w:val="restart"/>
            <w:shd w:val="clear" w:color="auto" w:fill="auto"/>
          </w:tcPr>
          <w:p w:rsidR="00936CBC" w:rsidRPr="00AA08CA" w:rsidRDefault="00936CBC" w:rsidP="0049085F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AA08CA">
              <w:rPr>
                <w:rFonts w:eastAsia="Times New Roman" w:cs="Arial"/>
                <w:bCs/>
                <w:sz w:val="20"/>
                <w:szCs w:val="20"/>
                <w:lang w:eastAsia="en-GB"/>
              </w:rPr>
              <w:t>Elizabeth Laird</w:t>
            </w:r>
          </w:p>
          <w:p w:rsidR="00936CBC" w:rsidRPr="00AA08CA" w:rsidRDefault="00936CBC" w:rsidP="00936CBC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324" w:type="dxa"/>
            <w:shd w:val="clear" w:color="auto" w:fill="auto"/>
          </w:tcPr>
          <w:p w:rsidR="00936CBC" w:rsidRPr="00093333" w:rsidRDefault="00936CBC" w:rsidP="0049085F">
            <w:pPr>
              <w:jc w:val="center"/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936CBC" w:rsidRPr="00093333" w:rsidTr="000E7C6D">
        <w:trPr>
          <w:trHeight w:val="184"/>
        </w:trPr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936CBC" w:rsidRPr="00AA08CA" w:rsidRDefault="00936CBC" w:rsidP="00A84B27">
            <w:pPr>
              <w:rPr>
                <w:b/>
                <w:sz w:val="20"/>
                <w:szCs w:val="20"/>
              </w:rPr>
            </w:pPr>
            <w:r w:rsidRPr="00AA08CA">
              <w:rPr>
                <w:b/>
                <w:sz w:val="20"/>
                <w:szCs w:val="20"/>
              </w:rPr>
              <w:t>A Fistful of Pearls and other tales from Iraq</w:t>
            </w:r>
          </w:p>
        </w:tc>
        <w:tc>
          <w:tcPr>
            <w:tcW w:w="299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36CBC" w:rsidRPr="00AA08CA" w:rsidRDefault="00936CBC" w:rsidP="0049085F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936CBC" w:rsidRPr="00093333" w:rsidRDefault="00936CBC" w:rsidP="0049085F">
            <w:pPr>
              <w:jc w:val="center"/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</w:p>
        </w:tc>
      </w:tr>
      <w:tr w:rsidR="0049085F" w:rsidRPr="00093333" w:rsidTr="000E7C6D">
        <w:trPr>
          <w:trHeight w:val="208"/>
        </w:trPr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49085F" w:rsidRPr="00AA08CA" w:rsidRDefault="00A84B27" w:rsidP="00A84B27">
            <w:pPr>
              <w:rPr>
                <w:rFonts w:eastAsia="Times New Roman" w:cs="Arial"/>
                <w:b/>
                <w:bCs/>
                <w:color w:val="FF0000"/>
                <w:sz w:val="18"/>
                <w:szCs w:val="18"/>
                <w:lang w:eastAsia="en-GB"/>
              </w:rPr>
            </w:pPr>
            <w:r w:rsidRPr="00AA08CA">
              <w:rPr>
                <w:rFonts w:eastAsia="Times New Roman" w:cs="Arial"/>
                <w:b/>
                <w:bCs/>
                <w:color w:val="FF0000"/>
                <w:sz w:val="18"/>
                <w:szCs w:val="18"/>
                <w:lang w:eastAsia="en-GB"/>
              </w:rPr>
              <w:t>Classic Folk Tales: 80 Traditional Stories from Around the World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</w:tcPr>
          <w:p w:rsidR="0049085F" w:rsidRPr="00AA08CA" w:rsidRDefault="00A84B27" w:rsidP="0049085F">
            <w:pPr>
              <w:rPr>
                <w:rFonts w:eastAsia="Times New Roman" w:cs="Arial"/>
                <w:color w:val="FF0000"/>
                <w:sz w:val="20"/>
                <w:szCs w:val="20"/>
                <w:lang w:eastAsia="en-GB"/>
              </w:rPr>
            </w:pPr>
            <w:r w:rsidRPr="00AA08CA">
              <w:rPr>
                <w:rFonts w:eastAsia="Times New Roman" w:cs="Arial"/>
                <w:color w:val="FF0000"/>
                <w:sz w:val="20"/>
                <w:szCs w:val="20"/>
                <w:lang w:eastAsia="en-GB"/>
              </w:rPr>
              <w:t>Nicola Baxter and Roger Langton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49085F" w:rsidRPr="00093333" w:rsidRDefault="0049085F" w:rsidP="0049085F">
            <w:pPr>
              <w:jc w:val="center"/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</w:tr>
      <w:tr w:rsidR="00C46AC6" w:rsidRPr="00093333" w:rsidTr="000E7C6D">
        <w:trPr>
          <w:trHeight w:val="208"/>
        </w:trPr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C46AC6" w:rsidRPr="00AA08CA" w:rsidRDefault="00C46AC6" w:rsidP="00A84B27">
            <w:pPr>
              <w:rPr>
                <w:rFonts w:eastAsia="Times New Roman" w:cs="Arial"/>
                <w:b/>
                <w:bCs/>
                <w:color w:val="FF0000"/>
                <w:sz w:val="18"/>
                <w:szCs w:val="18"/>
                <w:lang w:eastAsia="en-GB"/>
              </w:rPr>
            </w:pPr>
            <w:r w:rsidRPr="00C46AC6">
              <w:rPr>
                <w:rFonts w:eastAsia="Times New Roman" w:cs="Arial"/>
                <w:b/>
                <w:bCs/>
                <w:color w:val="FF0000"/>
                <w:sz w:val="18"/>
                <w:szCs w:val="18"/>
                <w:lang w:eastAsia="en-GB"/>
              </w:rPr>
              <w:t>Mouse Bird Snake Wolf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</w:tcPr>
          <w:p w:rsidR="00C46AC6" w:rsidRPr="00AA08CA" w:rsidRDefault="00C46AC6" w:rsidP="0049085F">
            <w:pPr>
              <w:rPr>
                <w:rFonts w:eastAsia="Times New Roman" w:cs="Arial"/>
                <w:color w:val="FF0000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color w:val="FF0000"/>
                <w:sz w:val="20"/>
                <w:szCs w:val="20"/>
                <w:lang w:eastAsia="en-GB"/>
              </w:rPr>
              <w:t>David Almond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C46AC6" w:rsidRPr="00093333" w:rsidRDefault="00F344A3" w:rsidP="0049085F">
            <w:pPr>
              <w:jc w:val="center"/>
              <w:rPr>
                <w:rFonts w:eastAsia="Times New Roman" w:cs="Arial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sz w:val="20"/>
                <w:szCs w:val="20"/>
                <w:lang w:eastAsia="en-GB"/>
              </w:rPr>
              <w:t>Y</w:t>
            </w:r>
          </w:p>
        </w:tc>
      </w:tr>
      <w:tr w:rsidR="0049085F" w:rsidRPr="00093333" w:rsidTr="000E7C6D">
        <w:trPr>
          <w:trHeight w:val="161"/>
        </w:trPr>
        <w:tc>
          <w:tcPr>
            <w:tcW w:w="4928" w:type="dxa"/>
            <w:shd w:val="clear" w:color="auto" w:fill="auto"/>
          </w:tcPr>
          <w:p w:rsidR="0049085F" w:rsidRPr="00AA08CA" w:rsidRDefault="00AA08CA" w:rsidP="0069722B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AA08CA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The Boy Who Cried Wolf</w:t>
            </w:r>
            <w:r w:rsidR="00D96A4D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 xml:space="preserve"> (PB)</w:t>
            </w:r>
          </w:p>
        </w:tc>
        <w:tc>
          <w:tcPr>
            <w:tcW w:w="2990" w:type="dxa"/>
            <w:shd w:val="clear" w:color="auto" w:fill="auto"/>
          </w:tcPr>
          <w:p w:rsidR="0049085F" w:rsidRPr="00AA08CA" w:rsidRDefault="00AA08CA" w:rsidP="0049085F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AA08CA">
              <w:rPr>
                <w:rFonts w:eastAsia="Times New Roman" w:cs="Arial"/>
                <w:sz w:val="20"/>
                <w:szCs w:val="20"/>
                <w:lang w:eastAsia="en-GB"/>
              </w:rPr>
              <w:t>Tony Ross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49085F" w:rsidRPr="00093333" w:rsidRDefault="00D961D0" w:rsidP="0049085F">
            <w:pPr>
              <w:jc w:val="center"/>
              <w:rPr>
                <w:rFonts w:eastAsia="Times New Roman" w:cs="Arial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sz w:val="20"/>
                <w:szCs w:val="20"/>
                <w:lang w:eastAsia="en-GB"/>
              </w:rPr>
              <w:t>Y</w:t>
            </w:r>
          </w:p>
        </w:tc>
      </w:tr>
      <w:tr w:rsidR="0069722B" w:rsidRPr="00093333" w:rsidTr="000E7C6D">
        <w:trPr>
          <w:trHeight w:val="161"/>
        </w:trPr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69722B" w:rsidRPr="00AA08CA" w:rsidRDefault="00D961D0" w:rsidP="00AA08CA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 xml:space="preserve">Cloud Tea Monkeys 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</w:tcPr>
          <w:p w:rsidR="0069722B" w:rsidRPr="00AA08CA" w:rsidRDefault="00AA08CA" w:rsidP="0049085F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AA08CA">
              <w:rPr>
                <w:rFonts w:eastAsia="Times New Roman" w:cs="Arial"/>
                <w:sz w:val="20"/>
                <w:szCs w:val="20"/>
                <w:lang w:eastAsia="en-GB"/>
              </w:rPr>
              <w:t>Mal Peet/Elspeth Graham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69722B" w:rsidRPr="00093333" w:rsidRDefault="00D961D0" w:rsidP="0049085F">
            <w:pPr>
              <w:jc w:val="center"/>
              <w:rPr>
                <w:rFonts w:eastAsia="Times New Roman" w:cs="Arial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sz w:val="20"/>
                <w:szCs w:val="20"/>
                <w:lang w:eastAsia="en-GB"/>
              </w:rPr>
              <w:t>Y</w:t>
            </w:r>
          </w:p>
        </w:tc>
      </w:tr>
      <w:tr w:rsidR="0049085F" w:rsidRPr="00093333" w:rsidTr="000E7C6D">
        <w:tc>
          <w:tcPr>
            <w:tcW w:w="4928" w:type="dxa"/>
            <w:shd w:val="clear" w:color="auto" w:fill="auto"/>
          </w:tcPr>
          <w:p w:rsidR="0049085F" w:rsidRPr="00AA08CA" w:rsidRDefault="00D961D0" w:rsidP="00AA08CA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en-GB"/>
              </w:rPr>
              <w:t>Sheep in Wolves' Clothing</w:t>
            </w:r>
          </w:p>
        </w:tc>
        <w:tc>
          <w:tcPr>
            <w:tcW w:w="2990" w:type="dxa"/>
            <w:shd w:val="clear" w:color="auto" w:fill="auto"/>
          </w:tcPr>
          <w:p w:rsidR="0049085F" w:rsidRPr="00AA08CA" w:rsidRDefault="00AA08CA" w:rsidP="0049085F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AA08CA">
              <w:rPr>
                <w:rFonts w:eastAsia="Times New Roman" w:cs="Arial"/>
                <w:sz w:val="20"/>
                <w:szCs w:val="20"/>
                <w:lang w:eastAsia="en-GB"/>
              </w:rPr>
              <w:t>Satoshi Kitamura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49085F" w:rsidRPr="00093333" w:rsidRDefault="0042170A" w:rsidP="0049085F">
            <w:pPr>
              <w:jc w:val="center"/>
              <w:rPr>
                <w:rFonts w:eastAsia="Times New Roman" w:cs="Arial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sz w:val="20"/>
                <w:szCs w:val="20"/>
                <w:lang w:eastAsia="en-GB"/>
              </w:rPr>
              <w:t>Y</w:t>
            </w:r>
          </w:p>
        </w:tc>
      </w:tr>
      <w:tr w:rsidR="0049085F" w:rsidRPr="00093333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49085F" w:rsidRPr="00AA08CA" w:rsidRDefault="00AA08CA" w:rsidP="0049085F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AA08CA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Tales Told in Tents: Stories from Central Asia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</w:tcPr>
          <w:p w:rsidR="0049085F" w:rsidRPr="00AA08CA" w:rsidRDefault="00AA08CA" w:rsidP="0049085F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AA08CA">
              <w:rPr>
                <w:rFonts w:eastAsia="Times New Roman" w:cs="Arial"/>
                <w:bCs/>
                <w:sz w:val="20"/>
                <w:szCs w:val="20"/>
                <w:lang w:eastAsia="en-GB"/>
              </w:rPr>
              <w:t>Sally Pomme Clayton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49085F" w:rsidRPr="00093333" w:rsidRDefault="00D961D0" w:rsidP="0049085F">
            <w:pPr>
              <w:jc w:val="center"/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69722B" w:rsidRPr="00093333" w:rsidTr="000E7C6D">
        <w:tc>
          <w:tcPr>
            <w:tcW w:w="4928" w:type="dxa"/>
            <w:shd w:val="clear" w:color="auto" w:fill="auto"/>
          </w:tcPr>
          <w:p w:rsidR="0069722B" w:rsidRPr="000A457E" w:rsidRDefault="00D961D0" w:rsidP="0049085F">
            <w:pPr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D961D0"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  <w:t>The Village that Vanished (PB)</w:t>
            </w:r>
          </w:p>
        </w:tc>
        <w:tc>
          <w:tcPr>
            <w:tcW w:w="2990" w:type="dxa"/>
            <w:shd w:val="clear" w:color="auto" w:fill="auto"/>
          </w:tcPr>
          <w:p w:rsidR="0069722B" w:rsidRDefault="00D961D0" w:rsidP="0049085F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D961D0">
              <w:rPr>
                <w:rFonts w:eastAsia="Times New Roman" w:cs="Arial"/>
                <w:bCs/>
                <w:sz w:val="20"/>
                <w:szCs w:val="20"/>
                <w:lang w:eastAsia="en-GB"/>
              </w:rPr>
              <w:t>Anna Grifalconi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69722B" w:rsidRPr="00093333" w:rsidRDefault="00D961D0" w:rsidP="0049085F">
            <w:pPr>
              <w:jc w:val="center"/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49085F" w:rsidRPr="00093333" w:rsidTr="000E7C6D">
        <w:trPr>
          <w:trHeight w:val="195"/>
        </w:trPr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49085F" w:rsidRPr="00093333" w:rsidRDefault="00D961D0" w:rsidP="0049085F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D961D0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The Green Children (PB)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</w:tcPr>
          <w:p w:rsidR="0049085F" w:rsidRPr="00093333" w:rsidRDefault="00D961D0" w:rsidP="0049085F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D961D0">
              <w:rPr>
                <w:rFonts w:eastAsia="Times New Roman" w:cs="Arial"/>
                <w:bCs/>
                <w:sz w:val="20"/>
                <w:szCs w:val="20"/>
                <w:lang w:eastAsia="en-GB"/>
              </w:rPr>
              <w:t>Kevin Crossley-Holland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49085F" w:rsidRPr="00093333" w:rsidRDefault="00D961D0" w:rsidP="0049085F">
            <w:pPr>
              <w:jc w:val="center"/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49085F" w:rsidRPr="00093333" w:rsidTr="000E7C6D">
        <w:trPr>
          <w:trHeight w:val="195"/>
        </w:trPr>
        <w:tc>
          <w:tcPr>
            <w:tcW w:w="4928" w:type="dxa"/>
            <w:shd w:val="clear" w:color="auto" w:fill="auto"/>
          </w:tcPr>
          <w:p w:rsidR="0049085F" w:rsidRPr="00093333" w:rsidRDefault="00D961D0" w:rsidP="00D961D0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D961D0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The Widow’s Broom (PB)</w:t>
            </w:r>
          </w:p>
        </w:tc>
        <w:tc>
          <w:tcPr>
            <w:tcW w:w="2990" w:type="dxa"/>
            <w:shd w:val="clear" w:color="auto" w:fill="auto"/>
          </w:tcPr>
          <w:p w:rsidR="0049085F" w:rsidRPr="00093333" w:rsidRDefault="00D961D0" w:rsidP="0049085F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D961D0">
              <w:rPr>
                <w:rFonts w:eastAsia="Times New Roman" w:cs="Arial"/>
                <w:bCs/>
                <w:sz w:val="20"/>
                <w:szCs w:val="20"/>
                <w:lang w:eastAsia="en-GB"/>
              </w:rPr>
              <w:t>Chris van Allsburg</w:t>
            </w:r>
          </w:p>
        </w:tc>
        <w:tc>
          <w:tcPr>
            <w:tcW w:w="1324" w:type="dxa"/>
            <w:shd w:val="clear" w:color="auto" w:fill="auto"/>
          </w:tcPr>
          <w:p w:rsidR="0049085F" w:rsidRPr="00093333" w:rsidRDefault="00D961D0" w:rsidP="0049085F">
            <w:pPr>
              <w:jc w:val="center"/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49085F" w:rsidRPr="00093333" w:rsidTr="000E7C6D">
        <w:trPr>
          <w:trHeight w:val="161"/>
        </w:trPr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49085F" w:rsidRPr="00093333" w:rsidRDefault="000F0F9D" w:rsidP="0049085F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F0F9D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The Sorcerer’s Apprentice (PB)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</w:tcPr>
          <w:p w:rsidR="0049085F" w:rsidRPr="00093333" w:rsidRDefault="000F0F9D" w:rsidP="0049085F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0F0F9D">
              <w:rPr>
                <w:rFonts w:eastAsia="Times New Roman" w:cs="Arial"/>
                <w:bCs/>
                <w:sz w:val="20"/>
                <w:szCs w:val="20"/>
                <w:lang w:eastAsia="en-GB"/>
              </w:rPr>
              <w:t>Ted Dewan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49085F" w:rsidRPr="00093333" w:rsidRDefault="000F0F9D" w:rsidP="0049085F">
            <w:pPr>
              <w:jc w:val="center"/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49085F" w:rsidRPr="00093333" w:rsidTr="000E7C6D">
        <w:tc>
          <w:tcPr>
            <w:tcW w:w="4928" w:type="dxa"/>
            <w:shd w:val="clear" w:color="auto" w:fill="auto"/>
          </w:tcPr>
          <w:p w:rsidR="0049085F" w:rsidRPr="00093333" w:rsidRDefault="000F0F9D" w:rsidP="0049085F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F0F9D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The Sorcerer’s Apprentice (PB)</w:t>
            </w:r>
          </w:p>
        </w:tc>
        <w:tc>
          <w:tcPr>
            <w:tcW w:w="2990" w:type="dxa"/>
            <w:shd w:val="clear" w:color="auto" w:fill="auto"/>
          </w:tcPr>
          <w:p w:rsidR="0049085F" w:rsidRPr="00093333" w:rsidRDefault="000F0F9D" w:rsidP="0049085F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0F0F9D">
              <w:rPr>
                <w:rFonts w:eastAsia="Times New Roman" w:cs="Arial"/>
                <w:bCs/>
                <w:sz w:val="20"/>
                <w:szCs w:val="20"/>
                <w:lang w:eastAsia="en-GB"/>
              </w:rPr>
              <w:t>Inga Moore</w:t>
            </w:r>
          </w:p>
        </w:tc>
        <w:tc>
          <w:tcPr>
            <w:tcW w:w="1324" w:type="dxa"/>
            <w:shd w:val="clear" w:color="auto" w:fill="auto"/>
          </w:tcPr>
          <w:p w:rsidR="0049085F" w:rsidRPr="00093333" w:rsidRDefault="000F0F9D" w:rsidP="0049085F">
            <w:pPr>
              <w:jc w:val="center"/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49085F" w:rsidRPr="00093333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49085F" w:rsidRPr="00D96A4D" w:rsidRDefault="00D96A4D" w:rsidP="00D96A4D">
            <w:pPr>
              <w:rPr>
                <w:rFonts w:eastAsia="Times New Roman" w:cs="Arial"/>
                <w:b/>
                <w:bCs/>
                <w:sz w:val="16"/>
                <w:szCs w:val="16"/>
                <w:lang w:eastAsia="en-GB"/>
              </w:rPr>
            </w:pPr>
            <w:r w:rsidRPr="00D96A4D">
              <w:rPr>
                <w:rFonts w:eastAsia="Times New Roman" w:cs="Arial"/>
                <w:b/>
                <w:bCs/>
                <w:sz w:val="16"/>
                <w:szCs w:val="16"/>
                <w:lang w:eastAsia="en-GB"/>
              </w:rPr>
              <w:t>The Girl Who Spun Gold (PB) – West Ind</w:t>
            </w:r>
            <w:r>
              <w:rPr>
                <w:rFonts w:eastAsia="Times New Roman" w:cs="Arial"/>
                <w:b/>
                <w:bCs/>
                <w:sz w:val="16"/>
                <w:szCs w:val="16"/>
                <w:lang w:eastAsia="en-GB"/>
              </w:rPr>
              <w:t>ian version of Rumplestiltskin)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</w:tcPr>
          <w:p w:rsidR="0049085F" w:rsidRPr="00093333" w:rsidRDefault="00D96A4D" w:rsidP="0049085F">
            <w:pPr>
              <w:rPr>
                <w:rFonts w:cs="Arial"/>
                <w:sz w:val="20"/>
                <w:szCs w:val="20"/>
              </w:rPr>
            </w:pPr>
            <w:r w:rsidRPr="00D96A4D">
              <w:rPr>
                <w:rFonts w:cs="Arial"/>
                <w:sz w:val="20"/>
                <w:szCs w:val="20"/>
              </w:rPr>
              <w:t>Virginia Hamilton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49085F" w:rsidRPr="00093333" w:rsidRDefault="00D96A4D" w:rsidP="0049085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Y</w:t>
            </w:r>
          </w:p>
        </w:tc>
      </w:tr>
      <w:tr w:rsidR="0049085F" w:rsidRPr="00093333" w:rsidTr="000E7C6D">
        <w:tc>
          <w:tcPr>
            <w:tcW w:w="4928" w:type="dxa"/>
            <w:shd w:val="clear" w:color="auto" w:fill="auto"/>
          </w:tcPr>
          <w:p w:rsidR="0049085F" w:rsidRPr="00093333" w:rsidRDefault="00D96A4D" w:rsidP="0049085F">
            <w:pPr>
              <w:rPr>
                <w:rFonts w:cs="Arial"/>
                <w:b/>
                <w:sz w:val="20"/>
                <w:szCs w:val="20"/>
              </w:rPr>
            </w:pPr>
            <w:r w:rsidRPr="00D96A4D">
              <w:rPr>
                <w:rFonts w:cs="Arial"/>
                <w:b/>
                <w:sz w:val="20"/>
                <w:szCs w:val="20"/>
              </w:rPr>
              <w:t>The Tear Thief (PB)</w:t>
            </w:r>
          </w:p>
        </w:tc>
        <w:tc>
          <w:tcPr>
            <w:tcW w:w="2990" w:type="dxa"/>
            <w:shd w:val="clear" w:color="auto" w:fill="auto"/>
          </w:tcPr>
          <w:p w:rsidR="0049085F" w:rsidRPr="00093333" w:rsidRDefault="00D96A4D" w:rsidP="0049085F">
            <w:pPr>
              <w:rPr>
                <w:rFonts w:cs="Arial"/>
                <w:sz w:val="20"/>
                <w:szCs w:val="20"/>
              </w:rPr>
            </w:pPr>
            <w:r w:rsidRPr="00D96A4D">
              <w:rPr>
                <w:rFonts w:cs="Arial"/>
                <w:sz w:val="20"/>
                <w:szCs w:val="20"/>
              </w:rPr>
              <w:t>Carol Ann Duffy</w:t>
            </w:r>
          </w:p>
        </w:tc>
        <w:tc>
          <w:tcPr>
            <w:tcW w:w="1324" w:type="dxa"/>
            <w:shd w:val="clear" w:color="auto" w:fill="auto"/>
          </w:tcPr>
          <w:p w:rsidR="0049085F" w:rsidRPr="00093333" w:rsidRDefault="0049085F" w:rsidP="004908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9085F" w:rsidRPr="00093333" w:rsidTr="000E7C6D">
        <w:trPr>
          <w:trHeight w:val="207"/>
        </w:trPr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49085F" w:rsidRPr="005B209C" w:rsidRDefault="00D96A4D" w:rsidP="00D96A4D">
            <w:pPr>
              <w:rPr>
                <w:rFonts w:cs="Arial"/>
                <w:b/>
                <w:color w:val="FF0000"/>
                <w:sz w:val="20"/>
                <w:szCs w:val="20"/>
              </w:rPr>
            </w:pPr>
            <w:r w:rsidRPr="00D96A4D">
              <w:rPr>
                <w:rFonts w:cs="Arial"/>
                <w:b/>
                <w:sz w:val="20"/>
                <w:szCs w:val="20"/>
              </w:rPr>
              <w:t>The Paperbag Prince (PB</w:t>
            </w:r>
            <w:r>
              <w:rPr>
                <w:rFonts w:cs="Arial"/>
                <w:b/>
                <w:sz w:val="20"/>
                <w:szCs w:val="20"/>
              </w:rPr>
              <w:t>) – environment link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</w:tcPr>
          <w:p w:rsidR="0049085F" w:rsidRPr="005B209C" w:rsidRDefault="00D96A4D" w:rsidP="0049085F">
            <w:pPr>
              <w:rPr>
                <w:rFonts w:cs="Arial"/>
                <w:color w:val="FF0000"/>
                <w:sz w:val="20"/>
                <w:szCs w:val="20"/>
              </w:rPr>
            </w:pPr>
            <w:r w:rsidRPr="00D96A4D">
              <w:rPr>
                <w:rFonts w:cs="Arial"/>
                <w:sz w:val="20"/>
                <w:szCs w:val="20"/>
              </w:rPr>
              <w:t>Colin Thompson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49085F" w:rsidRPr="00093333" w:rsidRDefault="00D96A4D" w:rsidP="0049085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Y</w:t>
            </w:r>
          </w:p>
        </w:tc>
      </w:tr>
      <w:tr w:rsidR="0049085F" w:rsidRPr="00093333" w:rsidTr="000E7C6D">
        <w:trPr>
          <w:trHeight w:val="150"/>
        </w:trPr>
        <w:tc>
          <w:tcPr>
            <w:tcW w:w="4928" w:type="dxa"/>
            <w:shd w:val="clear" w:color="auto" w:fill="auto"/>
          </w:tcPr>
          <w:p w:rsidR="0049085F" w:rsidRPr="00D96A4D" w:rsidRDefault="00D96A4D" w:rsidP="005B209C">
            <w:pPr>
              <w:rPr>
                <w:rFonts w:cs="Arial"/>
                <w:b/>
                <w:color w:val="FF0000"/>
                <w:sz w:val="20"/>
                <w:szCs w:val="20"/>
              </w:rPr>
            </w:pPr>
            <w:r w:rsidRPr="00D96A4D">
              <w:rPr>
                <w:rFonts w:cs="Arial"/>
                <w:b/>
                <w:sz w:val="20"/>
                <w:szCs w:val="20"/>
              </w:rPr>
              <w:t>Superfrog (PB)</w:t>
            </w:r>
          </w:p>
        </w:tc>
        <w:tc>
          <w:tcPr>
            <w:tcW w:w="2990" w:type="dxa"/>
            <w:shd w:val="clear" w:color="auto" w:fill="auto"/>
          </w:tcPr>
          <w:p w:rsidR="0049085F" w:rsidRPr="008E4BC0" w:rsidRDefault="00D96A4D" w:rsidP="0049085F">
            <w:pPr>
              <w:rPr>
                <w:rFonts w:cs="Arial"/>
                <w:color w:val="FF0000"/>
                <w:sz w:val="20"/>
                <w:szCs w:val="20"/>
              </w:rPr>
            </w:pPr>
            <w:r w:rsidRPr="00D96A4D">
              <w:rPr>
                <w:rFonts w:cs="Arial"/>
                <w:sz w:val="20"/>
                <w:szCs w:val="20"/>
              </w:rPr>
              <w:t>Michael Foreman</w:t>
            </w:r>
          </w:p>
        </w:tc>
        <w:tc>
          <w:tcPr>
            <w:tcW w:w="1324" w:type="dxa"/>
            <w:shd w:val="clear" w:color="auto" w:fill="auto"/>
          </w:tcPr>
          <w:p w:rsidR="0049085F" w:rsidRPr="00093333" w:rsidRDefault="0049085F" w:rsidP="004908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9085F" w:rsidRPr="00093333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49085F" w:rsidRPr="00D96A4D" w:rsidRDefault="00D96A4D" w:rsidP="0049085F">
            <w:pPr>
              <w:rPr>
                <w:rFonts w:cs="Arial"/>
                <w:b/>
                <w:sz w:val="20"/>
                <w:szCs w:val="20"/>
              </w:rPr>
            </w:pPr>
            <w:r w:rsidRPr="00D96A4D">
              <w:rPr>
                <w:rFonts w:cs="Arial"/>
                <w:b/>
                <w:sz w:val="20"/>
                <w:szCs w:val="20"/>
              </w:rPr>
              <w:t>The Frog Prince continued (PB)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</w:tcPr>
          <w:p w:rsidR="0049085F" w:rsidRPr="00D96A4D" w:rsidRDefault="00D96A4D" w:rsidP="0049085F">
            <w:pPr>
              <w:rPr>
                <w:rFonts w:cs="Arial"/>
                <w:sz w:val="20"/>
                <w:szCs w:val="20"/>
              </w:rPr>
            </w:pPr>
            <w:r w:rsidRPr="00D96A4D">
              <w:rPr>
                <w:rFonts w:cs="Arial"/>
                <w:sz w:val="20"/>
                <w:szCs w:val="20"/>
              </w:rPr>
              <w:t>Jon Scieszka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49085F" w:rsidRPr="00093333" w:rsidRDefault="00D96A4D" w:rsidP="0049085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Y</w:t>
            </w:r>
          </w:p>
        </w:tc>
      </w:tr>
      <w:tr w:rsidR="006F31B0" w:rsidRPr="00093333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6F31B0" w:rsidRPr="003F361D" w:rsidRDefault="005F7E63" w:rsidP="0049085F">
            <w:pPr>
              <w:rPr>
                <w:rFonts w:cs="Arial"/>
                <w:b/>
                <w:color w:val="FF0000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How to B</w:t>
            </w:r>
            <w:r w:rsidR="00D96A4D" w:rsidRPr="00D96A4D">
              <w:rPr>
                <w:rFonts w:cs="Arial"/>
                <w:b/>
                <w:sz w:val="20"/>
                <w:szCs w:val="20"/>
              </w:rPr>
              <w:t>e a Hero</w:t>
            </w:r>
            <w:r w:rsidR="00A65B49">
              <w:rPr>
                <w:rFonts w:cs="Arial"/>
                <w:b/>
                <w:sz w:val="20"/>
                <w:szCs w:val="20"/>
              </w:rPr>
              <w:t xml:space="preserve"> (instructions link)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</w:tcPr>
          <w:p w:rsidR="006F31B0" w:rsidRPr="003F361D" w:rsidRDefault="00A65B49" w:rsidP="0049085F">
            <w:pPr>
              <w:rPr>
                <w:rFonts w:cs="Arial"/>
                <w:color w:val="FF0000"/>
                <w:sz w:val="20"/>
                <w:szCs w:val="20"/>
              </w:rPr>
            </w:pPr>
            <w:r w:rsidRPr="00A65B49">
              <w:rPr>
                <w:rFonts w:cs="Arial"/>
                <w:sz w:val="20"/>
                <w:szCs w:val="20"/>
              </w:rPr>
              <w:t>Christopher Edge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6F31B0" w:rsidRPr="00093333" w:rsidRDefault="006F31B0" w:rsidP="004908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65B49" w:rsidRPr="00093333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A65B49" w:rsidRPr="00D96A4D" w:rsidRDefault="00A65B49" w:rsidP="0049085F">
            <w:pPr>
              <w:rPr>
                <w:rFonts w:cs="Arial"/>
                <w:b/>
                <w:sz w:val="20"/>
                <w:szCs w:val="20"/>
              </w:rPr>
            </w:pPr>
            <w:r w:rsidRPr="00A65B49">
              <w:rPr>
                <w:rFonts w:cs="Arial"/>
                <w:b/>
                <w:sz w:val="20"/>
                <w:szCs w:val="20"/>
              </w:rPr>
              <w:t>Previously (PB)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</w:tcPr>
          <w:p w:rsidR="00A65B49" w:rsidRPr="00A65B49" w:rsidRDefault="00A65B49" w:rsidP="0049085F">
            <w:pPr>
              <w:rPr>
                <w:rFonts w:cs="Arial"/>
                <w:sz w:val="20"/>
                <w:szCs w:val="20"/>
              </w:rPr>
            </w:pPr>
            <w:r w:rsidRPr="00A65B49">
              <w:rPr>
                <w:rFonts w:cs="Arial"/>
                <w:sz w:val="20"/>
                <w:szCs w:val="20"/>
              </w:rPr>
              <w:t>Allan Ahlberg/Bruce Ingman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A65B49" w:rsidRPr="00093333" w:rsidRDefault="00A65B49" w:rsidP="0049085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Y</w:t>
            </w:r>
          </w:p>
        </w:tc>
      </w:tr>
      <w:tr w:rsidR="00A65B49" w:rsidRPr="00093333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A65B49" w:rsidRPr="00D96A4D" w:rsidRDefault="005F7E63" w:rsidP="0049085F">
            <w:pPr>
              <w:rPr>
                <w:rFonts w:cs="Arial"/>
                <w:b/>
                <w:sz w:val="20"/>
                <w:szCs w:val="20"/>
              </w:rPr>
            </w:pPr>
            <w:r w:rsidRPr="005F7E63">
              <w:rPr>
                <w:rFonts w:cs="Arial"/>
                <w:b/>
                <w:sz w:val="20"/>
                <w:szCs w:val="20"/>
              </w:rPr>
              <w:t>Into the Forest (PB)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</w:tcPr>
          <w:p w:rsidR="00A65B49" w:rsidRPr="00A65B49" w:rsidRDefault="005F7E63" w:rsidP="005F7E63">
            <w:pPr>
              <w:rPr>
                <w:rFonts w:cs="Arial"/>
                <w:sz w:val="20"/>
                <w:szCs w:val="20"/>
              </w:rPr>
            </w:pPr>
            <w:r w:rsidRPr="005F7E63">
              <w:rPr>
                <w:rFonts w:cs="Arial"/>
                <w:sz w:val="20"/>
                <w:szCs w:val="20"/>
              </w:rPr>
              <w:t>Anthony Browne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A65B49" w:rsidRPr="00093333" w:rsidRDefault="005F7E63" w:rsidP="0049085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Y</w:t>
            </w:r>
          </w:p>
        </w:tc>
      </w:tr>
      <w:tr w:rsidR="009A43FA" w:rsidRPr="00093333" w:rsidTr="000E7C6D">
        <w:trPr>
          <w:trHeight w:val="186"/>
        </w:trPr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9A43FA" w:rsidRPr="009A43FA" w:rsidRDefault="009A43FA" w:rsidP="0049085F">
            <w:pPr>
              <w:rPr>
                <w:rFonts w:cs="Arial"/>
                <w:b/>
                <w:color w:val="FF0000"/>
                <w:sz w:val="20"/>
                <w:szCs w:val="20"/>
              </w:rPr>
            </w:pPr>
            <w:r w:rsidRPr="009A43FA">
              <w:rPr>
                <w:rFonts w:cs="Arial"/>
                <w:b/>
                <w:color w:val="FF0000"/>
                <w:sz w:val="20"/>
                <w:szCs w:val="20"/>
              </w:rPr>
              <w:t>The Cake the Wolf and the Witch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</w:tcPr>
          <w:p w:rsidR="009A43FA" w:rsidRPr="009A43FA" w:rsidRDefault="009A43FA" w:rsidP="005F7E63">
            <w:pPr>
              <w:rPr>
                <w:rFonts w:cs="Arial"/>
                <w:color w:val="FF0000"/>
                <w:sz w:val="20"/>
                <w:szCs w:val="20"/>
              </w:rPr>
            </w:pPr>
            <w:r w:rsidRPr="009A43FA">
              <w:rPr>
                <w:rFonts w:cs="Arial"/>
                <w:color w:val="FF0000"/>
                <w:sz w:val="20"/>
                <w:szCs w:val="20"/>
              </w:rPr>
              <w:t>Maudie Smith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9A43FA" w:rsidRDefault="009A43FA" w:rsidP="004908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65B49" w:rsidRPr="00093333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A65B49" w:rsidRPr="00613384" w:rsidRDefault="00613384" w:rsidP="0049085F">
            <w:pPr>
              <w:rPr>
                <w:rFonts w:cs="Arial"/>
                <w:b/>
                <w:color w:val="FF0000"/>
                <w:sz w:val="20"/>
                <w:szCs w:val="20"/>
              </w:rPr>
            </w:pPr>
            <w:r w:rsidRPr="00613384">
              <w:rPr>
                <w:rFonts w:cs="Arial"/>
                <w:b/>
                <w:color w:val="FF0000"/>
                <w:sz w:val="20"/>
                <w:szCs w:val="20"/>
              </w:rPr>
              <w:t>Ophelia and the Marvellous Boy</w:t>
            </w:r>
            <w:r w:rsidR="009A43FA">
              <w:rPr>
                <w:rFonts w:cs="Arial"/>
                <w:b/>
                <w:color w:val="FF0000"/>
                <w:sz w:val="20"/>
                <w:szCs w:val="20"/>
              </w:rPr>
              <w:t xml:space="preserve"> (snow queen)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</w:tcPr>
          <w:p w:rsidR="00A65B49" w:rsidRPr="00613384" w:rsidRDefault="00613384" w:rsidP="0049085F">
            <w:pPr>
              <w:rPr>
                <w:rFonts w:cs="Arial"/>
                <w:color w:val="FF0000"/>
                <w:sz w:val="20"/>
                <w:szCs w:val="20"/>
              </w:rPr>
            </w:pPr>
            <w:r w:rsidRPr="00613384">
              <w:rPr>
                <w:rFonts w:cs="Arial"/>
                <w:color w:val="FF0000"/>
                <w:sz w:val="20"/>
                <w:szCs w:val="20"/>
              </w:rPr>
              <w:t>Karen Foxlee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A65B49" w:rsidRPr="00613384" w:rsidRDefault="00613384" w:rsidP="0049085F">
            <w:pPr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613384">
              <w:rPr>
                <w:rFonts w:cs="Arial"/>
                <w:color w:val="FF0000"/>
                <w:sz w:val="20"/>
                <w:szCs w:val="20"/>
              </w:rPr>
              <w:t>Y5/6</w:t>
            </w:r>
          </w:p>
        </w:tc>
      </w:tr>
      <w:tr w:rsidR="00A65B49" w:rsidRPr="00093333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A65B49" w:rsidRPr="00D96A4D" w:rsidRDefault="009A43FA" w:rsidP="0049085F">
            <w:pPr>
              <w:rPr>
                <w:rFonts w:cs="Arial"/>
                <w:b/>
                <w:sz w:val="20"/>
                <w:szCs w:val="20"/>
              </w:rPr>
            </w:pPr>
            <w:r w:rsidRPr="009A43FA">
              <w:rPr>
                <w:rFonts w:cs="Arial"/>
                <w:b/>
                <w:color w:val="FF0000"/>
                <w:sz w:val="20"/>
                <w:szCs w:val="20"/>
              </w:rPr>
              <w:t>Beasts of Olympus: Hound of Hades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</w:tcPr>
          <w:p w:rsidR="00A65B49" w:rsidRPr="00A65B49" w:rsidRDefault="009A43FA" w:rsidP="0049085F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Lucy Coats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A65B49" w:rsidRPr="00093333" w:rsidRDefault="009A43FA" w:rsidP="009A43FA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Y5/6</w:t>
            </w:r>
          </w:p>
        </w:tc>
      </w:tr>
      <w:tr w:rsidR="009E0AAA" w:rsidRPr="00093333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9E0AAA" w:rsidRPr="00D96A4D" w:rsidRDefault="00D96A4D" w:rsidP="00D96A4D">
            <w:pPr>
              <w:rPr>
                <w:rFonts w:cs="Arial"/>
                <w:b/>
                <w:sz w:val="20"/>
                <w:szCs w:val="20"/>
              </w:rPr>
            </w:pPr>
            <w:r w:rsidRPr="00D96A4D">
              <w:rPr>
                <w:rFonts w:cs="Arial"/>
                <w:b/>
                <w:sz w:val="20"/>
                <w:szCs w:val="20"/>
              </w:rPr>
              <w:t>Toad of Toad Hall</w:t>
            </w:r>
            <w:r w:rsidRPr="00D96A4D">
              <w:rPr>
                <w:rFonts w:cs="Arial"/>
                <w:b/>
                <w:sz w:val="20"/>
                <w:szCs w:val="20"/>
              </w:rPr>
              <w:tab/>
            </w: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</w:tcPr>
          <w:p w:rsidR="009E0AAA" w:rsidRPr="00D96A4D" w:rsidRDefault="00D96A4D" w:rsidP="009E0AAA">
            <w:pPr>
              <w:rPr>
                <w:rFonts w:cs="Arial"/>
                <w:sz w:val="20"/>
                <w:szCs w:val="20"/>
              </w:rPr>
            </w:pPr>
            <w:r w:rsidRPr="00D96A4D">
              <w:rPr>
                <w:rFonts w:cs="Arial"/>
                <w:sz w:val="20"/>
                <w:szCs w:val="20"/>
              </w:rPr>
              <w:t>A.A. Milne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9E0AAA" w:rsidRDefault="009E0AAA" w:rsidP="004908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9085F" w:rsidRPr="00093333" w:rsidTr="000E7C6D">
        <w:tc>
          <w:tcPr>
            <w:tcW w:w="9242" w:type="dxa"/>
            <w:gridSpan w:val="3"/>
            <w:tcBorders>
              <w:bottom w:val="single" w:sz="4" w:space="0" w:color="auto"/>
            </w:tcBorders>
            <w:shd w:val="clear" w:color="auto" w:fill="FFFF99"/>
          </w:tcPr>
          <w:p w:rsidR="0049085F" w:rsidRPr="00EC6925" w:rsidRDefault="0049085F" w:rsidP="0049085F">
            <w:pPr>
              <w:jc w:val="center"/>
              <w:rPr>
                <w:b/>
                <w:sz w:val="20"/>
                <w:szCs w:val="20"/>
              </w:rPr>
            </w:pPr>
            <w:r w:rsidRPr="00EC6925">
              <w:rPr>
                <w:b/>
                <w:sz w:val="20"/>
                <w:szCs w:val="20"/>
              </w:rPr>
              <w:t>Adventure</w:t>
            </w:r>
            <w:r w:rsidR="002B4BF9">
              <w:rPr>
                <w:b/>
                <w:sz w:val="20"/>
                <w:szCs w:val="20"/>
              </w:rPr>
              <w:t>/Fantasy/Science Fiction</w:t>
            </w:r>
          </w:p>
        </w:tc>
      </w:tr>
      <w:tr w:rsidR="00936CBC" w:rsidRPr="00093333" w:rsidTr="000E7C6D">
        <w:tc>
          <w:tcPr>
            <w:tcW w:w="4928" w:type="dxa"/>
            <w:shd w:val="clear" w:color="auto" w:fill="auto"/>
          </w:tcPr>
          <w:p w:rsidR="00936CBC" w:rsidRPr="00B4630A" w:rsidRDefault="00936CBC" w:rsidP="00B4630A">
            <w:pPr>
              <w:rPr>
                <w:b/>
              </w:rPr>
            </w:pPr>
            <w:r w:rsidRPr="00B4630A">
              <w:rPr>
                <w:b/>
              </w:rPr>
              <w:t>Dinosaurs and All That Rubbish (PB)</w:t>
            </w:r>
          </w:p>
        </w:tc>
        <w:tc>
          <w:tcPr>
            <w:tcW w:w="2990" w:type="dxa"/>
            <w:vMerge w:val="restart"/>
            <w:shd w:val="clear" w:color="auto" w:fill="auto"/>
          </w:tcPr>
          <w:p w:rsidR="00936CBC" w:rsidRPr="00093333" w:rsidRDefault="00936CBC" w:rsidP="00490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Michael Foreman</w:t>
            </w:r>
          </w:p>
        </w:tc>
        <w:tc>
          <w:tcPr>
            <w:tcW w:w="1324" w:type="dxa"/>
            <w:shd w:val="clear" w:color="auto" w:fill="auto"/>
          </w:tcPr>
          <w:p w:rsidR="00936CBC" w:rsidRPr="00093333" w:rsidRDefault="00936CBC" w:rsidP="0049085F">
            <w:pPr>
              <w:jc w:val="center"/>
              <w:rPr>
                <w:sz w:val="20"/>
                <w:szCs w:val="20"/>
              </w:rPr>
            </w:pPr>
          </w:p>
        </w:tc>
      </w:tr>
      <w:tr w:rsidR="00936CBC" w:rsidRPr="00093333" w:rsidTr="000E7C6D">
        <w:tc>
          <w:tcPr>
            <w:tcW w:w="4928" w:type="dxa"/>
            <w:shd w:val="clear" w:color="auto" w:fill="auto"/>
          </w:tcPr>
          <w:p w:rsidR="00936CBC" w:rsidRPr="00B4630A" w:rsidRDefault="00936CBC" w:rsidP="00B4630A">
            <w:pPr>
              <w:rPr>
                <w:b/>
              </w:rPr>
            </w:pPr>
            <w:r w:rsidRPr="00B4630A">
              <w:rPr>
                <w:b/>
              </w:rPr>
              <w:t>Jack's Fantastic Voyage (PB)</w:t>
            </w:r>
          </w:p>
        </w:tc>
        <w:tc>
          <w:tcPr>
            <w:tcW w:w="2990" w:type="dxa"/>
            <w:vMerge/>
            <w:shd w:val="clear" w:color="auto" w:fill="auto"/>
          </w:tcPr>
          <w:p w:rsidR="00936CBC" w:rsidRPr="00093333" w:rsidRDefault="00936CBC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</w:tcPr>
          <w:p w:rsidR="00936CBC" w:rsidRPr="00093333" w:rsidRDefault="00936CBC" w:rsidP="0049085F">
            <w:pPr>
              <w:jc w:val="center"/>
              <w:rPr>
                <w:sz w:val="20"/>
                <w:szCs w:val="20"/>
              </w:rPr>
            </w:pPr>
          </w:p>
        </w:tc>
      </w:tr>
      <w:tr w:rsidR="00936CBC" w:rsidRPr="00093333" w:rsidTr="000E7C6D">
        <w:tc>
          <w:tcPr>
            <w:tcW w:w="4928" w:type="dxa"/>
            <w:shd w:val="clear" w:color="auto" w:fill="auto"/>
          </w:tcPr>
          <w:p w:rsidR="00936CBC" w:rsidRPr="00B4630A" w:rsidRDefault="00936CBC" w:rsidP="00B4630A">
            <w:pPr>
              <w:rPr>
                <w:b/>
              </w:rPr>
            </w:pPr>
            <w:r w:rsidRPr="00B4630A">
              <w:rPr>
                <w:b/>
              </w:rPr>
              <w:t>Seal Surfer (PB)</w:t>
            </w:r>
          </w:p>
        </w:tc>
        <w:tc>
          <w:tcPr>
            <w:tcW w:w="2990" w:type="dxa"/>
            <w:vMerge/>
            <w:shd w:val="clear" w:color="auto" w:fill="auto"/>
          </w:tcPr>
          <w:p w:rsidR="00936CBC" w:rsidRPr="00093333" w:rsidRDefault="00936CBC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</w:tcPr>
          <w:p w:rsidR="00936CBC" w:rsidRPr="00093333" w:rsidRDefault="00936CBC" w:rsidP="0049085F">
            <w:pPr>
              <w:jc w:val="center"/>
              <w:rPr>
                <w:sz w:val="20"/>
                <w:szCs w:val="20"/>
              </w:rPr>
            </w:pPr>
          </w:p>
        </w:tc>
      </w:tr>
      <w:tr w:rsidR="00B4630A" w:rsidRPr="00093333" w:rsidTr="000E7C6D">
        <w:tc>
          <w:tcPr>
            <w:tcW w:w="4928" w:type="dxa"/>
            <w:shd w:val="clear" w:color="auto" w:fill="auto"/>
          </w:tcPr>
          <w:p w:rsidR="00B4630A" w:rsidRPr="0003457E" w:rsidRDefault="00B4630A" w:rsidP="00B4630A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lastRenderedPageBreak/>
              <w:t>Dinosaur Time (PB)</w:t>
            </w:r>
          </w:p>
        </w:tc>
        <w:tc>
          <w:tcPr>
            <w:tcW w:w="2990" w:type="dxa"/>
            <w:shd w:val="clear" w:color="auto" w:fill="auto"/>
          </w:tcPr>
          <w:p w:rsidR="00B4630A" w:rsidRPr="00093333" w:rsidRDefault="00936CBC" w:rsidP="0049085F">
            <w:pPr>
              <w:rPr>
                <w:sz w:val="20"/>
                <w:szCs w:val="20"/>
              </w:rPr>
            </w:pPr>
            <w:r w:rsidRPr="00936CBC">
              <w:rPr>
                <w:sz w:val="20"/>
                <w:szCs w:val="20"/>
              </w:rPr>
              <w:t>Michael Foreman</w:t>
            </w:r>
          </w:p>
        </w:tc>
        <w:tc>
          <w:tcPr>
            <w:tcW w:w="1324" w:type="dxa"/>
            <w:shd w:val="clear" w:color="auto" w:fill="auto"/>
          </w:tcPr>
          <w:p w:rsidR="00B4630A" w:rsidRPr="00093333" w:rsidRDefault="00B4630A" w:rsidP="0049085F">
            <w:pPr>
              <w:jc w:val="center"/>
              <w:rPr>
                <w:sz w:val="20"/>
                <w:szCs w:val="20"/>
              </w:rPr>
            </w:pPr>
          </w:p>
        </w:tc>
      </w:tr>
      <w:tr w:rsidR="0049085F" w:rsidRPr="00093333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49085F" w:rsidRPr="0003457E" w:rsidRDefault="00B4630A" w:rsidP="0049085F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Leon and the Place Between (PB)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</w:tcPr>
          <w:p w:rsidR="0049085F" w:rsidRPr="00093333" w:rsidRDefault="00B4630A" w:rsidP="0049085F">
            <w:pPr>
              <w:rPr>
                <w:sz w:val="20"/>
                <w:szCs w:val="20"/>
              </w:rPr>
            </w:pPr>
            <w:r w:rsidRPr="00B4630A">
              <w:rPr>
                <w:sz w:val="20"/>
                <w:szCs w:val="20"/>
              </w:rPr>
              <w:t>Graham Baker-Smith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49085F" w:rsidRPr="00093333" w:rsidRDefault="0049085F" w:rsidP="0049085F">
            <w:pPr>
              <w:jc w:val="center"/>
              <w:rPr>
                <w:sz w:val="20"/>
                <w:szCs w:val="20"/>
              </w:rPr>
            </w:pPr>
          </w:p>
        </w:tc>
      </w:tr>
      <w:tr w:rsidR="000E7C6D" w:rsidRPr="00093333" w:rsidTr="000E7C6D">
        <w:tc>
          <w:tcPr>
            <w:tcW w:w="4928" w:type="dxa"/>
            <w:shd w:val="clear" w:color="auto" w:fill="auto"/>
          </w:tcPr>
          <w:p w:rsidR="000E7C6D" w:rsidRPr="0003457E" w:rsidRDefault="000E7C6D" w:rsidP="0049085F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The Dunderheads (PB)</w:t>
            </w:r>
          </w:p>
        </w:tc>
        <w:tc>
          <w:tcPr>
            <w:tcW w:w="2990" w:type="dxa"/>
            <w:vMerge w:val="restart"/>
            <w:shd w:val="clear" w:color="auto" w:fill="auto"/>
          </w:tcPr>
          <w:p w:rsidR="000E7C6D" w:rsidRPr="00093333" w:rsidRDefault="000E7C6D" w:rsidP="0049085F">
            <w:pPr>
              <w:rPr>
                <w:sz w:val="20"/>
                <w:szCs w:val="20"/>
              </w:rPr>
            </w:pPr>
            <w:r w:rsidRPr="00B4630A">
              <w:rPr>
                <w:sz w:val="20"/>
                <w:szCs w:val="20"/>
              </w:rPr>
              <w:t>Paul Fleischman</w:t>
            </w:r>
          </w:p>
        </w:tc>
        <w:tc>
          <w:tcPr>
            <w:tcW w:w="1324" w:type="dxa"/>
            <w:shd w:val="clear" w:color="auto" w:fill="auto"/>
          </w:tcPr>
          <w:p w:rsidR="000E7C6D" w:rsidRPr="00093333" w:rsidRDefault="000E7C6D" w:rsidP="0049085F">
            <w:pPr>
              <w:jc w:val="center"/>
              <w:rPr>
                <w:sz w:val="20"/>
                <w:szCs w:val="20"/>
              </w:rPr>
            </w:pPr>
          </w:p>
        </w:tc>
      </w:tr>
      <w:tr w:rsidR="000E7C6D" w:rsidRPr="00093333" w:rsidTr="000E7C6D">
        <w:tc>
          <w:tcPr>
            <w:tcW w:w="4928" w:type="dxa"/>
            <w:shd w:val="clear" w:color="auto" w:fill="auto"/>
          </w:tcPr>
          <w:p w:rsidR="000E7C6D" w:rsidRPr="0003457E" w:rsidRDefault="000E7C6D" w:rsidP="0049085F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color w:val="FF0000"/>
                <w:sz w:val="20"/>
                <w:szCs w:val="20"/>
              </w:rPr>
              <w:t>The Dunderheads Behind Bars (PB)</w:t>
            </w:r>
          </w:p>
        </w:tc>
        <w:tc>
          <w:tcPr>
            <w:tcW w:w="2990" w:type="dxa"/>
            <w:vMerge/>
            <w:shd w:val="clear" w:color="auto" w:fill="auto"/>
          </w:tcPr>
          <w:p w:rsidR="000E7C6D" w:rsidRPr="00093333" w:rsidRDefault="000E7C6D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</w:tcPr>
          <w:p w:rsidR="000E7C6D" w:rsidRPr="00093333" w:rsidRDefault="000E7C6D" w:rsidP="0049085F">
            <w:pPr>
              <w:rPr>
                <w:sz w:val="20"/>
                <w:szCs w:val="20"/>
              </w:rPr>
            </w:pPr>
          </w:p>
        </w:tc>
      </w:tr>
      <w:tr w:rsidR="000E7C6D" w:rsidRPr="00093333" w:rsidTr="000E7C6D">
        <w:tc>
          <w:tcPr>
            <w:tcW w:w="4928" w:type="dxa"/>
            <w:shd w:val="clear" w:color="auto" w:fill="auto"/>
          </w:tcPr>
          <w:p w:rsidR="000E7C6D" w:rsidRPr="0003457E" w:rsidRDefault="000E7C6D" w:rsidP="009A47FC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Little Mouse’s Big Book of Fears (PB) - link to news writing, dictionary work, ads, directions)</w:t>
            </w:r>
          </w:p>
        </w:tc>
        <w:tc>
          <w:tcPr>
            <w:tcW w:w="2990" w:type="dxa"/>
            <w:vMerge w:val="restart"/>
            <w:shd w:val="clear" w:color="auto" w:fill="auto"/>
          </w:tcPr>
          <w:p w:rsidR="000E7C6D" w:rsidRPr="00093333" w:rsidRDefault="000E7C6D" w:rsidP="0049085F">
            <w:pPr>
              <w:rPr>
                <w:sz w:val="20"/>
                <w:szCs w:val="20"/>
              </w:rPr>
            </w:pPr>
            <w:r w:rsidRPr="009A47FC">
              <w:rPr>
                <w:sz w:val="20"/>
                <w:szCs w:val="20"/>
              </w:rPr>
              <w:t>Emily Gravett</w:t>
            </w:r>
          </w:p>
        </w:tc>
        <w:tc>
          <w:tcPr>
            <w:tcW w:w="1324" w:type="dxa"/>
            <w:shd w:val="clear" w:color="auto" w:fill="auto"/>
          </w:tcPr>
          <w:p w:rsidR="000E7C6D" w:rsidRPr="00093333" w:rsidRDefault="000E7C6D" w:rsidP="0049085F">
            <w:pPr>
              <w:rPr>
                <w:sz w:val="20"/>
                <w:szCs w:val="20"/>
              </w:rPr>
            </w:pPr>
          </w:p>
        </w:tc>
      </w:tr>
      <w:tr w:rsidR="000E7C6D" w:rsidRPr="00093333" w:rsidTr="000E7C6D">
        <w:tc>
          <w:tcPr>
            <w:tcW w:w="4928" w:type="dxa"/>
            <w:shd w:val="clear" w:color="auto" w:fill="auto"/>
          </w:tcPr>
          <w:p w:rsidR="000E7C6D" w:rsidRPr="0003457E" w:rsidRDefault="000E7C6D" w:rsidP="009A47FC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The Rabbit Problem (PB)</w:t>
            </w:r>
          </w:p>
        </w:tc>
        <w:tc>
          <w:tcPr>
            <w:tcW w:w="2990" w:type="dxa"/>
            <w:vMerge/>
            <w:shd w:val="clear" w:color="auto" w:fill="auto"/>
          </w:tcPr>
          <w:p w:rsidR="000E7C6D" w:rsidRPr="00093333" w:rsidRDefault="000E7C6D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</w:tcPr>
          <w:p w:rsidR="000E7C6D" w:rsidRPr="00093333" w:rsidRDefault="000E7C6D" w:rsidP="0049085F">
            <w:pPr>
              <w:rPr>
                <w:sz w:val="20"/>
                <w:szCs w:val="20"/>
              </w:rPr>
            </w:pPr>
          </w:p>
        </w:tc>
      </w:tr>
      <w:tr w:rsidR="000E7C6D" w:rsidRPr="00093333" w:rsidTr="000E7C6D">
        <w:tc>
          <w:tcPr>
            <w:tcW w:w="4928" w:type="dxa"/>
            <w:shd w:val="clear" w:color="auto" w:fill="auto"/>
          </w:tcPr>
          <w:p w:rsidR="000E7C6D" w:rsidRPr="0003457E" w:rsidRDefault="000E7C6D" w:rsidP="009A47FC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Wolves (PB)</w:t>
            </w:r>
          </w:p>
        </w:tc>
        <w:tc>
          <w:tcPr>
            <w:tcW w:w="2990" w:type="dxa"/>
            <w:vMerge/>
            <w:shd w:val="clear" w:color="auto" w:fill="auto"/>
          </w:tcPr>
          <w:p w:rsidR="000E7C6D" w:rsidRPr="00093333" w:rsidRDefault="000E7C6D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</w:tcPr>
          <w:p w:rsidR="000E7C6D" w:rsidRPr="00093333" w:rsidRDefault="000E7C6D" w:rsidP="0049085F">
            <w:pPr>
              <w:rPr>
                <w:sz w:val="20"/>
                <w:szCs w:val="20"/>
              </w:rPr>
            </w:pPr>
          </w:p>
        </w:tc>
      </w:tr>
      <w:tr w:rsidR="000E7C6D" w:rsidRPr="00093333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0E7C6D" w:rsidRPr="0003457E" w:rsidRDefault="000E7C6D" w:rsidP="009A47FC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Meerkat Mail (PB) - link to newspaper articles (PB)</w:t>
            </w:r>
          </w:p>
        </w:tc>
        <w:tc>
          <w:tcPr>
            <w:tcW w:w="299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E7C6D" w:rsidRPr="00093333" w:rsidRDefault="000E7C6D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0E7C6D" w:rsidRPr="00093333" w:rsidRDefault="000E7C6D" w:rsidP="0049085F">
            <w:pPr>
              <w:rPr>
                <w:sz w:val="20"/>
                <w:szCs w:val="20"/>
              </w:rPr>
            </w:pPr>
          </w:p>
        </w:tc>
      </w:tr>
      <w:tr w:rsidR="009A47FC" w:rsidRPr="00093333" w:rsidTr="000E7C6D">
        <w:tc>
          <w:tcPr>
            <w:tcW w:w="4928" w:type="dxa"/>
            <w:shd w:val="clear" w:color="auto" w:fill="auto"/>
          </w:tcPr>
          <w:p w:rsidR="009A47FC" w:rsidRPr="0003457E" w:rsidRDefault="009A47FC" w:rsidP="009A47FC">
            <w:pPr>
              <w:tabs>
                <w:tab w:val="left" w:pos="1344"/>
              </w:tabs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Tom’s Clockwork Dragon (PB)</w:t>
            </w:r>
          </w:p>
        </w:tc>
        <w:tc>
          <w:tcPr>
            <w:tcW w:w="2990" w:type="dxa"/>
            <w:shd w:val="clear" w:color="auto" w:fill="auto"/>
          </w:tcPr>
          <w:p w:rsidR="009A47FC" w:rsidRPr="00093333" w:rsidRDefault="009A47FC" w:rsidP="0049085F">
            <w:pPr>
              <w:rPr>
                <w:sz w:val="20"/>
                <w:szCs w:val="20"/>
              </w:rPr>
            </w:pPr>
            <w:r w:rsidRPr="009A47FC">
              <w:rPr>
                <w:sz w:val="20"/>
                <w:szCs w:val="20"/>
              </w:rPr>
              <w:t>Jonathan Emmett</w:t>
            </w:r>
          </w:p>
        </w:tc>
        <w:tc>
          <w:tcPr>
            <w:tcW w:w="1324" w:type="dxa"/>
            <w:shd w:val="clear" w:color="auto" w:fill="auto"/>
          </w:tcPr>
          <w:p w:rsidR="009A47FC" w:rsidRPr="00093333" w:rsidRDefault="009A47FC" w:rsidP="0049085F">
            <w:pPr>
              <w:rPr>
                <w:sz w:val="20"/>
                <w:szCs w:val="20"/>
              </w:rPr>
            </w:pPr>
          </w:p>
        </w:tc>
      </w:tr>
      <w:tr w:rsidR="00FB4A6B" w:rsidRPr="00093333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FB4A6B" w:rsidRPr="0003457E" w:rsidRDefault="00FB4A6B" w:rsidP="009A47FC">
            <w:pPr>
              <w:tabs>
                <w:tab w:val="left" w:pos="1344"/>
              </w:tabs>
              <w:rPr>
                <w:b/>
                <w:color w:val="FF0000"/>
                <w:sz w:val="20"/>
                <w:szCs w:val="20"/>
              </w:rPr>
            </w:pPr>
            <w:r w:rsidRPr="0003457E">
              <w:rPr>
                <w:b/>
                <w:color w:val="FF0000"/>
                <w:sz w:val="20"/>
                <w:szCs w:val="20"/>
              </w:rPr>
              <w:t>The Monster Diaries (PB)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</w:tcPr>
          <w:p w:rsidR="00FB4A6B" w:rsidRPr="00FB4A6B" w:rsidRDefault="00FB4A6B" w:rsidP="0049085F">
            <w:pPr>
              <w:rPr>
                <w:color w:val="FF0000"/>
                <w:sz w:val="20"/>
                <w:szCs w:val="20"/>
              </w:rPr>
            </w:pPr>
            <w:r w:rsidRPr="00FB4A6B">
              <w:rPr>
                <w:color w:val="FF0000"/>
                <w:sz w:val="20"/>
                <w:szCs w:val="20"/>
              </w:rPr>
              <w:t>Luciano Saracino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FB4A6B" w:rsidRPr="00093333" w:rsidRDefault="00FB4A6B" w:rsidP="00490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</w:tr>
      <w:tr w:rsidR="00633E78" w:rsidRPr="00093333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633E78" w:rsidRPr="0003457E" w:rsidRDefault="00633E78" w:rsidP="00633E78">
            <w:pPr>
              <w:tabs>
                <w:tab w:val="left" w:pos="1344"/>
              </w:tabs>
              <w:rPr>
                <w:b/>
                <w:color w:val="FF0000"/>
                <w:sz w:val="20"/>
                <w:szCs w:val="20"/>
              </w:rPr>
            </w:pPr>
            <w:r w:rsidRPr="00633E78">
              <w:rPr>
                <w:b/>
                <w:color w:val="FF0000"/>
                <w:sz w:val="20"/>
                <w:szCs w:val="20"/>
              </w:rPr>
              <w:t>Journey (wordless)</w:t>
            </w:r>
            <w:r w:rsidRPr="00633E78">
              <w:rPr>
                <w:b/>
                <w:color w:val="FF0000"/>
                <w:sz w:val="20"/>
                <w:szCs w:val="20"/>
              </w:rPr>
              <w:tab/>
            </w:r>
            <w:r w:rsidRPr="00633E78">
              <w:rPr>
                <w:b/>
                <w:color w:val="FF0000"/>
                <w:sz w:val="20"/>
                <w:szCs w:val="20"/>
              </w:rPr>
              <w:tab/>
            </w: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</w:tcPr>
          <w:p w:rsidR="00633E78" w:rsidRPr="00FB4A6B" w:rsidRDefault="00633E78" w:rsidP="0049085F">
            <w:pPr>
              <w:rPr>
                <w:color w:val="FF0000"/>
                <w:sz w:val="20"/>
                <w:szCs w:val="20"/>
              </w:rPr>
            </w:pPr>
            <w:r w:rsidRPr="00633E78">
              <w:rPr>
                <w:color w:val="FF0000"/>
                <w:sz w:val="20"/>
                <w:szCs w:val="20"/>
              </w:rPr>
              <w:t>Aaron Becker</w:t>
            </w:r>
            <w:bookmarkStart w:id="0" w:name="_GoBack"/>
            <w:bookmarkEnd w:id="0"/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633E78" w:rsidRDefault="00633E78" w:rsidP="0049085F">
            <w:pPr>
              <w:rPr>
                <w:sz w:val="20"/>
                <w:szCs w:val="20"/>
              </w:rPr>
            </w:pPr>
          </w:p>
        </w:tc>
      </w:tr>
      <w:tr w:rsidR="000E7C6D" w:rsidRPr="00093333" w:rsidTr="000E7C6D">
        <w:tc>
          <w:tcPr>
            <w:tcW w:w="4928" w:type="dxa"/>
            <w:shd w:val="clear" w:color="auto" w:fill="auto"/>
          </w:tcPr>
          <w:p w:rsidR="000E7C6D" w:rsidRPr="0003457E" w:rsidRDefault="000E7C6D" w:rsidP="0049085F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 xml:space="preserve">The </w:t>
            </w:r>
            <w:proofErr w:type="spellStart"/>
            <w:r w:rsidRPr="0003457E">
              <w:rPr>
                <w:b/>
                <w:sz w:val="20"/>
                <w:szCs w:val="20"/>
              </w:rPr>
              <w:t>Dragonsitter</w:t>
            </w:r>
            <w:proofErr w:type="spellEnd"/>
          </w:p>
        </w:tc>
        <w:tc>
          <w:tcPr>
            <w:tcW w:w="2990" w:type="dxa"/>
            <w:vMerge w:val="restart"/>
            <w:shd w:val="clear" w:color="auto" w:fill="auto"/>
          </w:tcPr>
          <w:p w:rsidR="000E7C6D" w:rsidRPr="00093333" w:rsidRDefault="000E7C6D" w:rsidP="00490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Nick Garlick</w:t>
            </w:r>
          </w:p>
        </w:tc>
        <w:tc>
          <w:tcPr>
            <w:tcW w:w="1324" w:type="dxa"/>
            <w:shd w:val="clear" w:color="auto" w:fill="auto"/>
          </w:tcPr>
          <w:p w:rsidR="000E7C6D" w:rsidRPr="00093333" w:rsidRDefault="000E7C6D" w:rsidP="0049085F">
            <w:pPr>
              <w:jc w:val="center"/>
              <w:rPr>
                <w:sz w:val="20"/>
                <w:szCs w:val="20"/>
              </w:rPr>
            </w:pPr>
          </w:p>
        </w:tc>
      </w:tr>
      <w:tr w:rsidR="000E7C6D" w:rsidRPr="00093333" w:rsidTr="000E7C6D">
        <w:tc>
          <w:tcPr>
            <w:tcW w:w="4928" w:type="dxa"/>
            <w:shd w:val="clear" w:color="auto" w:fill="auto"/>
          </w:tcPr>
          <w:p w:rsidR="000E7C6D" w:rsidRPr="0003457E" w:rsidRDefault="000E7C6D" w:rsidP="00F344A3">
            <w:pPr>
              <w:rPr>
                <w:sz w:val="20"/>
                <w:szCs w:val="20"/>
              </w:rPr>
            </w:pPr>
            <w:r w:rsidRPr="0003457E">
              <w:rPr>
                <w:sz w:val="20"/>
                <w:szCs w:val="20"/>
              </w:rPr>
              <w:t>Aunt Severe and the Dragons</w:t>
            </w:r>
          </w:p>
        </w:tc>
        <w:tc>
          <w:tcPr>
            <w:tcW w:w="2990" w:type="dxa"/>
            <w:vMerge/>
            <w:shd w:val="clear" w:color="auto" w:fill="auto"/>
          </w:tcPr>
          <w:p w:rsidR="000E7C6D" w:rsidRPr="00512959" w:rsidRDefault="000E7C6D" w:rsidP="00F344A3"/>
        </w:tc>
        <w:tc>
          <w:tcPr>
            <w:tcW w:w="1324" w:type="dxa"/>
            <w:shd w:val="clear" w:color="auto" w:fill="auto"/>
          </w:tcPr>
          <w:p w:rsidR="000E7C6D" w:rsidRPr="00512959" w:rsidRDefault="000E7C6D" w:rsidP="00F344A3"/>
        </w:tc>
      </w:tr>
      <w:tr w:rsidR="000E7C6D" w:rsidRPr="00093333" w:rsidTr="000E7C6D">
        <w:tc>
          <w:tcPr>
            <w:tcW w:w="4928" w:type="dxa"/>
            <w:shd w:val="clear" w:color="auto" w:fill="auto"/>
          </w:tcPr>
          <w:p w:rsidR="000E7C6D" w:rsidRPr="0003457E" w:rsidRDefault="000E7C6D" w:rsidP="00F344A3">
            <w:pPr>
              <w:rPr>
                <w:sz w:val="20"/>
                <w:szCs w:val="20"/>
              </w:rPr>
            </w:pPr>
            <w:r w:rsidRPr="0003457E">
              <w:rPr>
                <w:sz w:val="20"/>
                <w:szCs w:val="20"/>
              </w:rPr>
              <w:t>Aunt Severe and the Toy Thieves</w:t>
            </w:r>
          </w:p>
        </w:tc>
        <w:tc>
          <w:tcPr>
            <w:tcW w:w="2990" w:type="dxa"/>
            <w:vMerge/>
            <w:shd w:val="clear" w:color="auto" w:fill="auto"/>
          </w:tcPr>
          <w:p w:rsidR="000E7C6D" w:rsidRPr="00512959" w:rsidRDefault="000E7C6D" w:rsidP="00F344A3"/>
        </w:tc>
        <w:tc>
          <w:tcPr>
            <w:tcW w:w="1324" w:type="dxa"/>
            <w:shd w:val="clear" w:color="auto" w:fill="auto"/>
          </w:tcPr>
          <w:p w:rsidR="000E7C6D" w:rsidRDefault="000E7C6D" w:rsidP="00F344A3"/>
        </w:tc>
      </w:tr>
      <w:tr w:rsidR="000E7C6D" w:rsidRPr="00093333" w:rsidTr="000E7C6D">
        <w:tc>
          <w:tcPr>
            <w:tcW w:w="4928" w:type="dxa"/>
            <w:shd w:val="clear" w:color="auto" w:fill="auto"/>
          </w:tcPr>
          <w:p w:rsidR="000E7C6D" w:rsidRPr="0003457E" w:rsidRDefault="000E7C6D" w:rsidP="00B4630A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The Iron Man</w:t>
            </w:r>
          </w:p>
        </w:tc>
        <w:tc>
          <w:tcPr>
            <w:tcW w:w="2990" w:type="dxa"/>
            <w:vMerge w:val="restart"/>
            <w:shd w:val="clear" w:color="auto" w:fill="auto"/>
          </w:tcPr>
          <w:p w:rsidR="000E7C6D" w:rsidRPr="00093333" w:rsidRDefault="000E7C6D" w:rsidP="0049085F">
            <w:pPr>
              <w:rPr>
                <w:sz w:val="20"/>
                <w:szCs w:val="20"/>
              </w:rPr>
            </w:pPr>
            <w:r w:rsidRPr="00B4630A">
              <w:rPr>
                <w:sz w:val="20"/>
                <w:szCs w:val="20"/>
              </w:rPr>
              <w:t>Ted Hughes</w:t>
            </w:r>
          </w:p>
        </w:tc>
        <w:tc>
          <w:tcPr>
            <w:tcW w:w="1324" w:type="dxa"/>
            <w:shd w:val="clear" w:color="auto" w:fill="auto"/>
          </w:tcPr>
          <w:p w:rsidR="000E7C6D" w:rsidRPr="00093333" w:rsidRDefault="000E7C6D" w:rsidP="0049085F">
            <w:pPr>
              <w:jc w:val="center"/>
              <w:rPr>
                <w:sz w:val="20"/>
                <w:szCs w:val="20"/>
              </w:rPr>
            </w:pPr>
          </w:p>
        </w:tc>
      </w:tr>
      <w:tr w:rsidR="000E7C6D" w:rsidRPr="00093333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0E7C6D" w:rsidRPr="0003457E" w:rsidRDefault="000E7C6D" w:rsidP="0049085F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The Iron Woman</w:t>
            </w:r>
          </w:p>
        </w:tc>
        <w:tc>
          <w:tcPr>
            <w:tcW w:w="299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E7C6D" w:rsidRPr="00093333" w:rsidRDefault="000E7C6D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0E7C6D" w:rsidRPr="00093333" w:rsidRDefault="000E7C6D" w:rsidP="0049085F">
            <w:pPr>
              <w:jc w:val="center"/>
              <w:rPr>
                <w:sz w:val="20"/>
                <w:szCs w:val="20"/>
              </w:rPr>
            </w:pPr>
          </w:p>
        </w:tc>
      </w:tr>
      <w:tr w:rsidR="000E7C6D" w:rsidRPr="00093333" w:rsidTr="000E7C6D">
        <w:tc>
          <w:tcPr>
            <w:tcW w:w="4928" w:type="dxa"/>
            <w:shd w:val="clear" w:color="auto" w:fill="auto"/>
          </w:tcPr>
          <w:p w:rsidR="000E7C6D" w:rsidRPr="0003457E" w:rsidRDefault="000E7C6D" w:rsidP="002B4BF9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Varjak Paw</w:t>
            </w:r>
          </w:p>
        </w:tc>
        <w:tc>
          <w:tcPr>
            <w:tcW w:w="2990" w:type="dxa"/>
            <w:vMerge w:val="restart"/>
            <w:shd w:val="clear" w:color="auto" w:fill="auto"/>
          </w:tcPr>
          <w:p w:rsidR="000E7C6D" w:rsidRPr="00093333" w:rsidRDefault="000E7C6D" w:rsidP="00A57AE2">
            <w:pPr>
              <w:rPr>
                <w:sz w:val="20"/>
                <w:szCs w:val="20"/>
              </w:rPr>
            </w:pPr>
            <w:r w:rsidRPr="00A57AE2">
              <w:rPr>
                <w:sz w:val="20"/>
                <w:szCs w:val="20"/>
              </w:rPr>
              <w:t>S.F. Said</w:t>
            </w:r>
          </w:p>
        </w:tc>
        <w:tc>
          <w:tcPr>
            <w:tcW w:w="1324" w:type="dxa"/>
            <w:shd w:val="clear" w:color="auto" w:fill="auto"/>
          </w:tcPr>
          <w:p w:rsidR="000E7C6D" w:rsidRPr="00093333" w:rsidRDefault="000E7C6D" w:rsidP="0049085F">
            <w:pPr>
              <w:jc w:val="center"/>
              <w:rPr>
                <w:sz w:val="20"/>
                <w:szCs w:val="20"/>
              </w:rPr>
            </w:pPr>
          </w:p>
        </w:tc>
      </w:tr>
      <w:tr w:rsidR="000E7C6D" w:rsidRPr="00093333" w:rsidTr="000E7C6D">
        <w:tc>
          <w:tcPr>
            <w:tcW w:w="4928" w:type="dxa"/>
            <w:shd w:val="clear" w:color="auto" w:fill="auto"/>
          </w:tcPr>
          <w:p w:rsidR="000E7C6D" w:rsidRPr="0003457E" w:rsidRDefault="000E7C6D" w:rsidP="002B4BF9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The Outlaw Varjak Paw</w:t>
            </w:r>
          </w:p>
        </w:tc>
        <w:tc>
          <w:tcPr>
            <w:tcW w:w="2990" w:type="dxa"/>
            <w:vMerge/>
            <w:shd w:val="clear" w:color="auto" w:fill="auto"/>
          </w:tcPr>
          <w:p w:rsidR="000E7C6D" w:rsidRPr="00A57AE2" w:rsidRDefault="000E7C6D" w:rsidP="00A57AE2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</w:tcPr>
          <w:p w:rsidR="000E7C6D" w:rsidRPr="00093333" w:rsidRDefault="000E7C6D" w:rsidP="0049085F">
            <w:pPr>
              <w:jc w:val="center"/>
              <w:rPr>
                <w:sz w:val="20"/>
                <w:szCs w:val="20"/>
              </w:rPr>
            </w:pPr>
          </w:p>
        </w:tc>
      </w:tr>
      <w:tr w:rsidR="000E7C6D" w:rsidRPr="00093333" w:rsidTr="000E7C6D">
        <w:tc>
          <w:tcPr>
            <w:tcW w:w="4928" w:type="dxa"/>
            <w:shd w:val="clear" w:color="auto" w:fill="auto"/>
          </w:tcPr>
          <w:p w:rsidR="000E7C6D" w:rsidRPr="0003457E" w:rsidRDefault="000E7C6D" w:rsidP="00A57AE2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How to Train your Dragon (Viking link)</w:t>
            </w:r>
          </w:p>
        </w:tc>
        <w:tc>
          <w:tcPr>
            <w:tcW w:w="2990" w:type="dxa"/>
            <w:vMerge w:val="restart"/>
            <w:shd w:val="clear" w:color="auto" w:fill="auto"/>
          </w:tcPr>
          <w:p w:rsidR="000E7C6D" w:rsidRPr="00093333" w:rsidRDefault="000E7C6D" w:rsidP="0049085F">
            <w:pPr>
              <w:rPr>
                <w:sz w:val="20"/>
                <w:szCs w:val="20"/>
              </w:rPr>
            </w:pPr>
            <w:r w:rsidRPr="00A57AE2">
              <w:rPr>
                <w:sz w:val="20"/>
                <w:szCs w:val="20"/>
              </w:rPr>
              <w:t>Cressida Cowell</w:t>
            </w:r>
          </w:p>
        </w:tc>
        <w:tc>
          <w:tcPr>
            <w:tcW w:w="1324" w:type="dxa"/>
            <w:shd w:val="clear" w:color="auto" w:fill="auto"/>
          </w:tcPr>
          <w:p w:rsidR="000E7C6D" w:rsidRPr="00093333" w:rsidRDefault="000E7C6D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0E7C6D" w:rsidRPr="00093333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0E7C6D" w:rsidRPr="0003457E" w:rsidRDefault="000E7C6D" w:rsidP="00A57AE2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How to be a Pirate (Viking link)</w:t>
            </w:r>
          </w:p>
        </w:tc>
        <w:tc>
          <w:tcPr>
            <w:tcW w:w="299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E7C6D" w:rsidRPr="00093333" w:rsidRDefault="000E7C6D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0E7C6D" w:rsidRPr="00093333" w:rsidRDefault="000E7C6D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0E7C6D" w:rsidRPr="00093333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0E7C6D" w:rsidRPr="0003457E" w:rsidRDefault="000E7C6D" w:rsidP="00A57AE2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Ottoline and the Yellow Cat</w:t>
            </w:r>
          </w:p>
        </w:tc>
        <w:tc>
          <w:tcPr>
            <w:tcW w:w="2990" w:type="dxa"/>
            <w:vMerge w:val="restart"/>
            <w:shd w:val="clear" w:color="auto" w:fill="auto"/>
          </w:tcPr>
          <w:p w:rsidR="000E7C6D" w:rsidRPr="003F361D" w:rsidRDefault="000E7C6D" w:rsidP="0049085F">
            <w:pPr>
              <w:rPr>
                <w:color w:val="FF0000"/>
                <w:sz w:val="20"/>
                <w:szCs w:val="20"/>
              </w:rPr>
            </w:pPr>
            <w:r w:rsidRPr="00A57AE2">
              <w:rPr>
                <w:sz w:val="20"/>
                <w:szCs w:val="20"/>
              </w:rPr>
              <w:t>Chris Riddell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0E7C6D" w:rsidRPr="00093333" w:rsidRDefault="000E7C6D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0E7C6D" w:rsidRPr="00093333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0E7C6D" w:rsidRPr="0003457E" w:rsidRDefault="000E7C6D" w:rsidP="00A57AE2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Ottoline Goes to School</w:t>
            </w:r>
          </w:p>
        </w:tc>
        <w:tc>
          <w:tcPr>
            <w:tcW w:w="2990" w:type="dxa"/>
            <w:vMerge/>
            <w:shd w:val="clear" w:color="auto" w:fill="auto"/>
          </w:tcPr>
          <w:p w:rsidR="000E7C6D" w:rsidRPr="003F361D" w:rsidRDefault="000E7C6D" w:rsidP="0049085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0E7C6D" w:rsidRPr="00093333" w:rsidRDefault="000E7C6D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0E7C6D" w:rsidRPr="00093333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0E7C6D" w:rsidRPr="0003457E" w:rsidRDefault="000E7C6D" w:rsidP="00A57AE2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Ottoline  at Sea</w:t>
            </w:r>
          </w:p>
        </w:tc>
        <w:tc>
          <w:tcPr>
            <w:tcW w:w="299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E7C6D" w:rsidRPr="003F361D" w:rsidRDefault="000E7C6D" w:rsidP="0049085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0E7C6D" w:rsidRPr="00093333" w:rsidRDefault="000E7C6D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A57AE2" w:rsidRPr="00093333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A57AE2" w:rsidRPr="0003457E" w:rsidRDefault="00A57AE2" w:rsidP="00A57AE2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The Miraculous Journey of Edward Tulane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</w:tcPr>
          <w:p w:rsidR="00A57AE2" w:rsidRPr="003F361D" w:rsidRDefault="00A57AE2" w:rsidP="0049085F">
            <w:pPr>
              <w:rPr>
                <w:color w:val="FF0000"/>
                <w:sz w:val="20"/>
                <w:szCs w:val="20"/>
              </w:rPr>
            </w:pPr>
            <w:r w:rsidRPr="00A57AE2">
              <w:rPr>
                <w:sz w:val="20"/>
                <w:szCs w:val="20"/>
              </w:rPr>
              <w:t>Kate di Camillo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A57AE2" w:rsidRPr="00093333" w:rsidRDefault="00A57AE2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622594" w:rsidRPr="00093333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622594" w:rsidRPr="0003457E" w:rsidRDefault="00622594" w:rsidP="00A57AE2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Noah Barleywater Runs Away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</w:tcPr>
          <w:p w:rsidR="00622594" w:rsidRPr="00A57AE2" w:rsidRDefault="00622594" w:rsidP="00490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John Boyne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622594" w:rsidRPr="00093333" w:rsidRDefault="00622594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622594" w:rsidRPr="00093333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622594" w:rsidRPr="0003457E" w:rsidRDefault="00622594" w:rsidP="00622594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The Stone Mouse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</w:tcPr>
          <w:p w:rsidR="00622594" w:rsidRDefault="00622594" w:rsidP="0049085F">
            <w:pPr>
              <w:rPr>
                <w:sz w:val="20"/>
                <w:szCs w:val="20"/>
              </w:rPr>
            </w:pPr>
            <w:r w:rsidRPr="00622594">
              <w:rPr>
                <w:sz w:val="20"/>
                <w:szCs w:val="20"/>
              </w:rPr>
              <w:t>Jenny Nimmo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622594" w:rsidRPr="00093333" w:rsidRDefault="00622594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A57AE2" w:rsidRPr="00093333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A57AE2" w:rsidRPr="0003457E" w:rsidRDefault="00A57AE2" w:rsidP="00A57AE2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Krindlekrax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</w:tcPr>
          <w:p w:rsidR="00A57AE2" w:rsidRPr="003F361D" w:rsidRDefault="00A57AE2" w:rsidP="0049085F">
            <w:pPr>
              <w:rPr>
                <w:color w:val="FF0000"/>
                <w:sz w:val="20"/>
                <w:szCs w:val="20"/>
              </w:rPr>
            </w:pPr>
            <w:r w:rsidRPr="00A57AE2">
              <w:rPr>
                <w:sz w:val="20"/>
                <w:szCs w:val="20"/>
              </w:rPr>
              <w:t>Philip Ridley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A57AE2" w:rsidRPr="00093333" w:rsidRDefault="00A57AE2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A57AE2" w:rsidRPr="00093333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A57AE2" w:rsidRPr="0003457E" w:rsidRDefault="009A47FC" w:rsidP="00A57AE2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Oliver and the Seawigs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</w:tcPr>
          <w:p w:rsidR="00A57AE2" w:rsidRPr="003F361D" w:rsidRDefault="009A47FC" w:rsidP="0049085F">
            <w:pPr>
              <w:rPr>
                <w:color w:val="FF0000"/>
                <w:sz w:val="20"/>
                <w:szCs w:val="20"/>
              </w:rPr>
            </w:pPr>
            <w:r w:rsidRPr="009A47FC">
              <w:rPr>
                <w:sz w:val="20"/>
                <w:szCs w:val="20"/>
              </w:rPr>
              <w:t>Philip Reeve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A57AE2" w:rsidRPr="00093333" w:rsidRDefault="00A57AE2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A57AE2" w:rsidRPr="00093333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A57AE2" w:rsidRPr="0003457E" w:rsidRDefault="009A47FC" w:rsidP="00A57AE2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The Ice Palace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</w:tcPr>
          <w:p w:rsidR="00A57AE2" w:rsidRPr="003F361D" w:rsidRDefault="009A47FC" w:rsidP="0049085F">
            <w:pPr>
              <w:rPr>
                <w:color w:val="FF0000"/>
                <w:sz w:val="20"/>
                <w:szCs w:val="20"/>
              </w:rPr>
            </w:pPr>
            <w:r w:rsidRPr="009A47FC">
              <w:rPr>
                <w:sz w:val="20"/>
                <w:szCs w:val="20"/>
              </w:rPr>
              <w:t>Robert Swindell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A57AE2" w:rsidRPr="00093333" w:rsidRDefault="00A57AE2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9A47FC" w:rsidRPr="00093333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9A47FC" w:rsidRPr="0003457E" w:rsidRDefault="009A47FC" w:rsidP="00A57AE2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You’re a Bad Man, Mr. Gum (and other Mr. Gum books)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</w:tcPr>
          <w:p w:rsidR="009A47FC" w:rsidRPr="009A47FC" w:rsidRDefault="009A47FC" w:rsidP="0049085F">
            <w:pPr>
              <w:rPr>
                <w:sz w:val="20"/>
                <w:szCs w:val="20"/>
              </w:rPr>
            </w:pPr>
            <w:r w:rsidRPr="009A47FC">
              <w:rPr>
                <w:sz w:val="20"/>
                <w:szCs w:val="20"/>
              </w:rPr>
              <w:t>Andy Stanton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9A47FC" w:rsidRPr="00093333" w:rsidRDefault="009A47FC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9A47FC" w:rsidRPr="00093333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9A47FC" w:rsidRPr="0003457E" w:rsidRDefault="009A47FC" w:rsidP="00A57AE2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Betsey Biggalow the Detective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</w:tcPr>
          <w:p w:rsidR="009A47FC" w:rsidRPr="009A47FC" w:rsidRDefault="009A47FC" w:rsidP="00490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Malorie Blackman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9A47FC" w:rsidRPr="00093333" w:rsidRDefault="009A47FC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0E7C6D" w:rsidRPr="00093333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0E7C6D" w:rsidRPr="0003457E" w:rsidRDefault="000E7C6D" w:rsidP="009A47FC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Charlie and the Chocolate Factory</w:t>
            </w:r>
          </w:p>
        </w:tc>
        <w:tc>
          <w:tcPr>
            <w:tcW w:w="2990" w:type="dxa"/>
            <w:vMerge w:val="restart"/>
            <w:shd w:val="clear" w:color="auto" w:fill="auto"/>
          </w:tcPr>
          <w:p w:rsidR="000E7C6D" w:rsidRPr="009A47FC" w:rsidRDefault="000E7C6D" w:rsidP="00490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Roald Dahl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0E7C6D" w:rsidRPr="00093333" w:rsidRDefault="000E7C6D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0E7C6D" w:rsidRPr="00093333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0E7C6D" w:rsidRPr="0003457E" w:rsidRDefault="000E7C6D" w:rsidP="009A47FC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The Witches</w:t>
            </w:r>
          </w:p>
        </w:tc>
        <w:tc>
          <w:tcPr>
            <w:tcW w:w="2990" w:type="dxa"/>
            <w:vMerge/>
            <w:shd w:val="clear" w:color="auto" w:fill="auto"/>
          </w:tcPr>
          <w:p w:rsidR="000E7C6D" w:rsidRPr="009A47FC" w:rsidRDefault="000E7C6D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0E7C6D" w:rsidRPr="00093333" w:rsidRDefault="000E7C6D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0E7C6D" w:rsidRPr="00093333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0E7C6D" w:rsidRPr="0003457E" w:rsidRDefault="000E7C6D" w:rsidP="009A47FC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The BFG</w:t>
            </w:r>
          </w:p>
        </w:tc>
        <w:tc>
          <w:tcPr>
            <w:tcW w:w="2990" w:type="dxa"/>
            <w:vMerge/>
            <w:shd w:val="clear" w:color="auto" w:fill="auto"/>
          </w:tcPr>
          <w:p w:rsidR="000E7C6D" w:rsidRPr="009A47FC" w:rsidRDefault="000E7C6D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0E7C6D" w:rsidRPr="00093333" w:rsidRDefault="000E7C6D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0E7C6D" w:rsidRPr="00093333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0E7C6D" w:rsidRPr="0003457E" w:rsidRDefault="000E7C6D" w:rsidP="009A47FC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Matilda</w:t>
            </w:r>
          </w:p>
        </w:tc>
        <w:tc>
          <w:tcPr>
            <w:tcW w:w="2990" w:type="dxa"/>
            <w:vMerge/>
            <w:shd w:val="clear" w:color="auto" w:fill="auto"/>
          </w:tcPr>
          <w:p w:rsidR="000E7C6D" w:rsidRPr="009A47FC" w:rsidRDefault="000E7C6D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0E7C6D" w:rsidRPr="00093333" w:rsidRDefault="000E7C6D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0E7C6D" w:rsidRPr="00093333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0E7C6D" w:rsidRPr="0003457E" w:rsidRDefault="000E7C6D" w:rsidP="009A47FC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Fantastic Mr. Fox</w:t>
            </w:r>
          </w:p>
        </w:tc>
        <w:tc>
          <w:tcPr>
            <w:tcW w:w="2990" w:type="dxa"/>
            <w:vMerge/>
            <w:shd w:val="clear" w:color="auto" w:fill="auto"/>
          </w:tcPr>
          <w:p w:rsidR="000E7C6D" w:rsidRPr="009A47FC" w:rsidRDefault="000E7C6D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0E7C6D" w:rsidRPr="00093333" w:rsidRDefault="000E7C6D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0E7C6D" w:rsidRPr="00093333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0E7C6D" w:rsidRPr="0003457E" w:rsidRDefault="000E7C6D" w:rsidP="00622594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James and the Giant Peach</w:t>
            </w:r>
          </w:p>
        </w:tc>
        <w:tc>
          <w:tcPr>
            <w:tcW w:w="2990" w:type="dxa"/>
            <w:vMerge/>
            <w:shd w:val="clear" w:color="auto" w:fill="auto"/>
          </w:tcPr>
          <w:p w:rsidR="000E7C6D" w:rsidRPr="009A47FC" w:rsidRDefault="000E7C6D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0E7C6D" w:rsidRPr="00093333" w:rsidRDefault="000E7C6D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0E7C6D" w:rsidRPr="00093333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0E7C6D" w:rsidRPr="0003457E" w:rsidRDefault="000E7C6D" w:rsidP="00622594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Danny the Champion of the World</w:t>
            </w:r>
          </w:p>
        </w:tc>
        <w:tc>
          <w:tcPr>
            <w:tcW w:w="299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E7C6D" w:rsidRPr="009A47FC" w:rsidRDefault="000E7C6D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0E7C6D" w:rsidRPr="00093333" w:rsidRDefault="000E7C6D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3F361D" w:rsidRPr="00093333" w:rsidTr="000E7C6D">
        <w:tc>
          <w:tcPr>
            <w:tcW w:w="9242" w:type="dxa"/>
            <w:gridSpan w:val="3"/>
            <w:tcBorders>
              <w:bottom w:val="single" w:sz="4" w:space="0" w:color="auto"/>
            </w:tcBorders>
            <w:shd w:val="clear" w:color="auto" w:fill="FFFF99"/>
          </w:tcPr>
          <w:p w:rsidR="003F361D" w:rsidRPr="0003457E" w:rsidRDefault="00261F38" w:rsidP="00ED1EAA">
            <w:pPr>
              <w:jc w:val="center"/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Contemporary/Modern Settings</w:t>
            </w:r>
          </w:p>
        </w:tc>
      </w:tr>
      <w:tr w:rsidR="000E7C6D" w:rsidRPr="00093333" w:rsidTr="000E7C6D">
        <w:tc>
          <w:tcPr>
            <w:tcW w:w="4928" w:type="dxa"/>
            <w:shd w:val="clear" w:color="auto" w:fill="auto"/>
          </w:tcPr>
          <w:p w:rsidR="000E7C6D" w:rsidRPr="0003457E" w:rsidRDefault="000E7C6D" w:rsidP="00261F38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Willy's Pictures (PB)</w:t>
            </w:r>
          </w:p>
        </w:tc>
        <w:tc>
          <w:tcPr>
            <w:tcW w:w="2990" w:type="dxa"/>
            <w:vMerge w:val="restart"/>
            <w:shd w:val="clear" w:color="auto" w:fill="auto"/>
          </w:tcPr>
          <w:p w:rsidR="000E7C6D" w:rsidRPr="00E30F90" w:rsidRDefault="000E7C6D" w:rsidP="00E3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Anthony Browne</w:t>
            </w:r>
          </w:p>
        </w:tc>
        <w:tc>
          <w:tcPr>
            <w:tcW w:w="1324" w:type="dxa"/>
            <w:shd w:val="clear" w:color="auto" w:fill="auto"/>
          </w:tcPr>
          <w:p w:rsidR="000E7C6D" w:rsidRDefault="000E7C6D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0E7C6D" w:rsidRPr="00093333" w:rsidTr="000E7C6D">
        <w:tc>
          <w:tcPr>
            <w:tcW w:w="4928" w:type="dxa"/>
            <w:shd w:val="clear" w:color="auto" w:fill="auto"/>
          </w:tcPr>
          <w:p w:rsidR="000E7C6D" w:rsidRPr="0003457E" w:rsidRDefault="000E7C6D" w:rsidP="00261F38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Willy the Wizard (PB)</w:t>
            </w:r>
          </w:p>
        </w:tc>
        <w:tc>
          <w:tcPr>
            <w:tcW w:w="2990" w:type="dxa"/>
            <w:vMerge/>
            <w:shd w:val="clear" w:color="auto" w:fill="auto"/>
          </w:tcPr>
          <w:p w:rsidR="000E7C6D" w:rsidRPr="00E30F90" w:rsidRDefault="000E7C6D" w:rsidP="00E30F90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</w:tcPr>
          <w:p w:rsidR="000E7C6D" w:rsidRDefault="000E7C6D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0E7C6D" w:rsidRPr="00093333" w:rsidTr="000E7C6D">
        <w:tc>
          <w:tcPr>
            <w:tcW w:w="4928" w:type="dxa"/>
            <w:shd w:val="clear" w:color="auto" w:fill="auto"/>
          </w:tcPr>
          <w:p w:rsidR="000E7C6D" w:rsidRPr="0003457E" w:rsidRDefault="000E7C6D" w:rsidP="00261F38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Willy the Wimp (PB)</w:t>
            </w:r>
          </w:p>
        </w:tc>
        <w:tc>
          <w:tcPr>
            <w:tcW w:w="2990" w:type="dxa"/>
            <w:vMerge/>
            <w:shd w:val="clear" w:color="auto" w:fill="auto"/>
          </w:tcPr>
          <w:p w:rsidR="000E7C6D" w:rsidRPr="00093333" w:rsidRDefault="000E7C6D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</w:tcPr>
          <w:p w:rsidR="000E7C6D" w:rsidRPr="00093333" w:rsidRDefault="000E7C6D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0E7C6D" w:rsidRPr="00093333" w:rsidTr="000E7C6D">
        <w:tc>
          <w:tcPr>
            <w:tcW w:w="4928" w:type="dxa"/>
            <w:shd w:val="clear" w:color="auto" w:fill="auto"/>
          </w:tcPr>
          <w:p w:rsidR="000E7C6D" w:rsidRPr="0003457E" w:rsidRDefault="000E7C6D" w:rsidP="00261F38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Willy the Champ (PB)</w:t>
            </w:r>
          </w:p>
        </w:tc>
        <w:tc>
          <w:tcPr>
            <w:tcW w:w="2990" w:type="dxa"/>
            <w:vMerge/>
            <w:shd w:val="clear" w:color="auto" w:fill="auto"/>
          </w:tcPr>
          <w:p w:rsidR="000E7C6D" w:rsidRPr="00093333" w:rsidRDefault="000E7C6D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</w:tcPr>
          <w:p w:rsidR="000E7C6D" w:rsidRPr="00093333" w:rsidRDefault="000E7C6D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0E7C6D" w:rsidRPr="00093333" w:rsidTr="000E7C6D">
        <w:tc>
          <w:tcPr>
            <w:tcW w:w="4928" w:type="dxa"/>
            <w:shd w:val="clear" w:color="auto" w:fill="auto"/>
          </w:tcPr>
          <w:p w:rsidR="000E7C6D" w:rsidRPr="0003457E" w:rsidRDefault="000E7C6D" w:rsidP="00261F38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Willy the Dreamer (PB)</w:t>
            </w:r>
          </w:p>
        </w:tc>
        <w:tc>
          <w:tcPr>
            <w:tcW w:w="2990" w:type="dxa"/>
            <w:vMerge/>
            <w:shd w:val="clear" w:color="auto" w:fill="auto"/>
          </w:tcPr>
          <w:p w:rsidR="000E7C6D" w:rsidRPr="00093333" w:rsidRDefault="000E7C6D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</w:tcPr>
          <w:p w:rsidR="000E7C6D" w:rsidRPr="00093333" w:rsidRDefault="000E7C6D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0E7C6D" w:rsidRPr="00093333" w:rsidTr="000E7C6D">
        <w:tc>
          <w:tcPr>
            <w:tcW w:w="4928" w:type="dxa"/>
            <w:shd w:val="clear" w:color="auto" w:fill="auto"/>
          </w:tcPr>
          <w:p w:rsidR="000E7C6D" w:rsidRPr="0003457E" w:rsidRDefault="000E7C6D" w:rsidP="00261F38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Zoo (PB)</w:t>
            </w:r>
          </w:p>
        </w:tc>
        <w:tc>
          <w:tcPr>
            <w:tcW w:w="2990" w:type="dxa"/>
            <w:vMerge/>
            <w:shd w:val="clear" w:color="auto" w:fill="auto"/>
          </w:tcPr>
          <w:p w:rsidR="000E7C6D" w:rsidRPr="00093333" w:rsidRDefault="000E7C6D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</w:tcPr>
          <w:p w:rsidR="000E7C6D" w:rsidRPr="00093333" w:rsidRDefault="000E7C6D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0E7C6D" w:rsidRPr="00093333" w:rsidTr="000E7C6D">
        <w:tc>
          <w:tcPr>
            <w:tcW w:w="4928" w:type="dxa"/>
            <w:shd w:val="clear" w:color="auto" w:fill="auto"/>
          </w:tcPr>
          <w:p w:rsidR="000E7C6D" w:rsidRPr="0003457E" w:rsidRDefault="000E7C6D" w:rsidP="00261F38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Little Beauty (PB)</w:t>
            </w:r>
          </w:p>
        </w:tc>
        <w:tc>
          <w:tcPr>
            <w:tcW w:w="2990" w:type="dxa"/>
            <w:vMerge/>
            <w:shd w:val="clear" w:color="auto" w:fill="auto"/>
          </w:tcPr>
          <w:p w:rsidR="000E7C6D" w:rsidRPr="00093333" w:rsidRDefault="000E7C6D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</w:tcPr>
          <w:p w:rsidR="000E7C6D" w:rsidRPr="00093333" w:rsidRDefault="000E7C6D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0E7C6D" w:rsidRPr="00093333" w:rsidTr="000E7C6D">
        <w:tc>
          <w:tcPr>
            <w:tcW w:w="4928" w:type="dxa"/>
            <w:shd w:val="clear" w:color="auto" w:fill="auto"/>
          </w:tcPr>
          <w:p w:rsidR="000E7C6D" w:rsidRPr="0003457E" w:rsidRDefault="000E7C6D" w:rsidP="00261F38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Voices in the Park (PB)</w:t>
            </w:r>
          </w:p>
        </w:tc>
        <w:tc>
          <w:tcPr>
            <w:tcW w:w="2990" w:type="dxa"/>
            <w:vMerge/>
            <w:shd w:val="clear" w:color="auto" w:fill="auto"/>
          </w:tcPr>
          <w:p w:rsidR="000E7C6D" w:rsidRPr="00093333" w:rsidRDefault="000E7C6D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</w:tcPr>
          <w:p w:rsidR="000E7C6D" w:rsidRPr="00093333" w:rsidRDefault="000E7C6D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0E7C6D" w:rsidRPr="00093333" w:rsidTr="000E7C6D">
        <w:tc>
          <w:tcPr>
            <w:tcW w:w="4928" w:type="dxa"/>
            <w:shd w:val="clear" w:color="auto" w:fill="auto"/>
          </w:tcPr>
          <w:p w:rsidR="000E7C6D" w:rsidRPr="0003457E" w:rsidRDefault="000E7C6D" w:rsidP="00261F38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The Tunnel (PB)</w:t>
            </w:r>
          </w:p>
        </w:tc>
        <w:tc>
          <w:tcPr>
            <w:tcW w:w="2990" w:type="dxa"/>
            <w:vMerge/>
            <w:shd w:val="clear" w:color="auto" w:fill="auto"/>
          </w:tcPr>
          <w:p w:rsidR="000E7C6D" w:rsidRPr="00093333" w:rsidRDefault="000E7C6D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</w:tcPr>
          <w:p w:rsidR="000E7C6D" w:rsidRPr="00093333" w:rsidRDefault="000E7C6D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0E7C6D" w:rsidRPr="00093333" w:rsidTr="000E7C6D">
        <w:tc>
          <w:tcPr>
            <w:tcW w:w="4928" w:type="dxa"/>
            <w:shd w:val="clear" w:color="auto" w:fill="auto"/>
          </w:tcPr>
          <w:p w:rsidR="000E7C6D" w:rsidRPr="0003457E" w:rsidRDefault="000E7C6D" w:rsidP="00261F38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Piggybook (PB)</w:t>
            </w:r>
          </w:p>
        </w:tc>
        <w:tc>
          <w:tcPr>
            <w:tcW w:w="2990" w:type="dxa"/>
            <w:vMerge/>
            <w:shd w:val="clear" w:color="auto" w:fill="auto"/>
          </w:tcPr>
          <w:p w:rsidR="000E7C6D" w:rsidRPr="00093333" w:rsidRDefault="000E7C6D" w:rsidP="00E30F90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</w:tcPr>
          <w:p w:rsidR="000E7C6D" w:rsidRPr="00093333" w:rsidRDefault="000E7C6D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0E7C6D" w:rsidRPr="00093333" w:rsidTr="000E7C6D">
        <w:tc>
          <w:tcPr>
            <w:tcW w:w="4928" w:type="dxa"/>
            <w:shd w:val="clear" w:color="auto" w:fill="auto"/>
          </w:tcPr>
          <w:p w:rsidR="000E7C6D" w:rsidRPr="0003457E" w:rsidRDefault="000E7C6D" w:rsidP="00261F38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Gorilla (PB)</w:t>
            </w:r>
          </w:p>
        </w:tc>
        <w:tc>
          <w:tcPr>
            <w:tcW w:w="2990" w:type="dxa"/>
            <w:vMerge/>
            <w:shd w:val="clear" w:color="auto" w:fill="auto"/>
          </w:tcPr>
          <w:p w:rsidR="000E7C6D" w:rsidRPr="00093333" w:rsidRDefault="000E7C6D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</w:tcPr>
          <w:p w:rsidR="000E7C6D" w:rsidRPr="00093333" w:rsidRDefault="000E7C6D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E30F90" w:rsidRPr="00093333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E30F90" w:rsidRPr="0003457E" w:rsidRDefault="00261F38" w:rsidP="006F31B0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The Patchwork Quilt (PB)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</w:tcPr>
          <w:p w:rsidR="00E30F90" w:rsidRPr="00093333" w:rsidRDefault="00261F38" w:rsidP="0049085F">
            <w:pPr>
              <w:rPr>
                <w:sz w:val="20"/>
                <w:szCs w:val="20"/>
              </w:rPr>
            </w:pPr>
            <w:r w:rsidRPr="00261F38">
              <w:rPr>
                <w:sz w:val="20"/>
                <w:szCs w:val="20"/>
              </w:rPr>
              <w:t>Valerie Flournoy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E30F90" w:rsidRPr="00093333" w:rsidRDefault="00E30F90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E30F90" w:rsidRPr="00093333" w:rsidTr="000E7C6D">
        <w:tc>
          <w:tcPr>
            <w:tcW w:w="4928" w:type="dxa"/>
            <w:shd w:val="clear" w:color="auto" w:fill="auto"/>
          </w:tcPr>
          <w:p w:rsidR="00E30F90" w:rsidRPr="0003457E" w:rsidRDefault="00261F38" w:rsidP="006F31B0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La Mariposa (PB)</w:t>
            </w:r>
          </w:p>
        </w:tc>
        <w:tc>
          <w:tcPr>
            <w:tcW w:w="2990" w:type="dxa"/>
            <w:shd w:val="clear" w:color="auto" w:fill="auto"/>
          </w:tcPr>
          <w:p w:rsidR="00E30F90" w:rsidRPr="00093333" w:rsidRDefault="00261F38" w:rsidP="00261F38">
            <w:pPr>
              <w:rPr>
                <w:sz w:val="20"/>
                <w:szCs w:val="20"/>
              </w:rPr>
            </w:pPr>
            <w:r w:rsidRPr="00261F38">
              <w:rPr>
                <w:sz w:val="20"/>
                <w:szCs w:val="20"/>
              </w:rPr>
              <w:t>Francisco Jimenez</w:t>
            </w:r>
          </w:p>
        </w:tc>
        <w:tc>
          <w:tcPr>
            <w:tcW w:w="1324" w:type="dxa"/>
            <w:shd w:val="clear" w:color="auto" w:fill="auto"/>
          </w:tcPr>
          <w:p w:rsidR="00E30F90" w:rsidRPr="00093333" w:rsidRDefault="00E30F90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49085F" w:rsidRPr="00093333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49085F" w:rsidRPr="0003457E" w:rsidRDefault="00261F38" w:rsidP="0049085F">
            <w:pPr>
              <w:rPr>
                <w:b/>
                <w:color w:val="FF0000"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The Year of the Panda (PB)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</w:tcPr>
          <w:p w:rsidR="0049085F" w:rsidRPr="00093333" w:rsidRDefault="00261F38" w:rsidP="0049085F">
            <w:pPr>
              <w:rPr>
                <w:sz w:val="20"/>
                <w:szCs w:val="20"/>
              </w:rPr>
            </w:pPr>
            <w:r w:rsidRPr="00261F38">
              <w:rPr>
                <w:sz w:val="20"/>
                <w:szCs w:val="20"/>
              </w:rPr>
              <w:t>Miriam Schlein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49085F" w:rsidRPr="00093333" w:rsidRDefault="0049085F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0E7C6D" w:rsidRPr="00093333" w:rsidTr="000E7C6D">
        <w:tc>
          <w:tcPr>
            <w:tcW w:w="4928" w:type="dxa"/>
            <w:shd w:val="clear" w:color="auto" w:fill="auto"/>
          </w:tcPr>
          <w:p w:rsidR="000E7C6D" w:rsidRPr="0003457E" w:rsidRDefault="000E7C6D" w:rsidP="00261F38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 xml:space="preserve">Where the Forest Meets the Sea (PB) </w:t>
            </w:r>
          </w:p>
        </w:tc>
        <w:tc>
          <w:tcPr>
            <w:tcW w:w="2990" w:type="dxa"/>
            <w:vMerge w:val="restart"/>
            <w:shd w:val="clear" w:color="auto" w:fill="auto"/>
          </w:tcPr>
          <w:p w:rsidR="000E7C6D" w:rsidRPr="00093333" w:rsidRDefault="000E7C6D" w:rsidP="00261F38">
            <w:pPr>
              <w:rPr>
                <w:sz w:val="20"/>
                <w:szCs w:val="20"/>
              </w:rPr>
            </w:pPr>
            <w:r w:rsidRPr="00261F38">
              <w:rPr>
                <w:sz w:val="20"/>
                <w:szCs w:val="20"/>
              </w:rPr>
              <w:t>Jeannie Baker</w:t>
            </w:r>
          </w:p>
        </w:tc>
        <w:tc>
          <w:tcPr>
            <w:tcW w:w="1324" w:type="dxa"/>
            <w:shd w:val="clear" w:color="auto" w:fill="auto"/>
          </w:tcPr>
          <w:p w:rsidR="000E7C6D" w:rsidRPr="00093333" w:rsidRDefault="000E7C6D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0E7C6D" w:rsidRPr="00093333" w:rsidTr="000E7C6D">
        <w:tc>
          <w:tcPr>
            <w:tcW w:w="4928" w:type="dxa"/>
            <w:shd w:val="clear" w:color="auto" w:fill="auto"/>
          </w:tcPr>
          <w:p w:rsidR="000E7C6D" w:rsidRPr="0003457E" w:rsidRDefault="000E7C6D" w:rsidP="00261F38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Belonging (PB)</w:t>
            </w:r>
          </w:p>
        </w:tc>
        <w:tc>
          <w:tcPr>
            <w:tcW w:w="2990" w:type="dxa"/>
            <w:vMerge/>
            <w:shd w:val="clear" w:color="auto" w:fill="auto"/>
          </w:tcPr>
          <w:p w:rsidR="000E7C6D" w:rsidRPr="00093333" w:rsidRDefault="000E7C6D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</w:tcPr>
          <w:p w:rsidR="000E7C6D" w:rsidRPr="00093333" w:rsidRDefault="000E7C6D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49085F" w:rsidRPr="00093333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49085F" w:rsidRPr="0003457E" w:rsidRDefault="00261F38" w:rsidP="0049085F">
            <w:pPr>
              <w:rPr>
                <w:b/>
                <w:color w:val="FF0000"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lastRenderedPageBreak/>
              <w:t>The Great Green Forest (PB)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</w:tcPr>
          <w:p w:rsidR="0049085F" w:rsidRPr="00093333" w:rsidRDefault="00261F38" w:rsidP="0049085F">
            <w:pPr>
              <w:rPr>
                <w:sz w:val="20"/>
                <w:szCs w:val="20"/>
              </w:rPr>
            </w:pPr>
            <w:r w:rsidRPr="00261F38">
              <w:rPr>
                <w:sz w:val="20"/>
                <w:szCs w:val="20"/>
              </w:rPr>
              <w:t>Paul Geraghty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49085F" w:rsidRPr="00093333" w:rsidRDefault="0049085F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477034" w:rsidRPr="00093333" w:rsidTr="000E7C6D">
        <w:tc>
          <w:tcPr>
            <w:tcW w:w="4928" w:type="dxa"/>
            <w:shd w:val="clear" w:color="auto" w:fill="auto"/>
          </w:tcPr>
          <w:p w:rsidR="00477034" w:rsidRPr="0003457E" w:rsidRDefault="00477034" w:rsidP="0049085F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Way Home (PB)</w:t>
            </w:r>
          </w:p>
        </w:tc>
        <w:tc>
          <w:tcPr>
            <w:tcW w:w="2990" w:type="dxa"/>
            <w:shd w:val="clear" w:color="auto" w:fill="auto"/>
          </w:tcPr>
          <w:p w:rsidR="00477034" w:rsidRPr="00261F38" w:rsidRDefault="00477034" w:rsidP="0049085F">
            <w:pPr>
              <w:rPr>
                <w:sz w:val="20"/>
                <w:szCs w:val="20"/>
              </w:rPr>
            </w:pPr>
            <w:r w:rsidRPr="00477034">
              <w:rPr>
                <w:sz w:val="20"/>
                <w:szCs w:val="20"/>
              </w:rPr>
              <w:t>Gregory Rogers</w:t>
            </w:r>
          </w:p>
        </w:tc>
        <w:tc>
          <w:tcPr>
            <w:tcW w:w="1324" w:type="dxa"/>
            <w:shd w:val="clear" w:color="auto" w:fill="auto"/>
          </w:tcPr>
          <w:p w:rsidR="00477034" w:rsidRPr="00093333" w:rsidRDefault="00477034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477034" w:rsidRPr="00093333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477034" w:rsidRPr="0003457E" w:rsidRDefault="00477034" w:rsidP="0049085F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Leon and Bob ( PB) - imaginary friend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</w:tcPr>
          <w:p w:rsidR="00477034" w:rsidRPr="00477034" w:rsidRDefault="00477034" w:rsidP="0049085F">
            <w:pPr>
              <w:rPr>
                <w:sz w:val="20"/>
                <w:szCs w:val="20"/>
              </w:rPr>
            </w:pPr>
            <w:r w:rsidRPr="00477034">
              <w:rPr>
                <w:sz w:val="20"/>
                <w:szCs w:val="20"/>
              </w:rPr>
              <w:t>Simon James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477034" w:rsidRPr="00093333" w:rsidRDefault="00477034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936CBC" w:rsidRPr="00E30F90" w:rsidTr="000E7C6D">
        <w:tc>
          <w:tcPr>
            <w:tcW w:w="4928" w:type="dxa"/>
            <w:shd w:val="clear" w:color="auto" w:fill="auto"/>
          </w:tcPr>
          <w:p w:rsidR="00936CBC" w:rsidRPr="0003457E" w:rsidRDefault="00936CBC" w:rsidP="00261F38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Small Change for Stuart</w:t>
            </w:r>
          </w:p>
        </w:tc>
        <w:tc>
          <w:tcPr>
            <w:tcW w:w="2990" w:type="dxa"/>
            <w:vMerge w:val="restart"/>
            <w:shd w:val="clear" w:color="auto" w:fill="auto"/>
          </w:tcPr>
          <w:p w:rsidR="00936CBC" w:rsidRPr="006F31B0" w:rsidRDefault="00936CBC" w:rsidP="0049085F">
            <w:pPr>
              <w:rPr>
                <w:sz w:val="20"/>
                <w:szCs w:val="20"/>
              </w:rPr>
            </w:pPr>
            <w:r w:rsidRPr="00261F38">
              <w:rPr>
                <w:sz w:val="20"/>
                <w:szCs w:val="20"/>
              </w:rPr>
              <w:t>Lissa Evans</w:t>
            </w:r>
          </w:p>
        </w:tc>
        <w:tc>
          <w:tcPr>
            <w:tcW w:w="1324" w:type="dxa"/>
            <w:shd w:val="clear" w:color="auto" w:fill="auto"/>
          </w:tcPr>
          <w:p w:rsidR="00936CBC" w:rsidRPr="00E30F90" w:rsidRDefault="00936CBC" w:rsidP="00ED1EA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36CBC" w:rsidRPr="00E30F90" w:rsidTr="000E7C6D">
        <w:tc>
          <w:tcPr>
            <w:tcW w:w="4928" w:type="dxa"/>
            <w:shd w:val="clear" w:color="auto" w:fill="auto"/>
          </w:tcPr>
          <w:p w:rsidR="00936CBC" w:rsidRPr="0003457E" w:rsidRDefault="00936CBC" w:rsidP="006F31B0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Big Change for Stuart</w:t>
            </w:r>
          </w:p>
        </w:tc>
        <w:tc>
          <w:tcPr>
            <w:tcW w:w="2990" w:type="dxa"/>
            <w:vMerge/>
            <w:shd w:val="clear" w:color="auto" w:fill="auto"/>
          </w:tcPr>
          <w:p w:rsidR="00936CBC" w:rsidRPr="00E30F90" w:rsidRDefault="00936CBC" w:rsidP="0049085F">
            <w:pPr>
              <w:rPr>
                <w:b/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</w:tcPr>
          <w:p w:rsidR="00936CBC" w:rsidRPr="00E30F90" w:rsidRDefault="00936CBC" w:rsidP="00ED1EA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36CBC" w:rsidRPr="00E30F90" w:rsidTr="000E7C6D">
        <w:tc>
          <w:tcPr>
            <w:tcW w:w="4928" w:type="dxa"/>
            <w:shd w:val="clear" w:color="auto" w:fill="auto"/>
          </w:tcPr>
          <w:p w:rsidR="00936CBC" w:rsidRPr="0003457E" w:rsidRDefault="00936CBC" w:rsidP="00477034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Clementine</w:t>
            </w:r>
          </w:p>
        </w:tc>
        <w:tc>
          <w:tcPr>
            <w:tcW w:w="2990" w:type="dxa"/>
            <w:vMerge w:val="restart"/>
            <w:shd w:val="clear" w:color="auto" w:fill="auto"/>
          </w:tcPr>
          <w:p w:rsidR="00936CBC" w:rsidRPr="00477034" w:rsidRDefault="00936CBC" w:rsidP="0049085F">
            <w:pPr>
              <w:rPr>
                <w:sz w:val="20"/>
                <w:szCs w:val="20"/>
              </w:rPr>
            </w:pPr>
            <w:r w:rsidRPr="00477034">
              <w:rPr>
                <w:sz w:val="20"/>
                <w:szCs w:val="20"/>
              </w:rPr>
              <w:t>Sara Pennypacker</w:t>
            </w:r>
          </w:p>
        </w:tc>
        <w:tc>
          <w:tcPr>
            <w:tcW w:w="1324" w:type="dxa"/>
            <w:shd w:val="clear" w:color="auto" w:fill="auto"/>
          </w:tcPr>
          <w:p w:rsidR="00936CBC" w:rsidRPr="00E30F90" w:rsidRDefault="00936CBC" w:rsidP="00ED1EA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36CBC" w:rsidRPr="00E30F90" w:rsidTr="000E7C6D">
        <w:tc>
          <w:tcPr>
            <w:tcW w:w="4928" w:type="dxa"/>
            <w:shd w:val="clear" w:color="auto" w:fill="auto"/>
          </w:tcPr>
          <w:p w:rsidR="00936CBC" w:rsidRPr="0003457E" w:rsidRDefault="00936CBC" w:rsidP="00477034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The Talented Clementine</w:t>
            </w:r>
          </w:p>
        </w:tc>
        <w:tc>
          <w:tcPr>
            <w:tcW w:w="2990" w:type="dxa"/>
            <w:vMerge/>
            <w:shd w:val="clear" w:color="auto" w:fill="auto"/>
          </w:tcPr>
          <w:p w:rsidR="00936CBC" w:rsidRPr="00E30F90" w:rsidRDefault="00936CBC" w:rsidP="0049085F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</w:tcPr>
          <w:p w:rsidR="00936CBC" w:rsidRPr="00E30F90" w:rsidRDefault="00936CBC" w:rsidP="00ED1EAA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936CBC" w:rsidRPr="00E30F90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936CBC" w:rsidRPr="0003457E" w:rsidRDefault="00936CBC" w:rsidP="00477034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Clementine’s Letter</w:t>
            </w:r>
          </w:p>
        </w:tc>
        <w:tc>
          <w:tcPr>
            <w:tcW w:w="299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36CBC" w:rsidRPr="00E30F90" w:rsidRDefault="00936CBC" w:rsidP="0049085F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936CBC" w:rsidRPr="00E30F90" w:rsidRDefault="00936CBC" w:rsidP="006F31B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30F90" w:rsidRPr="00E30F90" w:rsidTr="000E7C6D">
        <w:tc>
          <w:tcPr>
            <w:tcW w:w="4928" w:type="dxa"/>
            <w:shd w:val="clear" w:color="auto" w:fill="auto"/>
          </w:tcPr>
          <w:p w:rsidR="00E30F90" w:rsidRPr="0003457E" w:rsidRDefault="00477034" w:rsidP="006F31B0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Gregory Cool</w:t>
            </w:r>
          </w:p>
        </w:tc>
        <w:tc>
          <w:tcPr>
            <w:tcW w:w="2990" w:type="dxa"/>
            <w:shd w:val="clear" w:color="auto" w:fill="auto"/>
          </w:tcPr>
          <w:p w:rsidR="00E30F90" w:rsidRPr="00477034" w:rsidRDefault="00477034" w:rsidP="0049085F">
            <w:pPr>
              <w:rPr>
                <w:sz w:val="20"/>
                <w:szCs w:val="20"/>
              </w:rPr>
            </w:pPr>
            <w:r w:rsidRPr="00477034">
              <w:rPr>
                <w:sz w:val="20"/>
                <w:szCs w:val="20"/>
              </w:rPr>
              <w:t>Caroline Binch</w:t>
            </w:r>
          </w:p>
        </w:tc>
        <w:tc>
          <w:tcPr>
            <w:tcW w:w="1324" w:type="dxa"/>
            <w:shd w:val="clear" w:color="auto" w:fill="auto"/>
          </w:tcPr>
          <w:p w:rsidR="00E30F90" w:rsidRPr="00E30F90" w:rsidRDefault="00E30F90" w:rsidP="006F31B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36CBC" w:rsidRPr="00E30F90" w:rsidTr="000E7C6D">
        <w:tc>
          <w:tcPr>
            <w:tcW w:w="4928" w:type="dxa"/>
            <w:shd w:val="clear" w:color="auto" w:fill="auto"/>
          </w:tcPr>
          <w:p w:rsidR="00936CBC" w:rsidRPr="0003457E" w:rsidRDefault="00936CBC" w:rsidP="00477034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The Angel of Nitshill Road (bullying)</w:t>
            </w:r>
          </w:p>
        </w:tc>
        <w:tc>
          <w:tcPr>
            <w:tcW w:w="2990" w:type="dxa"/>
            <w:vMerge w:val="restart"/>
            <w:shd w:val="clear" w:color="auto" w:fill="auto"/>
          </w:tcPr>
          <w:p w:rsidR="00936CBC" w:rsidRPr="00477034" w:rsidRDefault="00936CBC" w:rsidP="0049085F">
            <w:pPr>
              <w:rPr>
                <w:sz w:val="20"/>
                <w:szCs w:val="20"/>
              </w:rPr>
            </w:pPr>
            <w:r w:rsidRPr="00477034">
              <w:rPr>
                <w:sz w:val="20"/>
                <w:szCs w:val="20"/>
              </w:rPr>
              <w:t>Anne Fine</w:t>
            </w:r>
          </w:p>
        </w:tc>
        <w:tc>
          <w:tcPr>
            <w:tcW w:w="1324" w:type="dxa"/>
            <w:shd w:val="clear" w:color="auto" w:fill="auto"/>
          </w:tcPr>
          <w:p w:rsidR="00936CBC" w:rsidRPr="00E30F90" w:rsidRDefault="00936CBC" w:rsidP="006F31B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36CBC" w:rsidRPr="00E30F90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936CBC" w:rsidRPr="0003457E" w:rsidRDefault="00936CBC" w:rsidP="00477034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 xml:space="preserve">Bill’s New Frock </w:t>
            </w:r>
          </w:p>
        </w:tc>
        <w:tc>
          <w:tcPr>
            <w:tcW w:w="299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36CBC" w:rsidRPr="00E30F90" w:rsidRDefault="00936CBC" w:rsidP="0049085F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936CBC" w:rsidRPr="00E30F90" w:rsidRDefault="00936CBC" w:rsidP="006F31B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30F90" w:rsidRPr="00E30F90" w:rsidTr="000E7C6D">
        <w:tc>
          <w:tcPr>
            <w:tcW w:w="4928" w:type="dxa"/>
            <w:shd w:val="clear" w:color="auto" w:fill="auto"/>
          </w:tcPr>
          <w:p w:rsidR="00E30F90" w:rsidRPr="0003457E" w:rsidRDefault="00477034" w:rsidP="006F31B0">
            <w:pPr>
              <w:rPr>
                <w:b/>
                <w:color w:val="FF0000"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Journey to Jo’burg</w:t>
            </w:r>
          </w:p>
        </w:tc>
        <w:tc>
          <w:tcPr>
            <w:tcW w:w="2990" w:type="dxa"/>
            <w:shd w:val="clear" w:color="auto" w:fill="auto"/>
          </w:tcPr>
          <w:p w:rsidR="00E30F90" w:rsidRPr="00477034" w:rsidRDefault="00477034" w:rsidP="0049085F">
            <w:pPr>
              <w:rPr>
                <w:color w:val="FF0000"/>
                <w:sz w:val="20"/>
                <w:szCs w:val="20"/>
              </w:rPr>
            </w:pPr>
            <w:r w:rsidRPr="00477034">
              <w:rPr>
                <w:sz w:val="20"/>
                <w:szCs w:val="20"/>
              </w:rPr>
              <w:t>Beverley Naidoo</w:t>
            </w:r>
          </w:p>
        </w:tc>
        <w:tc>
          <w:tcPr>
            <w:tcW w:w="1324" w:type="dxa"/>
            <w:shd w:val="clear" w:color="auto" w:fill="auto"/>
          </w:tcPr>
          <w:p w:rsidR="00E30F90" w:rsidRPr="00E30F90" w:rsidRDefault="00E30F90" w:rsidP="006F31B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30F90" w:rsidRPr="00E30F90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E30F90" w:rsidRPr="0003457E" w:rsidRDefault="00477034" w:rsidP="006F31B0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The Cat Who Liked Rain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</w:tcPr>
          <w:p w:rsidR="00E30F90" w:rsidRPr="00477034" w:rsidRDefault="00477034" w:rsidP="0049085F">
            <w:pPr>
              <w:rPr>
                <w:sz w:val="20"/>
                <w:szCs w:val="20"/>
              </w:rPr>
            </w:pPr>
            <w:r w:rsidRPr="00477034">
              <w:rPr>
                <w:sz w:val="20"/>
                <w:szCs w:val="20"/>
              </w:rPr>
              <w:t>Henning Mankell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E30F90" w:rsidRPr="00E30F90" w:rsidRDefault="00E30F90" w:rsidP="006F31B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36CBC" w:rsidRPr="00E30F90" w:rsidTr="000E7C6D">
        <w:tc>
          <w:tcPr>
            <w:tcW w:w="4928" w:type="dxa"/>
            <w:shd w:val="clear" w:color="auto" w:fill="auto"/>
          </w:tcPr>
          <w:p w:rsidR="00936CBC" w:rsidRPr="0003457E" w:rsidRDefault="00936CBC" w:rsidP="00D315E5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Billionaire Boy</w:t>
            </w:r>
          </w:p>
        </w:tc>
        <w:tc>
          <w:tcPr>
            <w:tcW w:w="2990" w:type="dxa"/>
            <w:vMerge w:val="restart"/>
            <w:shd w:val="clear" w:color="auto" w:fill="auto"/>
          </w:tcPr>
          <w:p w:rsidR="00936CBC" w:rsidRPr="00477034" w:rsidRDefault="00936CBC" w:rsidP="0049085F">
            <w:pPr>
              <w:rPr>
                <w:color w:val="FF0000"/>
                <w:sz w:val="20"/>
                <w:szCs w:val="20"/>
              </w:rPr>
            </w:pPr>
            <w:r w:rsidRPr="00D315E5">
              <w:rPr>
                <w:sz w:val="20"/>
                <w:szCs w:val="20"/>
              </w:rPr>
              <w:t>David Walliams</w:t>
            </w:r>
          </w:p>
        </w:tc>
        <w:tc>
          <w:tcPr>
            <w:tcW w:w="1324" w:type="dxa"/>
            <w:shd w:val="clear" w:color="auto" w:fill="auto"/>
          </w:tcPr>
          <w:p w:rsidR="00936CBC" w:rsidRPr="00E30F90" w:rsidRDefault="00936CBC" w:rsidP="006F31B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36CBC" w:rsidRPr="00E30F90" w:rsidTr="000E7C6D">
        <w:tc>
          <w:tcPr>
            <w:tcW w:w="4928" w:type="dxa"/>
            <w:shd w:val="clear" w:color="auto" w:fill="auto"/>
          </w:tcPr>
          <w:p w:rsidR="00936CBC" w:rsidRPr="0003457E" w:rsidRDefault="00936CBC" w:rsidP="00D315E5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The Boy in the Dress</w:t>
            </w:r>
          </w:p>
        </w:tc>
        <w:tc>
          <w:tcPr>
            <w:tcW w:w="2990" w:type="dxa"/>
            <w:vMerge/>
            <w:shd w:val="clear" w:color="auto" w:fill="auto"/>
          </w:tcPr>
          <w:p w:rsidR="00936CBC" w:rsidRPr="00477034" w:rsidRDefault="00936CBC" w:rsidP="0049085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</w:tcPr>
          <w:p w:rsidR="00936CBC" w:rsidRPr="00E30F90" w:rsidRDefault="00936CBC" w:rsidP="006F31B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36CBC" w:rsidRPr="00E30F90" w:rsidTr="000E7C6D">
        <w:tc>
          <w:tcPr>
            <w:tcW w:w="4928" w:type="dxa"/>
            <w:shd w:val="clear" w:color="auto" w:fill="auto"/>
          </w:tcPr>
          <w:p w:rsidR="00936CBC" w:rsidRPr="0003457E" w:rsidRDefault="00936CBC" w:rsidP="00D315E5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Demon Dentist</w:t>
            </w:r>
          </w:p>
        </w:tc>
        <w:tc>
          <w:tcPr>
            <w:tcW w:w="2990" w:type="dxa"/>
            <w:vMerge/>
            <w:shd w:val="clear" w:color="auto" w:fill="auto"/>
          </w:tcPr>
          <w:p w:rsidR="00936CBC" w:rsidRPr="00E30F90" w:rsidRDefault="00936CBC" w:rsidP="0049085F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</w:tcPr>
          <w:p w:rsidR="00936CBC" w:rsidRPr="00E30F90" w:rsidRDefault="00936CBC" w:rsidP="006F31B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36CBC" w:rsidRPr="00E30F90" w:rsidTr="000E7C6D">
        <w:tc>
          <w:tcPr>
            <w:tcW w:w="4928" w:type="dxa"/>
            <w:shd w:val="clear" w:color="auto" w:fill="auto"/>
          </w:tcPr>
          <w:p w:rsidR="00936CBC" w:rsidRPr="0003457E" w:rsidRDefault="00936CBC" w:rsidP="00D315E5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Mr Stink</w:t>
            </w:r>
          </w:p>
        </w:tc>
        <w:tc>
          <w:tcPr>
            <w:tcW w:w="2990" w:type="dxa"/>
            <w:vMerge/>
            <w:shd w:val="clear" w:color="auto" w:fill="auto"/>
          </w:tcPr>
          <w:p w:rsidR="00936CBC" w:rsidRPr="00E30F90" w:rsidRDefault="00936CBC" w:rsidP="0049085F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</w:tcPr>
          <w:p w:rsidR="00936CBC" w:rsidRPr="00E30F90" w:rsidRDefault="00936CBC" w:rsidP="006F31B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36CBC" w:rsidRPr="00E30F90" w:rsidTr="000E7C6D">
        <w:tc>
          <w:tcPr>
            <w:tcW w:w="4928" w:type="dxa"/>
            <w:shd w:val="clear" w:color="auto" w:fill="auto"/>
          </w:tcPr>
          <w:p w:rsidR="00936CBC" w:rsidRPr="0003457E" w:rsidRDefault="00936CBC" w:rsidP="00D315E5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Gangsta Granny</w:t>
            </w:r>
          </w:p>
        </w:tc>
        <w:tc>
          <w:tcPr>
            <w:tcW w:w="2990" w:type="dxa"/>
            <w:vMerge/>
            <w:shd w:val="clear" w:color="auto" w:fill="auto"/>
          </w:tcPr>
          <w:p w:rsidR="00936CBC" w:rsidRPr="00E30F90" w:rsidRDefault="00936CBC" w:rsidP="0049085F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</w:tcPr>
          <w:p w:rsidR="00936CBC" w:rsidRPr="00E30F90" w:rsidRDefault="00936CBC" w:rsidP="006F31B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36CBC" w:rsidRPr="00E30F90" w:rsidTr="000E7C6D">
        <w:tc>
          <w:tcPr>
            <w:tcW w:w="4928" w:type="dxa"/>
            <w:shd w:val="clear" w:color="auto" w:fill="auto"/>
          </w:tcPr>
          <w:p w:rsidR="00936CBC" w:rsidRPr="0003457E" w:rsidRDefault="00936CBC" w:rsidP="00D315E5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Darcy Burdock</w:t>
            </w:r>
          </w:p>
        </w:tc>
        <w:tc>
          <w:tcPr>
            <w:tcW w:w="2990" w:type="dxa"/>
            <w:vMerge w:val="restart"/>
            <w:shd w:val="clear" w:color="auto" w:fill="auto"/>
          </w:tcPr>
          <w:p w:rsidR="00936CBC" w:rsidRPr="00D315E5" w:rsidRDefault="00936CBC" w:rsidP="0049085F">
            <w:pPr>
              <w:rPr>
                <w:color w:val="FF0000"/>
                <w:sz w:val="20"/>
                <w:szCs w:val="20"/>
              </w:rPr>
            </w:pPr>
            <w:r w:rsidRPr="00D315E5">
              <w:rPr>
                <w:sz w:val="20"/>
                <w:szCs w:val="20"/>
              </w:rPr>
              <w:t>Laura Dockrill</w:t>
            </w:r>
          </w:p>
        </w:tc>
        <w:tc>
          <w:tcPr>
            <w:tcW w:w="1324" w:type="dxa"/>
            <w:shd w:val="clear" w:color="auto" w:fill="auto"/>
          </w:tcPr>
          <w:p w:rsidR="00936CBC" w:rsidRPr="00E30F90" w:rsidRDefault="00936CBC" w:rsidP="006F31B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36CBC" w:rsidRPr="00E30F90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936CBC" w:rsidRPr="0003457E" w:rsidRDefault="00936CBC" w:rsidP="00D315E5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Darcy Burdock: Hi So Much</w:t>
            </w:r>
          </w:p>
        </w:tc>
        <w:tc>
          <w:tcPr>
            <w:tcW w:w="299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36CBC" w:rsidRPr="00E30F90" w:rsidRDefault="00936CBC" w:rsidP="0049085F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936CBC" w:rsidRPr="00E30F90" w:rsidRDefault="00936CBC" w:rsidP="006F31B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36CBC" w:rsidRPr="00E30F90" w:rsidTr="000E7C6D">
        <w:tc>
          <w:tcPr>
            <w:tcW w:w="4928" w:type="dxa"/>
            <w:shd w:val="clear" w:color="auto" w:fill="auto"/>
          </w:tcPr>
          <w:p w:rsidR="00936CBC" w:rsidRPr="0003457E" w:rsidRDefault="00936CBC" w:rsidP="00D315E5">
            <w:pPr>
              <w:rPr>
                <w:b/>
                <w:color w:val="FF0000"/>
                <w:sz w:val="20"/>
                <w:szCs w:val="20"/>
              </w:rPr>
            </w:pPr>
            <w:r w:rsidRPr="0003457E">
              <w:rPr>
                <w:b/>
                <w:color w:val="FF0000"/>
                <w:sz w:val="20"/>
                <w:szCs w:val="20"/>
              </w:rPr>
              <w:t>The Unbelievable Top Secret Diary of Pig</w:t>
            </w:r>
          </w:p>
        </w:tc>
        <w:tc>
          <w:tcPr>
            <w:tcW w:w="2990" w:type="dxa"/>
            <w:vMerge w:val="restart"/>
            <w:shd w:val="clear" w:color="auto" w:fill="auto"/>
          </w:tcPr>
          <w:p w:rsidR="00936CBC" w:rsidRPr="00FB4A6B" w:rsidRDefault="00936CBC" w:rsidP="0049085F">
            <w:pPr>
              <w:rPr>
                <w:color w:val="FF0000"/>
                <w:sz w:val="20"/>
                <w:szCs w:val="20"/>
              </w:rPr>
            </w:pPr>
            <w:r w:rsidRPr="00FB4A6B">
              <w:rPr>
                <w:color w:val="FF0000"/>
                <w:sz w:val="20"/>
                <w:szCs w:val="20"/>
              </w:rPr>
              <w:t>Emer Stamp</w:t>
            </w:r>
          </w:p>
        </w:tc>
        <w:tc>
          <w:tcPr>
            <w:tcW w:w="1324" w:type="dxa"/>
            <w:shd w:val="clear" w:color="auto" w:fill="auto"/>
          </w:tcPr>
          <w:p w:rsidR="00936CBC" w:rsidRPr="00E30F90" w:rsidRDefault="00936CBC" w:rsidP="009E718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</w:tr>
      <w:tr w:rsidR="00936CBC" w:rsidRPr="00E30F90" w:rsidTr="000E7C6D">
        <w:tc>
          <w:tcPr>
            <w:tcW w:w="4928" w:type="dxa"/>
            <w:shd w:val="clear" w:color="auto" w:fill="auto"/>
          </w:tcPr>
          <w:p w:rsidR="00936CBC" w:rsidRPr="0003457E" w:rsidRDefault="00936CBC" w:rsidP="00D315E5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color w:val="FF0000"/>
                <w:sz w:val="20"/>
                <w:szCs w:val="20"/>
              </w:rPr>
              <w:t>The Super Amazing Adventures of Me, Pig</w:t>
            </w:r>
          </w:p>
        </w:tc>
        <w:tc>
          <w:tcPr>
            <w:tcW w:w="2990" w:type="dxa"/>
            <w:vMerge/>
            <w:shd w:val="clear" w:color="auto" w:fill="auto"/>
          </w:tcPr>
          <w:p w:rsidR="00936CBC" w:rsidRPr="00E30F90" w:rsidRDefault="00936CBC" w:rsidP="0049085F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</w:tcPr>
          <w:p w:rsidR="00936CBC" w:rsidRPr="00E30F90" w:rsidRDefault="00936CBC" w:rsidP="006F31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</w:tr>
      <w:tr w:rsidR="00936CBC" w:rsidRPr="00E30F90" w:rsidTr="000E7C6D"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936CBC" w:rsidRPr="0003457E" w:rsidRDefault="00936CBC" w:rsidP="00D315E5">
            <w:pPr>
              <w:rPr>
                <w:b/>
                <w:color w:val="FF0000"/>
                <w:sz w:val="20"/>
                <w:szCs w:val="20"/>
              </w:rPr>
            </w:pPr>
            <w:r w:rsidRPr="0003457E">
              <w:rPr>
                <w:b/>
                <w:color w:val="FF0000"/>
                <w:sz w:val="20"/>
                <w:szCs w:val="20"/>
              </w:rPr>
              <w:t>The Seriously Extraordinary Diary of Pig</w:t>
            </w:r>
          </w:p>
        </w:tc>
        <w:tc>
          <w:tcPr>
            <w:tcW w:w="299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36CBC" w:rsidRPr="00E30F90" w:rsidRDefault="00936CBC" w:rsidP="0049085F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936CBC" w:rsidRPr="00E30F90" w:rsidRDefault="00936CBC" w:rsidP="006F31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</w:tr>
      <w:tr w:rsidR="009E7180" w:rsidRPr="00E30F90" w:rsidTr="000E7C6D">
        <w:tc>
          <w:tcPr>
            <w:tcW w:w="4928" w:type="dxa"/>
            <w:shd w:val="clear" w:color="auto" w:fill="auto"/>
          </w:tcPr>
          <w:p w:rsidR="009E7180" w:rsidRPr="0003457E" w:rsidRDefault="009E7180" w:rsidP="00D315E5">
            <w:pPr>
              <w:rPr>
                <w:b/>
                <w:color w:val="FF0000"/>
                <w:sz w:val="20"/>
                <w:szCs w:val="20"/>
              </w:rPr>
            </w:pPr>
            <w:r w:rsidRPr="0003457E">
              <w:rPr>
                <w:b/>
                <w:color w:val="FF0000"/>
                <w:sz w:val="20"/>
                <w:szCs w:val="20"/>
              </w:rPr>
              <w:t>The Wonder (PB)</w:t>
            </w:r>
          </w:p>
        </w:tc>
        <w:tc>
          <w:tcPr>
            <w:tcW w:w="2990" w:type="dxa"/>
            <w:shd w:val="clear" w:color="auto" w:fill="auto"/>
          </w:tcPr>
          <w:p w:rsidR="009E7180" w:rsidRPr="00E30F90" w:rsidRDefault="009E7180" w:rsidP="0049085F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Faye Hanson</w:t>
            </w:r>
          </w:p>
        </w:tc>
        <w:tc>
          <w:tcPr>
            <w:tcW w:w="1324" w:type="dxa"/>
            <w:shd w:val="clear" w:color="auto" w:fill="auto"/>
          </w:tcPr>
          <w:p w:rsidR="009E7180" w:rsidRPr="00E30F90" w:rsidRDefault="009E7180" w:rsidP="006F31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</w:tr>
    </w:tbl>
    <w:p w:rsidR="00275371" w:rsidRDefault="00275371">
      <w:r>
        <w:br w:type="page"/>
      </w:r>
    </w:p>
    <w:tbl>
      <w:tblPr>
        <w:tblStyle w:val="TableGrid"/>
        <w:tblpPr w:leftFromText="180" w:rightFromText="180" w:vertAnchor="text" w:tblpY="-139"/>
        <w:tblW w:w="0" w:type="auto"/>
        <w:tblLook w:val="04A0" w:firstRow="1" w:lastRow="0" w:firstColumn="1" w:lastColumn="0" w:noHBand="0" w:noVBand="1"/>
      </w:tblPr>
      <w:tblGrid>
        <w:gridCol w:w="3774"/>
        <w:gridCol w:w="3437"/>
        <w:gridCol w:w="2031"/>
      </w:tblGrid>
      <w:tr w:rsidR="00275371" w:rsidRPr="00E30F90" w:rsidTr="00275371">
        <w:tc>
          <w:tcPr>
            <w:tcW w:w="9242" w:type="dxa"/>
            <w:gridSpan w:val="3"/>
            <w:shd w:val="clear" w:color="auto" w:fill="FFFF99"/>
          </w:tcPr>
          <w:p w:rsidR="00275371" w:rsidRPr="00275371" w:rsidRDefault="00275371" w:rsidP="006F31B0">
            <w:pPr>
              <w:jc w:val="center"/>
              <w:rPr>
                <w:b/>
                <w:sz w:val="20"/>
                <w:szCs w:val="20"/>
              </w:rPr>
            </w:pPr>
            <w:r w:rsidRPr="00275371">
              <w:rPr>
                <w:b/>
              </w:rPr>
              <w:lastRenderedPageBreak/>
              <w:t>NON-FICTION</w:t>
            </w:r>
          </w:p>
        </w:tc>
      </w:tr>
      <w:tr w:rsidR="00275371" w:rsidRPr="00E30F90" w:rsidTr="00275371">
        <w:tc>
          <w:tcPr>
            <w:tcW w:w="924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75371" w:rsidRPr="00000479" w:rsidRDefault="00275371" w:rsidP="00275371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 w:rsidRPr="00000479">
              <w:rPr>
                <w:rFonts w:eastAsia="Times New Roman" w:cs="Arial"/>
                <w:b/>
                <w:sz w:val="20"/>
                <w:szCs w:val="20"/>
                <w:lang w:eastAsia="en-GB"/>
              </w:rPr>
              <w:t>Non-fiction text type guidance and progression papers (shows progression in the main non-fiction types and their features)</w:t>
            </w:r>
          </w:p>
          <w:p w:rsidR="00275371" w:rsidRPr="00000479" w:rsidRDefault="00633E78" w:rsidP="00275371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hyperlink r:id="rId20" w:history="1">
              <w:r w:rsidR="00275371" w:rsidRPr="00000479">
                <w:rPr>
                  <w:rStyle w:val="Hyperlink"/>
                  <w:rFonts w:eastAsia="Times New Roman" w:cs="Arial"/>
                  <w:b/>
                  <w:sz w:val="20"/>
                  <w:szCs w:val="20"/>
                  <w:lang w:eastAsia="en-GB"/>
                </w:rPr>
                <w:t>https://www.learntogether.org.uk/Resources/Documents/Non-Fiction%20PP%20amd%20TTG.doc</w:t>
              </w:r>
            </w:hyperlink>
            <w:r w:rsidR="00275371" w:rsidRPr="00000479">
              <w:rPr>
                <w:rFonts w:eastAsia="Times New Roman" w:cs="Arial"/>
                <w:b/>
                <w:sz w:val="20"/>
                <w:szCs w:val="20"/>
                <w:lang w:eastAsia="en-GB"/>
              </w:rPr>
              <w:t xml:space="preserve"> </w:t>
            </w:r>
          </w:p>
          <w:p w:rsidR="00275371" w:rsidRPr="00000479" w:rsidRDefault="00275371" w:rsidP="00275371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</w:p>
          <w:p w:rsidR="00275371" w:rsidRPr="00000479" w:rsidRDefault="00275371" w:rsidP="00275371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 w:rsidRPr="00000479">
              <w:rPr>
                <w:rFonts w:eastAsia="Times New Roman" w:cs="Arial"/>
                <w:b/>
                <w:sz w:val="20"/>
                <w:szCs w:val="20"/>
                <w:lang w:eastAsia="en-GB"/>
              </w:rPr>
              <w:t xml:space="preserve">How to teach non-fiction writing (tips for teaching and practical examples) </w:t>
            </w:r>
          </w:p>
          <w:p w:rsidR="00275371" w:rsidRPr="00000479" w:rsidRDefault="00633E78" w:rsidP="00275371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hyperlink r:id="rId21" w:history="1">
              <w:r w:rsidR="00275371" w:rsidRPr="00000479">
                <w:rPr>
                  <w:rStyle w:val="Hyperlink"/>
                  <w:rFonts w:eastAsia="Times New Roman" w:cs="Arial"/>
                  <w:b/>
                  <w:sz w:val="20"/>
                  <w:szCs w:val="20"/>
                  <w:lang w:eastAsia="en-GB"/>
                </w:rPr>
                <w:t>http://webfronter.com/lewisham/primarycommunity/menu1/Literacy_home/home_files/images/How_to_teach_non-fiction_writing_pdf.pdf</w:t>
              </w:r>
            </w:hyperlink>
            <w:r w:rsidR="00275371" w:rsidRPr="00000479">
              <w:rPr>
                <w:rFonts w:eastAsia="Times New Roman" w:cs="Arial"/>
                <w:b/>
                <w:sz w:val="20"/>
                <w:szCs w:val="20"/>
                <w:lang w:eastAsia="en-GB"/>
              </w:rPr>
              <w:t xml:space="preserve"> </w:t>
            </w:r>
          </w:p>
          <w:p w:rsidR="00275371" w:rsidRPr="00000479" w:rsidRDefault="00275371" w:rsidP="00275371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</w:p>
          <w:p w:rsidR="00275371" w:rsidRPr="00000479" w:rsidRDefault="00275371" w:rsidP="00275371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 w:rsidRPr="00000479">
              <w:rPr>
                <w:rFonts w:eastAsia="Times New Roman" w:cs="Arial"/>
                <w:b/>
                <w:sz w:val="20"/>
                <w:szCs w:val="20"/>
                <w:lang w:eastAsia="en-GB"/>
              </w:rPr>
              <w:t>The Shirt Machine</w:t>
            </w:r>
          </w:p>
          <w:p w:rsidR="00275371" w:rsidRDefault="00633E78" w:rsidP="00275371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hyperlink r:id="rId22" w:history="1">
              <w:r w:rsidR="00275371" w:rsidRPr="00000479">
                <w:rPr>
                  <w:rStyle w:val="Hyperlink"/>
                  <w:rFonts w:eastAsia="Times New Roman" w:cs="Arial"/>
                  <w:b/>
                  <w:sz w:val="20"/>
                  <w:szCs w:val="20"/>
                  <w:lang w:eastAsia="en-GB"/>
                </w:rPr>
                <w:t>http://www.youtube.com/watch?v=rliGlp4ddXs</w:t>
              </w:r>
            </w:hyperlink>
            <w:r w:rsidR="00275371" w:rsidRPr="00000479">
              <w:rPr>
                <w:rFonts w:eastAsia="Times New Roman" w:cs="Arial"/>
                <w:b/>
                <w:sz w:val="20"/>
                <w:szCs w:val="20"/>
                <w:lang w:eastAsia="en-GB"/>
              </w:rPr>
              <w:t xml:space="preserve"> </w:t>
            </w:r>
          </w:p>
          <w:p w:rsidR="00275371" w:rsidRPr="00275371" w:rsidRDefault="00275371" w:rsidP="00275371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</w:p>
        </w:tc>
      </w:tr>
      <w:tr w:rsidR="00275371" w:rsidRPr="00E30F90" w:rsidTr="00275371">
        <w:tc>
          <w:tcPr>
            <w:tcW w:w="9242" w:type="dxa"/>
            <w:gridSpan w:val="3"/>
            <w:shd w:val="clear" w:color="auto" w:fill="FFFF99"/>
          </w:tcPr>
          <w:p w:rsidR="00275371" w:rsidRDefault="00275371" w:rsidP="006F31B0">
            <w:pPr>
              <w:jc w:val="center"/>
              <w:rPr>
                <w:b/>
                <w:sz w:val="20"/>
                <w:szCs w:val="20"/>
              </w:rPr>
            </w:pPr>
            <w:r w:rsidRPr="00275371">
              <w:rPr>
                <w:b/>
                <w:sz w:val="20"/>
                <w:szCs w:val="20"/>
              </w:rPr>
              <w:t>Information Text/Non-chronological report</w:t>
            </w:r>
          </w:p>
        </w:tc>
      </w:tr>
      <w:tr w:rsidR="00275371" w:rsidRPr="00E30F90" w:rsidTr="0003457E">
        <w:tc>
          <w:tcPr>
            <w:tcW w:w="3853" w:type="dxa"/>
            <w:shd w:val="clear" w:color="auto" w:fill="auto"/>
          </w:tcPr>
          <w:p w:rsidR="00275371" w:rsidRPr="00275371" w:rsidRDefault="00275371" w:rsidP="00275371">
            <w:pPr>
              <w:rPr>
                <w:b/>
              </w:rPr>
            </w:pPr>
            <w:r w:rsidRPr="00275371">
              <w:rPr>
                <w:b/>
              </w:rPr>
              <w:t>TITLE</w:t>
            </w:r>
          </w:p>
        </w:tc>
        <w:tc>
          <w:tcPr>
            <w:tcW w:w="3419" w:type="dxa"/>
            <w:shd w:val="clear" w:color="auto" w:fill="auto"/>
          </w:tcPr>
          <w:p w:rsidR="00275371" w:rsidRPr="00275371" w:rsidRDefault="00275371" w:rsidP="00275371">
            <w:pPr>
              <w:rPr>
                <w:b/>
              </w:rPr>
            </w:pPr>
            <w:r w:rsidRPr="00275371">
              <w:rPr>
                <w:b/>
              </w:rPr>
              <w:t>AUTHOR</w:t>
            </w:r>
          </w:p>
        </w:tc>
        <w:tc>
          <w:tcPr>
            <w:tcW w:w="1970" w:type="dxa"/>
            <w:shd w:val="clear" w:color="auto" w:fill="auto"/>
          </w:tcPr>
          <w:p w:rsidR="00275371" w:rsidRPr="00275371" w:rsidRDefault="00275371" w:rsidP="0003457E">
            <w:pPr>
              <w:jc w:val="center"/>
              <w:rPr>
                <w:b/>
              </w:rPr>
            </w:pPr>
            <w:r w:rsidRPr="00275371">
              <w:rPr>
                <w:b/>
              </w:rPr>
              <w:t>LRS?</w:t>
            </w:r>
          </w:p>
        </w:tc>
      </w:tr>
      <w:tr w:rsidR="00275371" w:rsidRPr="00E30F90" w:rsidTr="0003457E">
        <w:tc>
          <w:tcPr>
            <w:tcW w:w="3853" w:type="dxa"/>
            <w:tcBorders>
              <w:bottom w:val="single" w:sz="4" w:space="0" w:color="auto"/>
            </w:tcBorders>
            <w:shd w:val="clear" w:color="auto" w:fill="auto"/>
          </w:tcPr>
          <w:p w:rsidR="00275371" w:rsidRPr="00924FED" w:rsidRDefault="00275371" w:rsidP="00275371">
            <w:pPr>
              <w:rPr>
                <w:b/>
                <w:sz w:val="20"/>
                <w:szCs w:val="20"/>
              </w:rPr>
            </w:pPr>
            <w:r w:rsidRPr="00924FED">
              <w:rPr>
                <w:b/>
                <w:sz w:val="20"/>
                <w:szCs w:val="20"/>
              </w:rPr>
              <w:t>The Pebble in my Pocket (Earth History)</w:t>
            </w:r>
          </w:p>
        </w:tc>
        <w:tc>
          <w:tcPr>
            <w:tcW w:w="3419" w:type="dxa"/>
            <w:tcBorders>
              <w:bottom w:val="single" w:sz="4" w:space="0" w:color="auto"/>
            </w:tcBorders>
            <w:shd w:val="clear" w:color="auto" w:fill="auto"/>
          </w:tcPr>
          <w:p w:rsidR="00275371" w:rsidRPr="00924FED" w:rsidRDefault="00275371" w:rsidP="00275371">
            <w:pPr>
              <w:rPr>
                <w:sz w:val="20"/>
                <w:szCs w:val="20"/>
              </w:rPr>
            </w:pPr>
            <w:r w:rsidRPr="00924FED">
              <w:rPr>
                <w:sz w:val="20"/>
                <w:szCs w:val="20"/>
              </w:rPr>
              <w:t>Meredith Hooper</w:t>
            </w:r>
          </w:p>
        </w:tc>
        <w:tc>
          <w:tcPr>
            <w:tcW w:w="1970" w:type="dxa"/>
            <w:tcBorders>
              <w:bottom w:val="single" w:sz="4" w:space="0" w:color="auto"/>
            </w:tcBorders>
            <w:shd w:val="clear" w:color="auto" w:fill="auto"/>
          </w:tcPr>
          <w:p w:rsidR="00275371" w:rsidRPr="00924FED" w:rsidRDefault="00275371" w:rsidP="00924FED">
            <w:pPr>
              <w:jc w:val="center"/>
              <w:rPr>
                <w:b/>
                <w:sz w:val="20"/>
                <w:szCs w:val="20"/>
              </w:rPr>
            </w:pPr>
            <w:r w:rsidRPr="00924FED">
              <w:rPr>
                <w:b/>
                <w:sz w:val="20"/>
                <w:szCs w:val="20"/>
              </w:rPr>
              <w:t>Y</w:t>
            </w:r>
          </w:p>
        </w:tc>
      </w:tr>
      <w:tr w:rsidR="00924FED" w:rsidRPr="00E30F90" w:rsidTr="00924FED">
        <w:tc>
          <w:tcPr>
            <w:tcW w:w="9242" w:type="dxa"/>
            <w:gridSpan w:val="3"/>
            <w:shd w:val="clear" w:color="auto" w:fill="FFFF99"/>
          </w:tcPr>
          <w:p w:rsidR="00924FED" w:rsidRPr="00924FED" w:rsidRDefault="00924FED" w:rsidP="00924FED">
            <w:pPr>
              <w:jc w:val="center"/>
              <w:rPr>
                <w:b/>
                <w:sz w:val="20"/>
                <w:szCs w:val="20"/>
              </w:rPr>
            </w:pPr>
            <w:r w:rsidRPr="00924FED">
              <w:rPr>
                <w:b/>
                <w:sz w:val="20"/>
                <w:szCs w:val="20"/>
              </w:rPr>
              <w:t>Explanation</w:t>
            </w:r>
          </w:p>
        </w:tc>
      </w:tr>
      <w:tr w:rsidR="00924FED" w:rsidRPr="00E30F90" w:rsidTr="0003457E">
        <w:tc>
          <w:tcPr>
            <w:tcW w:w="3853" w:type="dxa"/>
            <w:shd w:val="clear" w:color="auto" w:fill="auto"/>
          </w:tcPr>
          <w:p w:rsidR="00924FED" w:rsidRPr="00924FED" w:rsidRDefault="00924FED" w:rsidP="00924FED">
            <w:pPr>
              <w:rPr>
                <w:b/>
                <w:sz w:val="20"/>
                <w:szCs w:val="20"/>
              </w:rPr>
            </w:pPr>
            <w:r w:rsidRPr="00924FED">
              <w:rPr>
                <w:b/>
                <w:sz w:val="20"/>
                <w:szCs w:val="20"/>
              </w:rPr>
              <w:t>How Dogs Really Work</w:t>
            </w:r>
          </w:p>
        </w:tc>
        <w:tc>
          <w:tcPr>
            <w:tcW w:w="3419" w:type="dxa"/>
            <w:vMerge w:val="restart"/>
            <w:shd w:val="clear" w:color="auto" w:fill="auto"/>
          </w:tcPr>
          <w:p w:rsidR="00924FED" w:rsidRPr="00924FED" w:rsidRDefault="00924FED" w:rsidP="00924FED">
            <w:pPr>
              <w:rPr>
                <w:sz w:val="20"/>
                <w:szCs w:val="20"/>
              </w:rPr>
            </w:pPr>
            <w:r w:rsidRPr="00924FED">
              <w:rPr>
                <w:sz w:val="20"/>
                <w:szCs w:val="20"/>
              </w:rPr>
              <w:t>Alan Snow</w:t>
            </w:r>
          </w:p>
        </w:tc>
        <w:tc>
          <w:tcPr>
            <w:tcW w:w="1970" w:type="dxa"/>
            <w:shd w:val="clear" w:color="auto" w:fill="auto"/>
          </w:tcPr>
          <w:p w:rsidR="00924FED" w:rsidRPr="00924FED" w:rsidRDefault="00924FED" w:rsidP="00924FED">
            <w:pPr>
              <w:rPr>
                <w:b/>
                <w:sz w:val="20"/>
                <w:szCs w:val="20"/>
              </w:rPr>
            </w:pPr>
          </w:p>
        </w:tc>
      </w:tr>
      <w:tr w:rsidR="00924FED" w:rsidRPr="00E30F90" w:rsidTr="0003457E">
        <w:tc>
          <w:tcPr>
            <w:tcW w:w="3853" w:type="dxa"/>
            <w:shd w:val="clear" w:color="auto" w:fill="auto"/>
          </w:tcPr>
          <w:p w:rsidR="00924FED" w:rsidRPr="00924FED" w:rsidRDefault="00924FED" w:rsidP="00924FED">
            <w:pPr>
              <w:rPr>
                <w:b/>
                <w:sz w:val="20"/>
                <w:szCs w:val="20"/>
              </w:rPr>
            </w:pPr>
            <w:r w:rsidRPr="00924FED">
              <w:rPr>
                <w:b/>
                <w:sz w:val="20"/>
                <w:szCs w:val="20"/>
              </w:rPr>
              <w:t>How Cats Really Work</w:t>
            </w:r>
          </w:p>
        </w:tc>
        <w:tc>
          <w:tcPr>
            <w:tcW w:w="3419" w:type="dxa"/>
            <w:vMerge/>
            <w:shd w:val="clear" w:color="auto" w:fill="auto"/>
          </w:tcPr>
          <w:p w:rsidR="00924FED" w:rsidRPr="00924FED" w:rsidRDefault="00924FED" w:rsidP="00275371">
            <w:pPr>
              <w:rPr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924FED" w:rsidRPr="00924FED" w:rsidRDefault="00924FED" w:rsidP="00924FED">
            <w:pPr>
              <w:rPr>
                <w:b/>
                <w:sz w:val="20"/>
                <w:szCs w:val="20"/>
              </w:rPr>
            </w:pPr>
          </w:p>
        </w:tc>
      </w:tr>
      <w:tr w:rsidR="00924FED" w:rsidRPr="00E30F90" w:rsidTr="0003457E">
        <w:tc>
          <w:tcPr>
            <w:tcW w:w="3853" w:type="dxa"/>
            <w:shd w:val="clear" w:color="auto" w:fill="auto"/>
          </w:tcPr>
          <w:p w:rsidR="00924FED" w:rsidRPr="00924FED" w:rsidRDefault="00924FED" w:rsidP="00275371">
            <w:pPr>
              <w:rPr>
                <w:b/>
                <w:sz w:val="20"/>
                <w:szCs w:val="20"/>
              </w:rPr>
            </w:pPr>
            <w:r w:rsidRPr="00924FED">
              <w:rPr>
                <w:b/>
                <w:sz w:val="20"/>
                <w:szCs w:val="20"/>
              </w:rPr>
              <w:t>Until I Met Dudley</w:t>
            </w:r>
          </w:p>
        </w:tc>
        <w:tc>
          <w:tcPr>
            <w:tcW w:w="3419" w:type="dxa"/>
            <w:shd w:val="clear" w:color="auto" w:fill="auto"/>
          </w:tcPr>
          <w:p w:rsidR="00924FED" w:rsidRPr="00924FED" w:rsidRDefault="00924FED" w:rsidP="00924FED">
            <w:pPr>
              <w:rPr>
                <w:sz w:val="20"/>
                <w:szCs w:val="20"/>
              </w:rPr>
            </w:pPr>
            <w:r w:rsidRPr="00924FED">
              <w:rPr>
                <w:sz w:val="20"/>
                <w:szCs w:val="20"/>
              </w:rPr>
              <w:t xml:space="preserve">Roger </w:t>
            </w:r>
            <w:proofErr w:type="spellStart"/>
            <w:r w:rsidRPr="00924FED">
              <w:rPr>
                <w:sz w:val="20"/>
                <w:szCs w:val="20"/>
              </w:rPr>
              <w:t>McGough</w:t>
            </w:r>
            <w:proofErr w:type="spellEnd"/>
            <w:r w:rsidRPr="00924FED">
              <w:rPr>
                <w:sz w:val="20"/>
                <w:szCs w:val="20"/>
              </w:rPr>
              <w:t xml:space="preserve"> and Chris Riddell</w:t>
            </w:r>
          </w:p>
        </w:tc>
        <w:tc>
          <w:tcPr>
            <w:tcW w:w="1970" w:type="dxa"/>
            <w:shd w:val="clear" w:color="auto" w:fill="auto"/>
          </w:tcPr>
          <w:p w:rsidR="00924FED" w:rsidRPr="00924FED" w:rsidRDefault="00924FED" w:rsidP="00924FED">
            <w:pPr>
              <w:jc w:val="center"/>
              <w:rPr>
                <w:b/>
                <w:sz w:val="20"/>
                <w:szCs w:val="20"/>
              </w:rPr>
            </w:pPr>
            <w:r w:rsidRPr="00924FED">
              <w:rPr>
                <w:b/>
                <w:sz w:val="20"/>
                <w:szCs w:val="20"/>
              </w:rPr>
              <w:t>Y</w:t>
            </w:r>
          </w:p>
        </w:tc>
      </w:tr>
      <w:tr w:rsidR="00924FED" w:rsidRPr="00E30F90" w:rsidTr="0003457E">
        <w:tc>
          <w:tcPr>
            <w:tcW w:w="3853" w:type="dxa"/>
            <w:tcBorders>
              <w:bottom w:val="single" w:sz="4" w:space="0" w:color="auto"/>
            </w:tcBorders>
            <w:shd w:val="clear" w:color="auto" w:fill="auto"/>
          </w:tcPr>
          <w:p w:rsidR="00924FED" w:rsidRPr="00924FED" w:rsidRDefault="00924FED" w:rsidP="00924FED">
            <w:pPr>
              <w:rPr>
                <w:b/>
                <w:sz w:val="20"/>
                <w:szCs w:val="20"/>
              </w:rPr>
            </w:pPr>
            <w:r w:rsidRPr="00924FED">
              <w:rPr>
                <w:b/>
                <w:sz w:val="20"/>
                <w:szCs w:val="20"/>
              </w:rPr>
              <w:t>Funny Machines for George the Sheep</w:t>
            </w:r>
          </w:p>
        </w:tc>
        <w:tc>
          <w:tcPr>
            <w:tcW w:w="3419" w:type="dxa"/>
            <w:tcBorders>
              <w:bottom w:val="single" w:sz="4" w:space="0" w:color="auto"/>
            </w:tcBorders>
            <w:shd w:val="clear" w:color="auto" w:fill="auto"/>
          </w:tcPr>
          <w:p w:rsidR="00924FED" w:rsidRPr="00924FED" w:rsidRDefault="00924FED" w:rsidP="00924FED">
            <w:pPr>
              <w:rPr>
                <w:sz w:val="20"/>
                <w:szCs w:val="20"/>
              </w:rPr>
            </w:pPr>
            <w:proofErr w:type="spellStart"/>
            <w:r w:rsidRPr="00924FED">
              <w:rPr>
                <w:sz w:val="20"/>
                <w:szCs w:val="20"/>
              </w:rPr>
              <w:t>Géraldine</w:t>
            </w:r>
            <w:proofErr w:type="spellEnd"/>
            <w:r w:rsidRPr="00924FED">
              <w:rPr>
                <w:sz w:val="20"/>
                <w:szCs w:val="20"/>
              </w:rPr>
              <w:t xml:space="preserve"> </w:t>
            </w:r>
            <w:proofErr w:type="spellStart"/>
            <w:r w:rsidRPr="00924FED">
              <w:rPr>
                <w:sz w:val="20"/>
                <w:szCs w:val="20"/>
              </w:rPr>
              <w:t>Elschner</w:t>
            </w:r>
            <w:proofErr w:type="spellEnd"/>
          </w:p>
        </w:tc>
        <w:tc>
          <w:tcPr>
            <w:tcW w:w="1970" w:type="dxa"/>
            <w:tcBorders>
              <w:bottom w:val="single" w:sz="4" w:space="0" w:color="auto"/>
            </w:tcBorders>
            <w:shd w:val="clear" w:color="auto" w:fill="auto"/>
          </w:tcPr>
          <w:p w:rsidR="00924FED" w:rsidRPr="00924FED" w:rsidRDefault="00924FED" w:rsidP="00924FED">
            <w:pPr>
              <w:jc w:val="center"/>
              <w:rPr>
                <w:b/>
                <w:sz w:val="20"/>
                <w:szCs w:val="20"/>
              </w:rPr>
            </w:pPr>
            <w:r w:rsidRPr="00924FED">
              <w:rPr>
                <w:b/>
                <w:sz w:val="20"/>
                <w:szCs w:val="20"/>
              </w:rPr>
              <w:t>Y</w:t>
            </w:r>
          </w:p>
        </w:tc>
      </w:tr>
      <w:tr w:rsidR="0003457E" w:rsidRPr="00E30F90" w:rsidTr="0003457E">
        <w:tc>
          <w:tcPr>
            <w:tcW w:w="9242" w:type="dxa"/>
            <w:gridSpan w:val="3"/>
            <w:shd w:val="clear" w:color="auto" w:fill="FFFF99"/>
          </w:tcPr>
          <w:p w:rsidR="0003457E" w:rsidRPr="00924FED" w:rsidRDefault="0003457E" w:rsidP="00924F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Recount</w:t>
            </w:r>
          </w:p>
        </w:tc>
      </w:tr>
      <w:tr w:rsidR="0003457E" w:rsidRPr="00E30F90" w:rsidTr="0003457E">
        <w:tc>
          <w:tcPr>
            <w:tcW w:w="3853" w:type="dxa"/>
            <w:tcBorders>
              <w:bottom w:val="single" w:sz="4" w:space="0" w:color="auto"/>
            </w:tcBorders>
            <w:shd w:val="clear" w:color="auto" w:fill="auto"/>
          </w:tcPr>
          <w:p w:rsidR="0003457E" w:rsidRPr="00924FED" w:rsidRDefault="0003457E" w:rsidP="00924FED">
            <w:pPr>
              <w:rPr>
                <w:b/>
                <w:sz w:val="20"/>
                <w:szCs w:val="20"/>
              </w:rPr>
            </w:pPr>
            <w:r w:rsidRPr="0003457E">
              <w:rPr>
                <w:b/>
                <w:sz w:val="20"/>
                <w:szCs w:val="20"/>
              </w:rPr>
              <w:t>Dear Diary</w:t>
            </w:r>
          </w:p>
        </w:tc>
        <w:tc>
          <w:tcPr>
            <w:tcW w:w="3419" w:type="dxa"/>
            <w:tcBorders>
              <w:bottom w:val="single" w:sz="4" w:space="0" w:color="auto"/>
            </w:tcBorders>
            <w:shd w:val="clear" w:color="auto" w:fill="auto"/>
          </w:tcPr>
          <w:p w:rsidR="0003457E" w:rsidRPr="00924FED" w:rsidRDefault="0003457E" w:rsidP="0003457E">
            <w:pPr>
              <w:rPr>
                <w:sz w:val="20"/>
                <w:szCs w:val="20"/>
              </w:rPr>
            </w:pPr>
            <w:r w:rsidRPr="0003457E">
              <w:rPr>
                <w:sz w:val="20"/>
                <w:szCs w:val="20"/>
              </w:rPr>
              <w:t xml:space="preserve">Sarah </w:t>
            </w:r>
            <w:proofErr w:type="spellStart"/>
            <w:r w:rsidRPr="0003457E">
              <w:rPr>
                <w:sz w:val="20"/>
                <w:szCs w:val="20"/>
              </w:rPr>
              <w:t>Fanelli</w:t>
            </w:r>
            <w:proofErr w:type="spellEnd"/>
          </w:p>
        </w:tc>
        <w:tc>
          <w:tcPr>
            <w:tcW w:w="1970" w:type="dxa"/>
            <w:tcBorders>
              <w:bottom w:val="single" w:sz="4" w:space="0" w:color="auto"/>
            </w:tcBorders>
            <w:shd w:val="clear" w:color="auto" w:fill="auto"/>
          </w:tcPr>
          <w:p w:rsidR="0003457E" w:rsidRPr="00924FED" w:rsidRDefault="0003457E" w:rsidP="00924F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</w:tr>
    </w:tbl>
    <w:p w:rsidR="007A6363" w:rsidRPr="00E30F90" w:rsidRDefault="007A6363">
      <w:pPr>
        <w:rPr>
          <w:b/>
          <w:sz w:val="20"/>
          <w:szCs w:val="20"/>
        </w:rPr>
      </w:pPr>
    </w:p>
    <w:p w:rsidR="007A6363" w:rsidRPr="00E30F90" w:rsidRDefault="007A6363" w:rsidP="007A6363">
      <w:pPr>
        <w:rPr>
          <w:b/>
          <w:sz w:val="20"/>
          <w:szCs w:val="20"/>
        </w:rPr>
      </w:pPr>
    </w:p>
    <w:p w:rsidR="007A6363" w:rsidRPr="00E30F90" w:rsidRDefault="007A6363">
      <w:pPr>
        <w:rPr>
          <w:b/>
          <w:sz w:val="20"/>
          <w:szCs w:val="20"/>
        </w:rPr>
      </w:pPr>
    </w:p>
    <w:p w:rsidR="009C62C8" w:rsidRPr="00E30F90" w:rsidRDefault="009C62C8">
      <w:pPr>
        <w:rPr>
          <w:b/>
          <w:sz w:val="20"/>
          <w:szCs w:val="20"/>
        </w:rPr>
      </w:pPr>
    </w:p>
    <w:p w:rsidR="009C62C8" w:rsidRPr="00E30F90" w:rsidRDefault="009C62C8">
      <w:pPr>
        <w:rPr>
          <w:b/>
          <w:sz w:val="20"/>
          <w:szCs w:val="20"/>
        </w:rPr>
      </w:pPr>
    </w:p>
    <w:p w:rsidR="009C62C8" w:rsidRDefault="00614DC0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9C62C8" w:rsidRPr="00684AFF" w:rsidRDefault="009C62C8" w:rsidP="007D2772">
      <w:pPr>
        <w:rPr>
          <w:sz w:val="20"/>
          <w:szCs w:val="20"/>
        </w:rPr>
      </w:pPr>
    </w:p>
    <w:sectPr w:rsidR="009C62C8" w:rsidRPr="00684AFF" w:rsidSect="00F344A3">
      <w:headerReference w:type="default" r:id="rId23"/>
      <w:footerReference w:type="default" r:id="rId24"/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FED" w:rsidRDefault="00924FED" w:rsidP="002676C4">
      <w:pPr>
        <w:spacing w:after="0" w:line="240" w:lineRule="auto"/>
      </w:pPr>
      <w:r>
        <w:separator/>
      </w:r>
    </w:p>
  </w:endnote>
  <w:endnote w:type="continuationSeparator" w:id="0">
    <w:p w:rsidR="00924FED" w:rsidRDefault="00924FED" w:rsidP="00267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64381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24FED" w:rsidRDefault="00924FE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3E7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24FED" w:rsidRDefault="00924F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FED" w:rsidRDefault="00924FED" w:rsidP="002676C4">
      <w:pPr>
        <w:spacing w:after="0" w:line="240" w:lineRule="auto"/>
      </w:pPr>
      <w:r>
        <w:separator/>
      </w:r>
    </w:p>
  </w:footnote>
  <w:footnote w:type="continuationSeparator" w:id="0">
    <w:p w:rsidR="00924FED" w:rsidRDefault="00924FED" w:rsidP="00267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FED" w:rsidRPr="00A66A16" w:rsidRDefault="00924FED">
    <w:pPr>
      <w:pStyle w:val="Header"/>
      <w:rPr>
        <w:sz w:val="16"/>
        <w:szCs w:val="16"/>
      </w:rPr>
    </w:pPr>
    <w:r w:rsidRPr="002676C4">
      <w:rPr>
        <w:sz w:val="16"/>
        <w:szCs w:val="16"/>
      </w:rPr>
      <w:t>Y</w:t>
    </w:r>
    <w:r>
      <w:rPr>
        <w:sz w:val="16"/>
        <w:szCs w:val="16"/>
      </w:rPr>
      <w:t>3/4</w:t>
    </w:r>
    <w:r w:rsidRPr="002676C4">
      <w:rPr>
        <w:sz w:val="16"/>
        <w:szCs w:val="16"/>
      </w:rPr>
      <w:t xml:space="preserve"> Texts and Resources</w:t>
    </w:r>
    <w:r>
      <w:rPr>
        <w:sz w:val="16"/>
        <w:szCs w:val="16"/>
      </w:rPr>
      <w:t xml:space="preserve"> – Primary English Team </w:t>
    </w:r>
    <w:proofErr w:type="spellStart"/>
    <w:r>
      <w:rPr>
        <w:sz w:val="16"/>
        <w:szCs w:val="16"/>
      </w:rPr>
      <w:t>Wandsworth</w:t>
    </w:r>
    <w:proofErr w:type="spellEnd"/>
    <w:r>
      <w:rPr>
        <w:sz w:val="16"/>
        <w:szCs w:val="16"/>
      </w:rPr>
      <w:t xml:space="preserve"> LA 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AD2AED"/>
    <w:multiLevelType w:val="hybridMultilevel"/>
    <w:tmpl w:val="B3D46CC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F12"/>
    <w:rsid w:val="00000479"/>
    <w:rsid w:val="0003457E"/>
    <w:rsid w:val="00093333"/>
    <w:rsid w:val="000A457E"/>
    <w:rsid w:val="000B1D06"/>
    <w:rsid w:val="000C2216"/>
    <w:rsid w:val="000E7C6D"/>
    <w:rsid w:val="000F0F9D"/>
    <w:rsid w:val="00113056"/>
    <w:rsid w:val="001D116C"/>
    <w:rsid w:val="001D2CC9"/>
    <w:rsid w:val="00222C01"/>
    <w:rsid w:val="0023474F"/>
    <w:rsid w:val="00261F38"/>
    <w:rsid w:val="002676C4"/>
    <w:rsid w:val="00275371"/>
    <w:rsid w:val="002B4BF9"/>
    <w:rsid w:val="002C1DAF"/>
    <w:rsid w:val="002D2AFD"/>
    <w:rsid w:val="00371833"/>
    <w:rsid w:val="003F1843"/>
    <w:rsid w:val="003F361D"/>
    <w:rsid w:val="0042170A"/>
    <w:rsid w:val="00477034"/>
    <w:rsid w:val="00480F12"/>
    <w:rsid w:val="0049085F"/>
    <w:rsid w:val="00533401"/>
    <w:rsid w:val="005B209C"/>
    <w:rsid w:val="005C0210"/>
    <w:rsid w:val="005E03FF"/>
    <w:rsid w:val="005F2AC7"/>
    <w:rsid w:val="005F7E63"/>
    <w:rsid w:val="00613384"/>
    <w:rsid w:val="00613BF0"/>
    <w:rsid w:val="00614DC0"/>
    <w:rsid w:val="00622594"/>
    <w:rsid w:val="00633E78"/>
    <w:rsid w:val="00684AFF"/>
    <w:rsid w:val="0069722B"/>
    <w:rsid w:val="006A7A25"/>
    <w:rsid w:val="006F0E62"/>
    <w:rsid w:val="006F31B0"/>
    <w:rsid w:val="00730319"/>
    <w:rsid w:val="007A6363"/>
    <w:rsid w:val="007D2772"/>
    <w:rsid w:val="007F2288"/>
    <w:rsid w:val="00863132"/>
    <w:rsid w:val="008D0E44"/>
    <w:rsid w:val="008E4BC0"/>
    <w:rsid w:val="00924FED"/>
    <w:rsid w:val="00930B0F"/>
    <w:rsid w:val="00936CBC"/>
    <w:rsid w:val="009A43FA"/>
    <w:rsid w:val="009A47FC"/>
    <w:rsid w:val="009C62C8"/>
    <w:rsid w:val="009E0207"/>
    <w:rsid w:val="009E0AAA"/>
    <w:rsid w:val="009E7180"/>
    <w:rsid w:val="00A465BB"/>
    <w:rsid w:val="00A57AE2"/>
    <w:rsid w:val="00A65B49"/>
    <w:rsid w:val="00A66A16"/>
    <w:rsid w:val="00A84B27"/>
    <w:rsid w:val="00A9436C"/>
    <w:rsid w:val="00AA08CA"/>
    <w:rsid w:val="00AB7AEF"/>
    <w:rsid w:val="00AC3A6D"/>
    <w:rsid w:val="00AF2C69"/>
    <w:rsid w:val="00B03BDC"/>
    <w:rsid w:val="00B141B4"/>
    <w:rsid w:val="00B1515D"/>
    <w:rsid w:val="00B4630A"/>
    <w:rsid w:val="00B527D6"/>
    <w:rsid w:val="00B75304"/>
    <w:rsid w:val="00BB3A27"/>
    <w:rsid w:val="00BF10C8"/>
    <w:rsid w:val="00BF4E1A"/>
    <w:rsid w:val="00C054B1"/>
    <w:rsid w:val="00C37325"/>
    <w:rsid w:val="00C46AC6"/>
    <w:rsid w:val="00C94051"/>
    <w:rsid w:val="00CB6D85"/>
    <w:rsid w:val="00CC7E72"/>
    <w:rsid w:val="00D25D33"/>
    <w:rsid w:val="00D315E5"/>
    <w:rsid w:val="00D600D1"/>
    <w:rsid w:val="00D961D0"/>
    <w:rsid w:val="00D964D4"/>
    <w:rsid w:val="00D96A4D"/>
    <w:rsid w:val="00E30F90"/>
    <w:rsid w:val="00E702B2"/>
    <w:rsid w:val="00EB5155"/>
    <w:rsid w:val="00EC2152"/>
    <w:rsid w:val="00EC6925"/>
    <w:rsid w:val="00ED1EAA"/>
    <w:rsid w:val="00F05508"/>
    <w:rsid w:val="00F344A3"/>
    <w:rsid w:val="00F7484E"/>
    <w:rsid w:val="00F76FF5"/>
    <w:rsid w:val="00F8134E"/>
    <w:rsid w:val="00F9023C"/>
    <w:rsid w:val="00F91271"/>
    <w:rsid w:val="00F96525"/>
    <w:rsid w:val="00FB4A6B"/>
    <w:rsid w:val="00FE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C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0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676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76C4"/>
  </w:style>
  <w:style w:type="paragraph" w:styleId="Footer">
    <w:name w:val="footer"/>
    <w:basedOn w:val="Normal"/>
    <w:link w:val="FooterChar"/>
    <w:uiPriority w:val="99"/>
    <w:unhideWhenUsed/>
    <w:rsid w:val="002676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76C4"/>
  </w:style>
  <w:style w:type="paragraph" w:styleId="BalloonText">
    <w:name w:val="Balloon Text"/>
    <w:basedOn w:val="Normal"/>
    <w:link w:val="BalloonTextChar"/>
    <w:uiPriority w:val="99"/>
    <w:semiHidden/>
    <w:unhideWhenUsed/>
    <w:rsid w:val="00267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76C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62C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C62C8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2347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C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0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676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76C4"/>
  </w:style>
  <w:style w:type="paragraph" w:styleId="Footer">
    <w:name w:val="footer"/>
    <w:basedOn w:val="Normal"/>
    <w:link w:val="FooterChar"/>
    <w:uiPriority w:val="99"/>
    <w:unhideWhenUsed/>
    <w:rsid w:val="002676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76C4"/>
  </w:style>
  <w:style w:type="paragraph" w:styleId="BalloonText">
    <w:name w:val="Balloon Text"/>
    <w:basedOn w:val="Normal"/>
    <w:link w:val="BalloonTextChar"/>
    <w:uiPriority w:val="99"/>
    <w:semiHidden/>
    <w:unhideWhenUsed/>
    <w:rsid w:val="00267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76C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62C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C62C8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2347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7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rformapoem.lgfl.org.uk/" TargetMode="External"/><Relationship Id="rId13" Type="http://schemas.openxmlformats.org/officeDocument/2006/relationships/hyperlink" Target="http://www.poetrylibrary.org.uk/" TargetMode="External"/><Relationship Id="rId18" Type="http://schemas.openxmlformats.org/officeDocument/2006/relationships/hyperlink" Target="http://www.youtube.com/watch?v=KowDFTsW78U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webfronter.com/lewisham/primarycommunity/menu1/Literacy_home/home_files/images/How_to_teach_non-fiction_writing_pdf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childrenspoetryarchive.org/?_ga=1.122468875.1890366063.1459420978" TargetMode="External"/><Relationship Id="rId17" Type="http://schemas.openxmlformats.org/officeDocument/2006/relationships/hyperlink" Target="http://www.youtube.com/watch?v=ac7I6UDSuOQ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ukchildrensbooks.co.uk/" TargetMode="External"/><Relationship Id="rId20" Type="http://schemas.openxmlformats.org/officeDocument/2006/relationships/hyperlink" Target="https://www.learntogether.org.uk/Resources/Documents/Non-Fiction%20PP%20amd%20TTG.doc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wiltshire.gov.uk/progression-in-poetry.pdf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engres.ied.edu.hk/lang_arts/tasks/curricRenew-2009/wk3/progression_narr_all-in-one.pdf" TargetMode="External"/><Relationship Id="rId23" Type="http://schemas.openxmlformats.org/officeDocument/2006/relationships/header" Target="header1.xml"/><Relationship Id="rId10" Type="http://schemas.openxmlformats.org/officeDocument/2006/relationships/hyperlink" Target="http://nationalstrategies.standards.dcsf.gov.uk/node/104286" TargetMode="External"/><Relationship Id="rId19" Type="http://schemas.openxmlformats.org/officeDocument/2006/relationships/hyperlink" Target="http://www.surlalunefairytales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wanseagfl.gov.uk/literacy/res/Skills_progression/DFES_Poetry_flier.pdf" TargetMode="External"/><Relationship Id="rId14" Type="http://schemas.openxmlformats.org/officeDocument/2006/relationships/hyperlink" Target="http://poetrystation.org.uk/" TargetMode="External"/><Relationship Id="rId22" Type="http://schemas.openxmlformats.org/officeDocument/2006/relationships/hyperlink" Target="http://www.youtube.com/watch?v=rliGlp4ddX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DC1B69FE</Template>
  <TotalTime>347</TotalTime>
  <Pages>7</Pages>
  <Words>1437</Words>
  <Characters>8196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Wandsworth Borough Council</Company>
  <LinksUpToDate>false</LinksUpToDate>
  <CharactersWithSpaces>9614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Seifert, Ingrid</dc:creator>
  <cp:lastModifiedBy>Seifert, Ingrid</cp:lastModifiedBy>
  <cp:revision>9</cp:revision>
  <dcterms:created xsi:type="dcterms:W3CDTF">2016-04-04T15:58:00Z</dcterms:created>
  <dcterms:modified xsi:type="dcterms:W3CDTF">2016-04-07T15:40:00Z</dcterms:modified>
</cp:coreProperties>
</file>